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EA748C" w14:textId="77777777" w:rsidR="000719BB" w:rsidRDefault="000719BB" w:rsidP="006C2343">
      <w:pPr>
        <w:pStyle w:val="Titul2"/>
      </w:pPr>
    </w:p>
    <w:p w14:paraId="4C86170B" w14:textId="77777777" w:rsidR="00826B7B" w:rsidRDefault="00826B7B" w:rsidP="006C2343">
      <w:pPr>
        <w:pStyle w:val="Titul2"/>
      </w:pPr>
    </w:p>
    <w:p w14:paraId="4F2EE852" w14:textId="77777777" w:rsidR="003254A3" w:rsidRDefault="006A157D" w:rsidP="006C2343">
      <w:pPr>
        <w:pStyle w:val="Titul2"/>
      </w:pPr>
      <w:r>
        <w:t>Příloha č. 2</w:t>
      </w:r>
      <w:bookmarkStart w:id="0" w:name="_GoBack"/>
      <w:bookmarkEnd w:id="0"/>
    </w:p>
    <w:p w14:paraId="55937E22" w14:textId="77777777" w:rsidR="006A157D" w:rsidRPr="000719BB" w:rsidRDefault="006A157D" w:rsidP="006C2343">
      <w:pPr>
        <w:pStyle w:val="Titul2"/>
      </w:pPr>
    </w:p>
    <w:p w14:paraId="165AD138" w14:textId="77777777" w:rsidR="00AD0C7B" w:rsidRDefault="006A157D" w:rsidP="006C2343">
      <w:pPr>
        <w:pStyle w:val="Titul1"/>
      </w:pPr>
      <w:r>
        <w:t>Obchodní podmínky</w:t>
      </w:r>
    </w:p>
    <w:p w14:paraId="35191647" w14:textId="77777777" w:rsidR="003254A3" w:rsidRDefault="003254A3" w:rsidP="00AD0C7B">
      <w:pPr>
        <w:pStyle w:val="Titul2"/>
      </w:pPr>
    </w:p>
    <w:p w14:paraId="1E787FD5" w14:textId="2FD9FB95" w:rsidR="00EB46E5" w:rsidRDefault="00EB46E5" w:rsidP="00EB46E5">
      <w:pPr>
        <w:pStyle w:val="Titul2"/>
      </w:pPr>
      <w:r w:rsidRPr="006C2343">
        <w:t xml:space="preserve">Zhotovení </w:t>
      </w:r>
      <w:r w:rsidR="00B360D0">
        <w:t xml:space="preserve">Studie proveditelnosti a </w:t>
      </w:r>
      <w:r w:rsidR="006A157D">
        <w:t xml:space="preserve">Záměru projektu </w:t>
      </w:r>
    </w:p>
    <w:p w14:paraId="0FCCC049" w14:textId="77777777" w:rsidR="006A157D" w:rsidRDefault="006A157D" w:rsidP="00EB46E5">
      <w:pPr>
        <w:pStyle w:val="Titul2"/>
      </w:pPr>
    </w:p>
    <w:sdt>
      <w:sdtPr>
        <w:rPr>
          <w:rStyle w:val="Znaka"/>
          <w:b/>
        </w:rPr>
        <w:alias w:val="Značka - přenese se do záhlaví"/>
        <w:tag w:val="Značka "/>
        <w:id w:val="-1276705121"/>
        <w:placeholder>
          <w:docPart w:val="48409B376BE240F6868B86D1E62AC7F7"/>
        </w:placeholder>
        <w:text w:multiLine="1"/>
      </w:sdtPr>
      <w:sdtEndPr>
        <w:rPr>
          <w:rStyle w:val="Standardnpsmoodstavce"/>
          <w:b w:val="0"/>
        </w:rPr>
      </w:sdtEndPr>
      <w:sdtContent>
        <w:p w14:paraId="3CF962F2" w14:textId="55C131D4" w:rsidR="0031498F" w:rsidRPr="00E96A61" w:rsidRDefault="00A4553F" w:rsidP="0031498F">
          <w:pPr>
            <w:pStyle w:val="Titul2"/>
            <w:rPr>
              <w:b w:val="0"/>
            </w:rPr>
          </w:pPr>
          <w:r w:rsidRPr="00A4553F">
            <w:rPr>
              <w:rStyle w:val="Znaka"/>
              <w:b/>
            </w:rPr>
            <w:t>OP/SP+ZP/07</w:t>
          </w:r>
          <w:r w:rsidR="00B360D0" w:rsidRPr="00A4553F">
            <w:rPr>
              <w:rStyle w:val="Znaka"/>
              <w:b/>
            </w:rPr>
            <w:t>/20</w:t>
          </w:r>
        </w:p>
      </w:sdtContent>
    </w:sdt>
    <w:p w14:paraId="4655C11E" w14:textId="77777777" w:rsidR="00826B7B" w:rsidRDefault="00826B7B" w:rsidP="006C2343">
      <w:pPr>
        <w:pStyle w:val="Titul2"/>
        <w:rPr>
          <w:highlight w:val="green"/>
        </w:rPr>
      </w:pPr>
    </w:p>
    <w:p w14:paraId="62DE889E" w14:textId="77777777" w:rsidR="00826B7B" w:rsidRDefault="00826B7B" w:rsidP="006C2343">
      <w:pPr>
        <w:pStyle w:val="Titul2"/>
      </w:pPr>
    </w:p>
    <w:p w14:paraId="0E2C04BF" w14:textId="77777777" w:rsidR="006B2318" w:rsidRPr="006C2343" w:rsidRDefault="006B2318" w:rsidP="006C2343">
      <w:pPr>
        <w:pStyle w:val="Titul2"/>
      </w:pPr>
    </w:p>
    <w:p w14:paraId="49BEC3B7" w14:textId="77777777" w:rsidR="006C2343" w:rsidRDefault="006C2343" w:rsidP="006C2343">
      <w:pPr>
        <w:pStyle w:val="Titul2"/>
      </w:pPr>
    </w:p>
    <w:p w14:paraId="36672364" w14:textId="77777777" w:rsidR="00EE3E65" w:rsidRPr="006C2343" w:rsidRDefault="00EE3E65" w:rsidP="006C2343">
      <w:pPr>
        <w:pStyle w:val="Titul2"/>
      </w:pPr>
    </w:p>
    <w:p w14:paraId="2DC579FD" w14:textId="59DD6DDC" w:rsidR="00826B7B" w:rsidRPr="00E146E6" w:rsidRDefault="006C2343" w:rsidP="006C2343">
      <w:pPr>
        <w:pStyle w:val="Tituldatum"/>
        <w:rPr>
          <w:color w:val="FF0000"/>
        </w:rPr>
      </w:pPr>
      <w:r w:rsidRPr="006C2343">
        <w:t xml:space="preserve">Datum vydání: </w:t>
      </w:r>
      <w:r w:rsidRPr="006C2343">
        <w:tab/>
      </w:r>
      <w:proofErr w:type="gramStart"/>
      <w:r w:rsidR="00A4553F">
        <w:t>31.07.2020</w:t>
      </w:r>
      <w:proofErr w:type="gramEnd"/>
    </w:p>
    <w:p w14:paraId="0BE59D67" w14:textId="77777777" w:rsidR="00826B7B" w:rsidRDefault="00826B7B">
      <w:r>
        <w:br w:type="page"/>
      </w:r>
    </w:p>
    <w:p w14:paraId="02D43EA1" w14:textId="77777777" w:rsidR="00BD7E91" w:rsidRDefault="00BD7E91" w:rsidP="00B101FD">
      <w:pPr>
        <w:pStyle w:val="Nadpisbezsl1-1"/>
      </w:pPr>
      <w:r>
        <w:lastRenderedPageBreak/>
        <w:t>Obsah</w:t>
      </w:r>
      <w:r w:rsidR="00887F36">
        <w:t xml:space="preserve"> </w:t>
      </w:r>
    </w:p>
    <w:p w14:paraId="6AFAE510" w14:textId="77777777" w:rsidR="00A4553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47335755" w:history="1">
        <w:r w:rsidR="00A4553F" w:rsidRPr="007967BB">
          <w:rPr>
            <w:rStyle w:val="Hypertextovodkaz"/>
          </w:rPr>
          <w:t>1.</w:t>
        </w:r>
        <w:r w:rsidR="00A4553F">
          <w:rPr>
            <w:rFonts w:asciiTheme="minorHAnsi" w:eastAsiaTheme="minorEastAsia" w:hAnsiTheme="minorHAnsi"/>
            <w:b w:val="0"/>
            <w:caps w:val="0"/>
            <w:noProof/>
            <w:spacing w:val="0"/>
            <w:sz w:val="22"/>
            <w:szCs w:val="22"/>
            <w:lang w:eastAsia="cs-CZ"/>
          </w:rPr>
          <w:tab/>
        </w:r>
        <w:r w:rsidR="00A4553F" w:rsidRPr="007967BB">
          <w:rPr>
            <w:rStyle w:val="Hypertextovodkaz"/>
          </w:rPr>
          <w:t>definice pojmů</w:t>
        </w:r>
        <w:r w:rsidR="00A4553F">
          <w:rPr>
            <w:noProof/>
            <w:webHidden/>
          </w:rPr>
          <w:tab/>
        </w:r>
        <w:r w:rsidR="00A4553F">
          <w:rPr>
            <w:noProof/>
            <w:webHidden/>
          </w:rPr>
          <w:fldChar w:fldCharType="begin"/>
        </w:r>
        <w:r w:rsidR="00A4553F">
          <w:rPr>
            <w:noProof/>
            <w:webHidden/>
          </w:rPr>
          <w:instrText xml:space="preserve"> PAGEREF _Toc47335755 \h </w:instrText>
        </w:r>
        <w:r w:rsidR="00A4553F">
          <w:rPr>
            <w:noProof/>
            <w:webHidden/>
          </w:rPr>
        </w:r>
        <w:r w:rsidR="00A4553F">
          <w:rPr>
            <w:noProof/>
            <w:webHidden/>
          </w:rPr>
          <w:fldChar w:fldCharType="separate"/>
        </w:r>
        <w:r w:rsidR="00A4553F">
          <w:rPr>
            <w:noProof/>
            <w:webHidden/>
          </w:rPr>
          <w:t>3</w:t>
        </w:r>
        <w:r w:rsidR="00A4553F">
          <w:rPr>
            <w:noProof/>
            <w:webHidden/>
          </w:rPr>
          <w:fldChar w:fldCharType="end"/>
        </w:r>
      </w:hyperlink>
    </w:p>
    <w:p w14:paraId="363281E3"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56" w:history="1">
        <w:r w:rsidRPr="007967BB">
          <w:rPr>
            <w:rStyle w:val="Hypertextovodkaz"/>
          </w:rPr>
          <w:t>2.</w:t>
        </w:r>
        <w:r>
          <w:rPr>
            <w:rFonts w:asciiTheme="minorHAnsi" w:eastAsiaTheme="minorEastAsia" w:hAnsiTheme="minorHAnsi"/>
            <w:b w:val="0"/>
            <w:caps w:val="0"/>
            <w:noProof/>
            <w:spacing w:val="0"/>
            <w:sz w:val="22"/>
            <w:szCs w:val="22"/>
            <w:lang w:eastAsia="cs-CZ"/>
          </w:rPr>
          <w:tab/>
        </w:r>
        <w:r w:rsidRPr="007967BB">
          <w:rPr>
            <w:rStyle w:val="Hypertextovodkaz"/>
          </w:rPr>
          <w:t>VŠEOBECNÉ POVINNOSTI ZHOTOVITELE</w:t>
        </w:r>
        <w:r>
          <w:rPr>
            <w:noProof/>
            <w:webHidden/>
          </w:rPr>
          <w:tab/>
        </w:r>
        <w:r>
          <w:rPr>
            <w:noProof/>
            <w:webHidden/>
          </w:rPr>
          <w:fldChar w:fldCharType="begin"/>
        </w:r>
        <w:r>
          <w:rPr>
            <w:noProof/>
            <w:webHidden/>
          </w:rPr>
          <w:instrText xml:space="preserve"> PAGEREF _Toc47335756 \h </w:instrText>
        </w:r>
        <w:r>
          <w:rPr>
            <w:noProof/>
            <w:webHidden/>
          </w:rPr>
        </w:r>
        <w:r>
          <w:rPr>
            <w:noProof/>
            <w:webHidden/>
          </w:rPr>
          <w:fldChar w:fldCharType="separate"/>
        </w:r>
        <w:r>
          <w:rPr>
            <w:noProof/>
            <w:webHidden/>
          </w:rPr>
          <w:t>4</w:t>
        </w:r>
        <w:r>
          <w:rPr>
            <w:noProof/>
            <w:webHidden/>
          </w:rPr>
          <w:fldChar w:fldCharType="end"/>
        </w:r>
      </w:hyperlink>
    </w:p>
    <w:p w14:paraId="4AADAAAB"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57" w:history="1">
        <w:r w:rsidRPr="007967BB">
          <w:rPr>
            <w:rStyle w:val="Hypertextovodkaz"/>
          </w:rPr>
          <w:t>3.</w:t>
        </w:r>
        <w:r>
          <w:rPr>
            <w:rFonts w:asciiTheme="minorHAnsi" w:eastAsiaTheme="minorEastAsia" w:hAnsiTheme="minorHAnsi"/>
            <w:b w:val="0"/>
            <w:caps w:val="0"/>
            <w:noProof/>
            <w:spacing w:val="0"/>
            <w:sz w:val="22"/>
            <w:szCs w:val="22"/>
            <w:lang w:eastAsia="cs-CZ"/>
          </w:rPr>
          <w:tab/>
        </w:r>
        <w:r w:rsidRPr="007967BB">
          <w:rPr>
            <w:rStyle w:val="Hypertextovodkaz"/>
          </w:rPr>
          <w:t>DOBA PLNĚNÍ</w:t>
        </w:r>
        <w:r>
          <w:rPr>
            <w:noProof/>
            <w:webHidden/>
          </w:rPr>
          <w:tab/>
        </w:r>
        <w:r>
          <w:rPr>
            <w:noProof/>
            <w:webHidden/>
          </w:rPr>
          <w:fldChar w:fldCharType="begin"/>
        </w:r>
        <w:r>
          <w:rPr>
            <w:noProof/>
            <w:webHidden/>
          </w:rPr>
          <w:instrText xml:space="preserve"> PAGEREF _Toc47335757 \h </w:instrText>
        </w:r>
        <w:r>
          <w:rPr>
            <w:noProof/>
            <w:webHidden/>
          </w:rPr>
        </w:r>
        <w:r>
          <w:rPr>
            <w:noProof/>
            <w:webHidden/>
          </w:rPr>
          <w:fldChar w:fldCharType="separate"/>
        </w:r>
        <w:r>
          <w:rPr>
            <w:noProof/>
            <w:webHidden/>
          </w:rPr>
          <w:t>6</w:t>
        </w:r>
        <w:r>
          <w:rPr>
            <w:noProof/>
            <w:webHidden/>
          </w:rPr>
          <w:fldChar w:fldCharType="end"/>
        </w:r>
      </w:hyperlink>
    </w:p>
    <w:p w14:paraId="03794DB9"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58" w:history="1">
        <w:r w:rsidRPr="007967BB">
          <w:rPr>
            <w:rStyle w:val="Hypertextovodkaz"/>
          </w:rPr>
          <w:t>4.</w:t>
        </w:r>
        <w:r>
          <w:rPr>
            <w:rFonts w:asciiTheme="minorHAnsi" w:eastAsiaTheme="minorEastAsia" w:hAnsiTheme="minorHAnsi"/>
            <w:b w:val="0"/>
            <w:caps w:val="0"/>
            <w:noProof/>
            <w:spacing w:val="0"/>
            <w:sz w:val="22"/>
            <w:szCs w:val="22"/>
            <w:lang w:eastAsia="cs-CZ"/>
          </w:rPr>
          <w:tab/>
        </w:r>
        <w:r w:rsidRPr="007967BB">
          <w:rPr>
            <w:rStyle w:val="Hypertextovodkaz"/>
          </w:rPr>
          <w:t>OCHRANA OSOBNÍCH ÚDAJŮ</w:t>
        </w:r>
        <w:r>
          <w:rPr>
            <w:noProof/>
            <w:webHidden/>
          </w:rPr>
          <w:tab/>
        </w:r>
        <w:r>
          <w:rPr>
            <w:noProof/>
            <w:webHidden/>
          </w:rPr>
          <w:fldChar w:fldCharType="begin"/>
        </w:r>
        <w:r>
          <w:rPr>
            <w:noProof/>
            <w:webHidden/>
          </w:rPr>
          <w:instrText xml:space="preserve"> PAGEREF _Toc47335758 \h </w:instrText>
        </w:r>
        <w:r>
          <w:rPr>
            <w:noProof/>
            <w:webHidden/>
          </w:rPr>
        </w:r>
        <w:r>
          <w:rPr>
            <w:noProof/>
            <w:webHidden/>
          </w:rPr>
          <w:fldChar w:fldCharType="separate"/>
        </w:r>
        <w:r>
          <w:rPr>
            <w:noProof/>
            <w:webHidden/>
          </w:rPr>
          <w:t>8</w:t>
        </w:r>
        <w:r>
          <w:rPr>
            <w:noProof/>
            <w:webHidden/>
          </w:rPr>
          <w:fldChar w:fldCharType="end"/>
        </w:r>
      </w:hyperlink>
    </w:p>
    <w:p w14:paraId="5FA75F63"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59" w:history="1">
        <w:r w:rsidRPr="007967BB">
          <w:rPr>
            <w:rStyle w:val="Hypertextovodkaz"/>
          </w:rPr>
          <w:t>5.</w:t>
        </w:r>
        <w:r>
          <w:rPr>
            <w:rFonts w:asciiTheme="minorHAnsi" w:eastAsiaTheme="minorEastAsia" w:hAnsiTheme="minorHAnsi"/>
            <w:b w:val="0"/>
            <w:caps w:val="0"/>
            <w:noProof/>
            <w:spacing w:val="0"/>
            <w:sz w:val="22"/>
            <w:szCs w:val="22"/>
            <w:lang w:eastAsia="cs-CZ"/>
          </w:rPr>
          <w:tab/>
        </w:r>
        <w:r w:rsidRPr="007967BB">
          <w:rPr>
            <w:rStyle w:val="Hypertextovodkaz"/>
          </w:rPr>
          <w:t>OPRÁVNĚNÉ OSOBY</w:t>
        </w:r>
        <w:r>
          <w:rPr>
            <w:noProof/>
            <w:webHidden/>
          </w:rPr>
          <w:tab/>
        </w:r>
        <w:r>
          <w:rPr>
            <w:noProof/>
            <w:webHidden/>
          </w:rPr>
          <w:fldChar w:fldCharType="begin"/>
        </w:r>
        <w:r>
          <w:rPr>
            <w:noProof/>
            <w:webHidden/>
          </w:rPr>
          <w:instrText xml:space="preserve"> PAGEREF _Toc47335759 \h </w:instrText>
        </w:r>
        <w:r>
          <w:rPr>
            <w:noProof/>
            <w:webHidden/>
          </w:rPr>
        </w:r>
        <w:r>
          <w:rPr>
            <w:noProof/>
            <w:webHidden/>
          </w:rPr>
          <w:fldChar w:fldCharType="separate"/>
        </w:r>
        <w:r>
          <w:rPr>
            <w:noProof/>
            <w:webHidden/>
          </w:rPr>
          <w:t>9</w:t>
        </w:r>
        <w:r>
          <w:rPr>
            <w:noProof/>
            <w:webHidden/>
          </w:rPr>
          <w:fldChar w:fldCharType="end"/>
        </w:r>
      </w:hyperlink>
    </w:p>
    <w:p w14:paraId="3303471C"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60" w:history="1">
        <w:r w:rsidRPr="007967BB">
          <w:rPr>
            <w:rStyle w:val="Hypertextovodkaz"/>
          </w:rPr>
          <w:t>6.</w:t>
        </w:r>
        <w:r>
          <w:rPr>
            <w:rFonts w:asciiTheme="minorHAnsi" w:eastAsiaTheme="minorEastAsia" w:hAnsiTheme="minorHAnsi"/>
            <w:b w:val="0"/>
            <w:caps w:val="0"/>
            <w:noProof/>
            <w:spacing w:val="0"/>
            <w:sz w:val="22"/>
            <w:szCs w:val="22"/>
            <w:lang w:eastAsia="cs-CZ"/>
          </w:rPr>
          <w:tab/>
        </w:r>
        <w:r w:rsidRPr="007967BB">
          <w:rPr>
            <w:rStyle w:val="Hypertextovodkaz"/>
          </w:rPr>
          <w:t>PROVÁDĚNÍ PROJEKTOVÝCH PRACÍ NA ŽELEZNIČNÍ DOPRAVNÍ CESTĚ</w:t>
        </w:r>
        <w:r>
          <w:rPr>
            <w:noProof/>
            <w:webHidden/>
          </w:rPr>
          <w:tab/>
        </w:r>
        <w:r>
          <w:rPr>
            <w:noProof/>
            <w:webHidden/>
          </w:rPr>
          <w:fldChar w:fldCharType="begin"/>
        </w:r>
        <w:r>
          <w:rPr>
            <w:noProof/>
            <w:webHidden/>
          </w:rPr>
          <w:instrText xml:space="preserve"> PAGEREF _Toc47335760 \h </w:instrText>
        </w:r>
        <w:r>
          <w:rPr>
            <w:noProof/>
            <w:webHidden/>
          </w:rPr>
        </w:r>
        <w:r>
          <w:rPr>
            <w:noProof/>
            <w:webHidden/>
          </w:rPr>
          <w:fldChar w:fldCharType="separate"/>
        </w:r>
        <w:r>
          <w:rPr>
            <w:noProof/>
            <w:webHidden/>
          </w:rPr>
          <w:t>9</w:t>
        </w:r>
        <w:r>
          <w:rPr>
            <w:noProof/>
            <w:webHidden/>
          </w:rPr>
          <w:fldChar w:fldCharType="end"/>
        </w:r>
      </w:hyperlink>
    </w:p>
    <w:p w14:paraId="1FCBD776"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61" w:history="1">
        <w:r w:rsidRPr="007967BB">
          <w:rPr>
            <w:rStyle w:val="Hypertextovodkaz"/>
          </w:rPr>
          <w:t>7.</w:t>
        </w:r>
        <w:r>
          <w:rPr>
            <w:rFonts w:asciiTheme="minorHAnsi" w:eastAsiaTheme="minorEastAsia" w:hAnsiTheme="minorHAnsi"/>
            <w:b w:val="0"/>
            <w:caps w:val="0"/>
            <w:noProof/>
            <w:spacing w:val="0"/>
            <w:sz w:val="22"/>
            <w:szCs w:val="22"/>
            <w:lang w:eastAsia="cs-CZ"/>
          </w:rPr>
          <w:tab/>
        </w:r>
        <w:r w:rsidRPr="007967BB">
          <w:rPr>
            <w:rStyle w:val="Hypertextovodkaz"/>
          </w:rPr>
          <w:t>PODDODAVATELÉ</w:t>
        </w:r>
        <w:r>
          <w:rPr>
            <w:noProof/>
            <w:webHidden/>
          </w:rPr>
          <w:tab/>
        </w:r>
        <w:r>
          <w:rPr>
            <w:noProof/>
            <w:webHidden/>
          </w:rPr>
          <w:fldChar w:fldCharType="begin"/>
        </w:r>
        <w:r>
          <w:rPr>
            <w:noProof/>
            <w:webHidden/>
          </w:rPr>
          <w:instrText xml:space="preserve"> PAGEREF _Toc47335761 \h </w:instrText>
        </w:r>
        <w:r>
          <w:rPr>
            <w:noProof/>
            <w:webHidden/>
          </w:rPr>
        </w:r>
        <w:r>
          <w:rPr>
            <w:noProof/>
            <w:webHidden/>
          </w:rPr>
          <w:fldChar w:fldCharType="separate"/>
        </w:r>
        <w:r>
          <w:rPr>
            <w:noProof/>
            <w:webHidden/>
          </w:rPr>
          <w:t>11</w:t>
        </w:r>
        <w:r>
          <w:rPr>
            <w:noProof/>
            <w:webHidden/>
          </w:rPr>
          <w:fldChar w:fldCharType="end"/>
        </w:r>
      </w:hyperlink>
    </w:p>
    <w:p w14:paraId="6A159EFC"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62" w:history="1">
        <w:r w:rsidRPr="007967BB">
          <w:rPr>
            <w:rStyle w:val="Hypertextovodkaz"/>
          </w:rPr>
          <w:t>8.</w:t>
        </w:r>
        <w:r>
          <w:rPr>
            <w:rFonts w:asciiTheme="minorHAnsi" w:eastAsiaTheme="minorEastAsia" w:hAnsiTheme="minorHAnsi"/>
            <w:b w:val="0"/>
            <w:caps w:val="0"/>
            <w:noProof/>
            <w:spacing w:val="0"/>
            <w:sz w:val="22"/>
            <w:szCs w:val="22"/>
            <w:lang w:eastAsia="cs-CZ"/>
          </w:rPr>
          <w:tab/>
        </w:r>
        <w:r w:rsidRPr="007967BB">
          <w:rPr>
            <w:rStyle w:val="Hypertextovodkaz"/>
          </w:rPr>
          <w:t>PŘEDÁNÍ A PŘEVZETÍ DÍLA</w:t>
        </w:r>
        <w:r>
          <w:rPr>
            <w:noProof/>
            <w:webHidden/>
          </w:rPr>
          <w:tab/>
        </w:r>
        <w:r>
          <w:rPr>
            <w:noProof/>
            <w:webHidden/>
          </w:rPr>
          <w:fldChar w:fldCharType="begin"/>
        </w:r>
        <w:r>
          <w:rPr>
            <w:noProof/>
            <w:webHidden/>
          </w:rPr>
          <w:instrText xml:space="preserve"> PAGEREF _Toc47335762 \h </w:instrText>
        </w:r>
        <w:r>
          <w:rPr>
            <w:noProof/>
            <w:webHidden/>
          </w:rPr>
        </w:r>
        <w:r>
          <w:rPr>
            <w:noProof/>
            <w:webHidden/>
          </w:rPr>
          <w:fldChar w:fldCharType="separate"/>
        </w:r>
        <w:r>
          <w:rPr>
            <w:noProof/>
            <w:webHidden/>
          </w:rPr>
          <w:t>12</w:t>
        </w:r>
        <w:r>
          <w:rPr>
            <w:noProof/>
            <w:webHidden/>
          </w:rPr>
          <w:fldChar w:fldCharType="end"/>
        </w:r>
      </w:hyperlink>
    </w:p>
    <w:p w14:paraId="5A811092"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63" w:history="1">
        <w:r w:rsidRPr="007967BB">
          <w:rPr>
            <w:rStyle w:val="Hypertextovodkaz"/>
          </w:rPr>
          <w:t>9.</w:t>
        </w:r>
        <w:r>
          <w:rPr>
            <w:rFonts w:asciiTheme="minorHAnsi" w:eastAsiaTheme="minorEastAsia" w:hAnsiTheme="minorHAnsi"/>
            <w:b w:val="0"/>
            <w:caps w:val="0"/>
            <w:noProof/>
            <w:spacing w:val="0"/>
            <w:sz w:val="22"/>
            <w:szCs w:val="22"/>
            <w:lang w:eastAsia="cs-CZ"/>
          </w:rPr>
          <w:tab/>
        </w:r>
        <w:r w:rsidRPr="007967BB">
          <w:rPr>
            <w:rStyle w:val="Hypertextovodkaz"/>
          </w:rPr>
          <w:t>CENA DÍLA</w:t>
        </w:r>
        <w:r>
          <w:rPr>
            <w:noProof/>
            <w:webHidden/>
          </w:rPr>
          <w:tab/>
        </w:r>
        <w:r>
          <w:rPr>
            <w:noProof/>
            <w:webHidden/>
          </w:rPr>
          <w:fldChar w:fldCharType="begin"/>
        </w:r>
        <w:r>
          <w:rPr>
            <w:noProof/>
            <w:webHidden/>
          </w:rPr>
          <w:instrText xml:space="preserve"> PAGEREF _Toc47335763 \h </w:instrText>
        </w:r>
        <w:r>
          <w:rPr>
            <w:noProof/>
            <w:webHidden/>
          </w:rPr>
        </w:r>
        <w:r>
          <w:rPr>
            <w:noProof/>
            <w:webHidden/>
          </w:rPr>
          <w:fldChar w:fldCharType="separate"/>
        </w:r>
        <w:r>
          <w:rPr>
            <w:noProof/>
            <w:webHidden/>
          </w:rPr>
          <w:t>13</w:t>
        </w:r>
        <w:r>
          <w:rPr>
            <w:noProof/>
            <w:webHidden/>
          </w:rPr>
          <w:fldChar w:fldCharType="end"/>
        </w:r>
      </w:hyperlink>
    </w:p>
    <w:p w14:paraId="2465A7E1"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64" w:history="1">
        <w:r w:rsidRPr="007967BB">
          <w:rPr>
            <w:rStyle w:val="Hypertextovodkaz"/>
          </w:rPr>
          <w:t>10.</w:t>
        </w:r>
        <w:r>
          <w:rPr>
            <w:rFonts w:asciiTheme="minorHAnsi" w:eastAsiaTheme="minorEastAsia" w:hAnsiTheme="minorHAnsi"/>
            <w:b w:val="0"/>
            <w:caps w:val="0"/>
            <w:noProof/>
            <w:spacing w:val="0"/>
            <w:sz w:val="22"/>
            <w:szCs w:val="22"/>
            <w:lang w:eastAsia="cs-CZ"/>
          </w:rPr>
          <w:tab/>
        </w:r>
        <w:r w:rsidRPr="007967BB">
          <w:rPr>
            <w:rStyle w:val="Hypertextovodkaz"/>
          </w:rPr>
          <w:t>PLATEBNÍ PODMÍNKY</w:t>
        </w:r>
        <w:r>
          <w:rPr>
            <w:noProof/>
            <w:webHidden/>
          </w:rPr>
          <w:tab/>
        </w:r>
        <w:r>
          <w:rPr>
            <w:noProof/>
            <w:webHidden/>
          </w:rPr>
          <w:fldChar w:fldCharType="begin"/>
        </w:r>
        <w:r>
          <w:rPr>
            <w:noProof/>
            <w:webHidden/>
          </w:rPr>
          <w:instrText xml:space="preserve"> PAGEREF _Toc47335764 \h </w:instrText>
        </w:r>
        <w:r>
          <w:rPr>
            <w:noProof/>
            <w:webHidden/>
          </w:rPr>
        </w:r>
        <w:r>
          <w:rPr>
            <w:noProof/>
            <w:webHidden/>
          </w:rPr>
          <w:fldChar w:fldCharType="separate"/>
        </w:r>
        <w:r>
          <w:rPr>
            <w:noProof/>
            <w:webHidden/>
          </w:rPr>
          <w:t>13</w:t>
        </w:r>
        <w:r>
          <w:rPr>
            <w:noProof/>
            <w:webHidden/>
          </w:rPr>
          <w:fldChar w:fldCharType="end"/>
        </w:r>
      </w:hyperlink>
    </w:p>
    <w:p w14:paraId="6AE6195C"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65" w:history="1">
        <w:r w:rsidRPr="007967BB">
          <w:rPr>
            <w:rStyle w:val="Hypertextovodkaz"/>
          </w:rPr>
          <w:t>11.</w:t>
        </w:r>
        <w:r>
          <w:rPr>
            <w:rFonts w:asciiTheme="minorHAnsi" w:eastAsiaTheme="minorEastAsia" w:hAnsiTheme="minorHAnsi"/>
            <w:b w:val="0"/>
            <w:caps w:val="0"/>
            <w:noProof/>
            <w:spacing w:val="0"/>
            <w:sz w:val="22"/>
            <w:szCs w:val="22"/>
            <w:lang w:eastAsia="cs-CZ"/>
          </w:rPr>
          <w:tab/>
        </w:r>
        <w:r w:rsidRPr="007967BB">
          <w:rPr>
            <w:rStyle w:val="Hypertextovodkaz"/>
          </w:rPr>
          <w:t>BANKOVNÍ ZÁRUKA ZA PROVEDENÍ DÍLA</w:t>
        </w:r>
        <w:r>
          <w:rPr>
            <w:noProof/>
            <w:webHidden/>
          </w:rPr>
          <w:tab/>
        </w:r>
        <w:r>
          <w:rPr>
            <w:noProof/>
            <w:webHidden/>
          </w:rPr>
          <w:fldChar w:fldCharType="begin"/>
        </w:r>
        <w:r>
          <w:rPr>
            <w:noProof/>
            <w:webHidden/>
          </w:rPr>
          <w:instrText xml:space="preserve"> PAGEREF _Toc47335765 \h </w:instrText>
        </w:r>
        <w:r>
          <w:rPr>
            <w:noProof/>
            <w:webHidden/>
          </w:rPr>
        </w:r>
        <w:r>
          <w:rPr>
            <w:noProof/>
            <w:webHidden/>
          </w:rPr>
          <w:fldChar w:fldCharType="separate"/>
        </w:r>
        <w:r>
          <w:rPr>
            <w:noProof/>
            <w:webHidden/>
          </w:rPr>
          <w:t>14</w:t>
        </w:r>
        <w:r>
          <w:rPr>
            <w:noProof/>
            <w:webHidden/>
          </w:rPr>
          <w:fldChar w:fldCharType="end"/>
        </w:r>
      </w:hyperlink>
    </w:p>
    <w:p w14:paraId="1867C839"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66" w:history="1">
        <w:r w:rsidRPr="007967BB">
          <w:rPr>
            <w:rStyle w:val="Hypertextovodkaz"/>
          </w:rPr>
          <w:t>12.</w:t>
        </w:r>
        <w:r>
          <w:rPr>
            <w:rFonts w:asciiTheme="minorHAnsi" w:eastAsiaTheme="minorEastAsia" w:hAnsiTheme="minorHAnsi"/>
            <w:b w:val="0"/>
            <w:caps w:val="0"/>
            <w:noProof/>
            <w:spacing w:val="0"/>
            <w:sz w:val="22"/>
            <w:szCs w:val="22"/>
            <w:lang w:eastAsia="cs-CZ"/>
          </w:rPr>
          <w:tab/>
        </w:r>
        <w:r w:rsidRPr="007967BB">
          <w:rPr>
            <w:rStyle w:val="Hypertextovodkaz"/>
          </w:rPr>
          <w:t>UPUŠTĚNÍ OD DOKONČENÍ DÍLA</w:t>
        </w:r>
        <w:r>
          <w:rPr>
            <w:noProof/>
            <w:webHidden/>
          </w:rPr>
          <w:tab/>
        </w:r>
        <w:r>
          <w:rPr>
            <w:noProof/>
            <w:webHidden/>
          </w:rPr>
          <w:fldChar w:fldCharType="begin"/>
        </w:r>
        <w:r>
          <w:rPr>
            <w:noProof/>
            <w:webHidden/>
          </w:rPr>
          <w:instrText xml:space="preserve"> PAGEREF _Toc47335766 \h </w:instrText>
        </w:r>
        <w:r>
          <w:rPr>
            <w:noProof/>
            <w:webHidden/>
          </w:rPr>
        </w:r>
        <w:r>
          <w:rPr>
            <w:noProof/>
            <w:webHidden/>
          </w:rPr>
          <w:fldChar w:fldCharType="separate"/>
        </w:r>
        <w:r>
          <w:rPr>
            <w:noProof/>
            <w:webHidden/>
          </w:rPr>
          <w:t>16</w:t>
        </w:r>
        <w:r>
          <w:rPr>
            <w:noProof/>
            <w:webHidden/>
          </w:rPr>
          <w:fldChar w:fldCharType="end"/>
        </w:r>
      </w:hyperlink>
    </w:p>
    <w:p w14:paraId="6078F877"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67" w:history="1">
        <w:r w:rsidRPr="007967BB">
          <w:rPr>
            <w:rStyle w:val="Hypertextovodkaz"/>
          </w:rPr>
          <w:t>13.</w:t>
        </w:r>
        <w:r>
          <w:rPr>
            <w:rFonts w:asciiTheme="minorHAnsi" w:eastAsiaTheme="minorEastAsia" w:hAnsiTheme="minorHAnsi"/>
            <w:b w:val="0"/>
            <w:caps w:val="0"/>
            <w:noProof/>
            <w:spacing w:val="0"/>
            <w:sz w:val="22"/>
            <w:szCs w:val="22"/>
            <w:lang w:eastAsia="cs-CZ"/>
          </w:rPr>
          <w:tab/>
        </w:r>
        <w:r w:rsidRPr="007967BB">
          <w:rPr>
            <w:rStyle w:val="Hypertextovodkaz"/>
          </w:rPr>
          <w:t>VLASTNICKÁ PRÁVA A UŽÍVACÍ PRÁVA</w:t>
        </w:r>
        <w:r>
          <w:rPr>
            <w:noProof/>
            <w:webHidden/>
          </w:rPr>
          <w:tab/>
        </w:r>
        <w:r>
          <w:rPr>
            <w:noProof/>
            <w:webHidden/>
          </w:rPr>
          <w:fldChar w:fldCharType="begin"/>
        </w:r>
        <w:r>
          <w:rPr>
            <w:noProof/>
            <w:webHidden/>
          </w:rPr>
          <w:instrText xml:space="preserve"> PAGEREF _Toc47335767 \h </w:instrText>
        </w:r>
        <w:r>
          <w:rPr>
            <w:noProof/>
            <w:webHidden/>
          </w:rPr>
        </w:r>
        <w:r>
          <w:rPr>
            <w:noProof/>
            <w:webHidden/>
          </w:rPr>
          <w:fldChar w:fldCharType="separate"/>
        </w:r>
        <w:r>
          <w:rPr>
            <w:noProof/>
            <w:webHidden/>
          </w:rPr>
          <w:t>16</w:t>
        </w:r>
        <w:r>
          <w:rPr>
            <w:noProof/>
            <w:webHidden/>
          </w:rPr>
          <w:fldChar w:fldCharType="end"/>
        </w:r>
      </w:hyperlink>
    </w:p>
    <w:p w14:paraId="1BE0CB31"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68" w:history="1">
        <w:r w:rsidRPr="007967BB">
          <w:rPr>
            <w:rStyle w:val="Hypertextovodkaz"/>
          </w:rPr>
          <w:t>14.</w:t>
        </w:r>
        <w:r>
          <w:rPr>
            <w:rFonts w:asciiTheme="minorHAnsi" w:eastAsiaTheme="minorEastAsia" w:hAnsiTheme="minorHAnsi"/>
            <w:b w:val="0"/>
            <w:caps w:val="0"/>
            <w:noProof/>
            <w:spacing w:val="0"/>
            <w:sz w:val="22"/>
            <w:szCs w:val="22"/>
            <w:lang w:eastAsia="cs-CZ"/>
          </w:rPr>
          <w:tab/>
        </w:r>
        <w:r w:rsidRPr="007967BB">
          <w:rPr>
            <w:rStyle w:val="Hypertextovodkaz"/>
          </w:rPr>
          <w:t>ZMĚNY DÍLA</w:t>
        </w:r>
        <w:r>
          <w:rPr>
            <w:noProof/>
            <w:webHidden/>
          </w:rPr>
          <w:tab/>
        </w:r>
        <w:r>
          <w:rPr>
            <w:noProof/>
            <w:webHidden/>
          </w:rPr>
          <w:fldChar w:fldCharType="begin"/>
        </w:r>
        <w:r>
          <w:rPr>
            <w:noProof/>
            <w:webHidden/>
          </w:rPr>
          <w:instrText xml:space="preserve"> PAGEREF _Toc47335768 \h </w:instrText>
        </w:r>
        <w:r>
          <w:rPr>
            <w:noProof/>
            <w:webHidden/>
          </w:rPr>
        </w:r>
        <w:r>
          <w:rPr>
            <w:noProof/>
            <w:webHidden/>
          </w:rPr>
          <w:fldChar w:fldCharType="separate"/>
        </w:r>
        <w:r>
          <w:rPr>
            <w:noProof/>
            <w:webHidden/>
          </w:rPr>
          <w:t>17</w:t>
        </w:r>
        <w:r>
          <w:rPr>
            <w:noProof/>
            <w:webHidden/>
          </w:rPr>
          <w:fldChar w:fldCharType="end"/>
        </w:r>
      </w:hyperlink>
    </w:p>
    <w:p w14:paraId="19DFE81A"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69" w:history="1">
        <w:r w:rsidRPr="007967BB">
          <w:rPr>
            <w:rStyle w:val="Hypertextovodkaz"/>
          </w:rPr>
          <w:t>15.</w:t>
        </w:r>
        <w:r>
          <w:rPr>
            <w:rFonts w:asciiTheme="minorHAnsi" w:eastAsiaTheme="minorEastAsia" w:hAnsiTheme="minorHAnsi"/>
            <w:b w:val="0"/>
            <w:caps w:val="0"/>
            <w:noProof/>
            <w:spacing w:val="0"/>
            <w:sz w:val="22"/>
            <w:szCs w:val="22"/>
            <w:lang w:eastAsia="cs-CZ"/>
          </w:rPr>
          <w:tab/>
        </w:r>
        <w:r w:rsidRPr="007967BB">
          <w:rPr>
            <w:rStyle w:val="Hypertextovodkaz"/>
          </w:rPr>
          <w:t>ODPOVĚDNOST ZA ŠKODU A ZPROŠTĚNÍ POVINNOSTI K JEJÍ NÁHRADĚ</w:t>
        </w:r>
        <w:r>
          <w:rPr>
            <w:noProof/>
            <w:webHidden/>
          </w:rPr>
          <w:tab/>
        </w:r>
        <w:r>
          <w:rPr>
            <w:noProof/>
            <w:webHidden/>
          </w:rPr>
          <w:fldChar w:fldCharType="begin"/>
        </w:r>
        <w:r>
          <w:rPr>
            <w:noProof/>
            <w:webHidden/>
          </w:rPr>
          <w:instrText xml:space="preserve"> PAGEREF _Toc47335769 \h </w:instrText>
        </w:r>
        <w:r>
          <w:rPr>
            <w:noProof/>
            <w:webHidden/>
          </w:rPr>
        </w:r>
        <w:r>
          <w:rPr>
            <w:noProof/>
            <w:webHidden/>
          </w:rPr>
          <w:fldChar w:fldCharType="separate"/>
        </w:r>
        <w:r>
          <w:rPr>
            <w:noProof/>
            <w:webHidden/>
          </w:rPr>
          <w:t>18</w:t>
        </w:r>
        <w:r>
          <w:rPr>
            <w:noProof/>
            <w:webHidden/>
          </w:rPr>
          <w:fldChar w:fldCharType="end"/>
        </w:r>
      </w:hyperlink>
    </w:p>
    <w:p w14:paraId="3DD7E3FE"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70" w:history="1">
        <w:r w:rsidRPr="007967BB">
          <w:rPr>
            <w:rStyle w:val="Hypertextovodkaz"/>
          </w:rPr>
          <w:t>16.</w:t>
        </w:r>
        <w:r>
          <w:rPr>
            <w:rFonts w:asciiTheme="minorHAnsi" w:eastAsiaTheme="minorEastAsia" w:hAnsiTheme="minorHAnsi"/>
            <w:b w:val="0"/>
            <w:caps w:val="0"/>
            <w:noProof/>
            <w:spacing w:val="0"/>
            <w:sz w:val="22"/>
            <w:szCs w:val="22"/>
            <w:lang w:eastAsia="cs-CZ"/>
          </w:rPr>
          <w:tab/>
        </w:r>
        <w:r w:rsidRPr="007967BB">
          <w:rPr>
            <w:rStyle w:val="Hypertextovodkaz"/>
          </w:rPr>
          <w:t>ODPOVĚDNOST ZA VADY A ZÁRUKY</w:t>
        </w:r>
        <w:r>
          <w:rPr>
            <w:noProof/>
            <w:webHidden/>
          </w:rPr>
          <w:tab/>
        </w:r>
        <w:r>
          <w:rPr>
            <w:noProof/>
            <w:webHidden/>
          </w:rPr>
          <w:fldChar w:fldCharType="begin"/>
        </w:r>
        <w:r>
          <w:rPr>
            <w:noProof/>
            <w:webHidden/>
          </w:rPr>
          <w:instrText xml:space="preserve"> PAGEREF _Toc47335770 \h </w:instrText>
        </w:r>
        <w:r>
          <w:rPr>
            <w:noProof/>
            <w:webHidden/>
          </w:rPr>
        </w:r>
        <w:r>
          <w:rPr>
            <w:noProof/>
            <w:webHidden/>
          </w:rPr>
          <w:fldChar w:fldCharType="separate"/>
        </w:r>
        <w:r>
          <w:rPr>
            <w:noProof/>
            <w:webHidden/>
          </w:rPr>
          <w:t>18</w:t>
        </w:r>
        <w:r>
          <w:rPr>
            <w:noProof/>
            <w:webHidden/>
          </w:rPr>
          <w:fldChar w:fldCharType="end"/>
        </w:r>
      </w:hyperlink>
    </w:p>
    <w:p w14:paraId="1E526A1B"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71" w:history="1">
        <w:r w:rsidRPr="007967BB">
          <w:rPr>
            <w:rStyle w:val="Hypertextovodkaz"/>
          </w:rPr>
          <w:t>17.</w:t>
        </w:r>
        <w:r>
          <w:rPr>
            <w:rFonts w:asciiTheme="minorHAnsi" w:eastAsiaTheme="minorEastAsia" w:hAnsiTheme="minorHAnsi"/>
            <w:b w:val="0"/>
            <w:caps w:val="0"/>
            <w:noProof/>
            <w:spacing w:val="0"/>
            <w:sz w:val="22"/>
            <w:szCs w:val="22"/>
            <w:lang w:eastAsia="cs-CZ"/>
          </w:rPr>
          <w:tab/>
        </w:r>
        <w:r w:rsidRPr="007967BB">
          <w:rPr>
            <w:rStyle w:val="Hypertextovodkaz"/>
          </w:rPr>
          <w:t>SANKCE</w:t>
        </w:r>
        <w:r>
          <w:rPr>
            <w:noProof/>
            <w:webHidden/>
          </w:rPr>
          <w:tab/>
        </w:r>
        <w:r>
          <w:rPr>
            <w:noProof/>
            <w:webHidden/>
          </w:rPr>
          <w:fldChar w:fldCharType="begin"/>
        </w:r>
        <w:r>
          <w:rPr>
            <w:noProof/>
            <w:webHidden/>
          </w:rPr>
          <w:instrText xml:space="preserve"> PAGEREF _Toc47335771 \h </w:instrText>
        </w:r>
        <w:r>
          <w:rPr>
            <w:noProof/>
            <w:webHidden/>
          </w:rPr>
        </w:r>
        <w:r>
          <w:rPr>
            <w:noProof/>
            <w:webHidden/>
          </w:rPr>
          <w:fldChar w:fldCharType="separate"/>
        </w:r>
        <w:r>
          <w:rPr>
            <w:noProof/>
            <w:webHidden/>
          </w:rPr>
          <w:t>20</w:t>
        </w:r>
        <w:r>
          <w:rPr>
            <w:noProof/>
            <w:webHidden/>
          </w:rPr>
          <w:fldChar w:fldCharType="end"/>
        </w:r>
      </w:hyperlink>
    </w:p>
    <w:p w14:paraId="5ABD57B0"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72" w:history="1">
        <w:r w:rsidRPr="007967BB">
          <w:rPr>
            <w:rStyle w:val="Hypertextovodkaz"/>
          </w:rPr>
          <w:t>18.</w:t>
        </w:r>
        <w:r>
          <w:rPr>
            <w:rFonts w:asciiTheme="minorHAnsi" w:eastAsiaTheme="minorEastAsia" w:hAnsiTheme="minorHAnsi"/>
            <w:b w:val="0"/>
            <w:caps w:val="0"/>
            <w:noProof/>
            <w:spacing w:val="0"/>
            <w:sz w:val="22"/>
            <w:szCs w:val="22"/>
            <w:lang w:eastAsia="cs-CZ"/>
          </w:rPr>
          <w:tab/>
        </w:r>
        <w:r w:rsidRPr="007967BB">
          <w:rPr>
            <w:rStyle w:val="Hypertextovodkaz"/>
          </w:rPr>
          <w:t>ODSTOUPENÍ OBJEDNATELE</w:t>
        </w:r>
        <w:r>
          <w:rPr>
            <w:noProof/>
            <w:webHidden/>
          </w:rPr>
          <w:tab/>
        </w:r>
        <w:r>
          <w:rPr>
            <w:noProof/>
            <w:webHidden/>
          </w:rPr>
          <w:fldChar w:fldCharType="begin"/>
        </w:r>
        <w:r>
          <w:rPr>
            <w:noProof/>
            <w:webHidden/>
          </w:rPr>
          <w:instrText xml:space="preserve"> PAGEREF _Toc47335772 \h </w:instrText>
        </w:r>
        <w:r>
          <w:rPr>
            <w:noProof/>
            <w:webHidden/>
          </w:rPr>
        </w:r>
        <w:r>
          <w:rPr>
            <w:noProof/>
            <w:webHidden/>
          </w:rPr>
          <w:fldChar w:fldCharType="separate"/>
        </w:r>
        <w:r>
          <w:rPr>
            <w:noProof/>
            <w:webHidden/>
          </w:rPr>
          <w:t>22</w:t>
        </w:r>
        <w:r>
          <w:rPr>
            <w:noProof/>
            <w:webHidden/>
          </w:rPr>
          <w:fldChar w:fldCharType="end"/>
        </w:r>
      </w:hyperlink>
    </w:p>
    <w:p w14:paraId="2CD9D886"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73" w:history="1">
        <w:r w:rsidRPr="007967BB">
          <w:rPr>
            <w:rStyle w:val="Hypertextovodkaz"/>
          </w:rPr>
          <w:t>19.</w:t>
        </w:r>
        <w:r>
          <w:rPr>
            <w:rFonts w:asciiTheme="minorHAnsi" w:eastAsiaTheme="minorEastAsia" w:hAnsiTheme="minorHAnsi"/>
            <w:b w:val="0"/>
            <w:caps w:val="0"/>
            <w:noProof/>
            <w:spacing w:val="0"/>
            <w:sz w:val="22"/>
            <w:szCs w:val="22"/>
            <w:lang w:eastAsia="cs-CZ"/>
          </w:rPr>
          <w:tab/>
        </w:r>
        <w:r w:rsidRPr="007967BB">
          <w:rPr>
            <w:rStyle w:val="Hypertextovodkaz"/>
          </w:rPr>
          <w:t>ODSTOUPENÍ ZHOTOVITELE A NÁROKY ZHOTOVITELE</w:t>
        </w:r>
        <w:r>
          <w:rPr>
            <w:noProof/>
            <w:webHidden/>
          </w:rPr>
          <w:tab/>
        </w:r>
        <w:r>
          <w:rPr>
            <w:noProof/>
            <w:webHidden/>
          </w:rPr>
          <w:fldChar w:fldCharType="begin"/>
        </w:r>
        <w:r>
          <w:rPr>
            <w:noProof/>
            <w:webHidden/>
          </w:rPr>
          <w:instrText xml:space="preserve"> PAGEREF _Toc47335773 \h </w:instrText>
        </w:r>
        <w:r>
          <w:rPr>
            <w:noProof/>
            <w:webHidden/>
          </w:rPr>
        </w:r>
        <w:r>
          <w:rPr>
            <w:noProof/>
            <w:webHidden/>
          </w:rPr>
          <w:fldChar w:fldCharType="separate"/>
        </w:r>
        <w:r>
          <w:rPr>
            <w:noProof/>
            <w:webHidden/>
          </w:rPr>
          <w:t>24</w:t>
        </w:r>
        <w:r>
          <w:rPr>
            <w:noProof/>
            <w:webHidden/>
          </w:rPr>
          <w:fldChar w:fldCharType="end"/>
        </w:r>
      </w:hyperlink>
    </w:p>
    <w:p w14:paraId="3C546180" w14:textId="77777777" w:rsidR="00A4553F" w:rsidRDefault="00A4553F">
      <w:pPr>
        <w:pStyle w:val="Obsah1"/>
        <w:rPr>
          <w:rFonts w:asciiTheme="minorHAnsi" w:eastAsiaTheme="minorEastAsia" w:hAnsiTheme="minorHAnsi"/>
          <w:b w:val="0"/>
          <w:caps w:val="0"/>
          <w:noProof/>
          <w:spacing w:val="0"/>
          <w:sz w:val="22"/>
          <w:szCs w:val="22"/>
          <w:lang w:eastAsia="cs-CZ"/>
        </w:rPr>
      </w:pPr>
      <w:hyperlink w:anchor="_Toc47335774" w:history="1">
        <w:r w:rsidRPr="007967BB">
          <w:rPr>
            <w:rStyle w:val="Hypertextovodkaz"/>
          </w:rPr>
          <w:t>20.</w:t>
        </w:r>
        <w:r>
          <w:rPr>
            <w:rFonts w:asciiTheme="minorHAnsi" w:eastAsiaTheme="minorEastAsia" w:hAnsiTheme="minorHAnsi"/>
            <w:b w:val="0"/>
            <w:caps w:val="0"/>
            <w:noProof/>
            <w:spacing w:val="0"/>
            <w:sz w:val="22"/>
            <w:szCs w:val="22"/>
            <w:lang w:eastAsia="cs-CZ"/>
          </w:rPr>
          <w:tab/>
        </w:r>
        <w:r w:rsidRPr="007967BB">
          <w:rPr>
            <w:rStyle w:val="Hypertextovodkaz"/>
          </w:rPr>
          <w:t>ŘEŠENÍ SPORŮ</w:t>
        </w:r>
        <w:r>
          <w:rPr>
            <w:noProof/>
            <w:webHidden/>
          </w:rPr>
          <w:tab/>
        </w:r>
        <w:r>
          <w:rPr>
            <w:noProof/>
            <w:webHidden/>
          </w:rPr>
          <w:fldChar w:fldCharType="begin"/>
        </w:r>
        <w:r>
          <w:rPr>
            <w:noProof/>
            <w:webHidden/>
          </w:rPr>
          <w:instrText xml:space="preserve"> PAGEREF _Toc47335774 \h </w:instrText>
        </w:r>
        <w:r>
          <w:rPr>
            <w:noProof/>
            <w:webHidden/>
          </w:rPr>
        </w:r>
        <w:r>
          <w:rPr>
            <w:noProof/>
            <w:webHidden/>
          </w:rPr>
          <w:fldChar w:fldCharType="separate"/>
        </w:r>
        <w:r>
          <w:rPr>
            <w:noProof/>
            <w:webHidden/>
          </w:rPr>
          <w:t>24</w:t>
        </w:r>
        <w:r>
          <w:rPr>
            <w:noProof/>
            <w:webHidden/>
          </w:rPr>
          <w:fldChar w:fldCharType="end"/>
        </w:r>
      </w:hyperlink>
    </w:p>
    <w:p w14:paraId="025D6836" w14:textId="77777777" w:rsidR="00AD0C7B" w:rsidRDefault="00BD7E91" w:rsidP="008D03B9">
      <w:r>
        <w:fldChar w:fldCharType="end"/>
      </w:r>
    </w:p>
    <w:p w14:paraId="54738F6C" w14:textId="77777777" w:rsidR="00AD0C7B" w:rsidRDefault="00AD0C7B">
      <w:r>
        <w:br w:type="page"/>
      </w:r>
    </w:p>
    <w:p w14:paraId="7051F7BA" w14:textId="77777777" w:rsidR="00EB46E5" w:rsidRDefault="00AD0C7B" w:rsidP="00EB46E5">
      <w:pPr>
        <w:pStyle w:val="Nadpis1-1"/>
      </w:pPr>
      <w:bookmarkStart w:id="1" w:name="_Toc389559699"/>
      <w:bookmarkStart w:id="2" w:name="_Toc397429847"/>
      <w:bookmarkStart w:id="3" w:name="_Ref433028040"/>
      <w:bookmarkStart w:id="4" w:name="_Toc1048197"/>
      <w:bookmarkStart w:id="5" w:name="_Toc47335755"/>
      <w:r>
        <w:lastRenderedPageBreak/>
        <w:t>definice</w:t>
      </w:r>
      <w:r w:rsidR="0076790E">
        <w:t xml:space="preserve"> </w:t>
      </w:r>
      <w:r w:rsidR="006A157D">
        <w:t>pojmů</w:t>
      </w:r>
      <w:bookmarkEnd w:id="5"/>
    </w:p>
    <w:p w14:paraId="13999515" w14:textId="77777777" w:rsidR="006A157D" w:rsidRPr="006A157D" w:rsidRDefault="006A157D" w:rsidP="006A157D">
      <w:pPr>
        <w:pStyle w:val="Text1-1"/>
        <w:rPr>
          <w:rStyle w:val="Tun"/>
          <w:b w:val="0"/>
        </w:rPr>
      </w:pPr>
      <w:r w:rsidRPr="006A157D">
        <w:rPr>
          <w:rStyle w:val="Tun"/>
          <w:b w:val="0"/>
        </w:rPr>
        <w:t>Pokud ze smyslu či významu jednotlivých ustanovení těchto Obchodních podmínek či definic uvedených ve Smlouvě (bez příloh) nevyplývá jinak, mají pojmy v těchto Obchodních podmínkách a ve Smlouvě s velkým počátečním písmenem význam uvedený níže:</w:t>
      </w:r>
    </w:p>
    <w:tbl>
      <w:tblPr>
        <w:tblStyle w:val="Mkatabulky"/>
        <w:tblW w:w="8222" w:type="dxa"/>
        <w:tblInd w:w="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8"/>
        <w:gridCol w:w="6464"/>
      </w:tblGrid>
      <w:tr w:rsidR="006A157D" w:rsidRPr="00E065B7" w14:paraId="05E88BF4" w14:textId="77777777" w:rsidTr="00600B1D">
        <w:tc>
          <w:tcPr>
            <w:tcW w:w="1758" w:type="dxa"/>
            <w:shd w:val="clear" w:color="auto" w:fill="auto"/>
          </w:tcPr>
          <w:p w14:paraId="05F8F982" w14:textId="77777777" w:rsidR="006A157D" w:rsidRPr="00600B1D" w:rsidRDefault="006A157D" w:rsidP="00600B1D">
            <w:pPr>
              <w:pStyle w:val="Tabulka-9"/>
              <w:rPr>
                <w:b/>
              </w:rPr>
            </w:pPr>
            <w:r w:rsidRPr="00600B1D">
              <w:rPr>
                <w:b/>
              </w:rPr>
              <w:t xml:space="preserve">Bankovní záruka </w:t>
            </w:r>
          </w:p>
        </w:tc>
        <w:tc>
          <w:tcPr>
            <w:tcW w:w="0" w:type="auto"/>
            <w:shd w:val="clear" w:color="auto" w:fill="auto"/>
          </w:tcPr>
          <w:p w14:paraId="3B88B084" w14:textId="77777777" w:rsidR="006A157D" w:rsidRPr="00E065B7" w:rsidRDefault="006A157D" w:rsidP="00600B1D">
            <w:pPr>
              <w:pStyle w:val="Textbezodsazen"/>
            </w:pPr>
            <w:r w:rsidRPr="00E065B7">
              <w:t xml:space="preserve">finanční záruka ve smyslu </w:t>
            </w:r>
            <w:proofErr w:type="spellStart"/>
            <w:r w:rsidRPr="00E065B7">
              <w:t>ust</w:t>
            </w:r>
            <w:proofErr w:type="spellEnd"/>
            <w:r w:rsidRPr="00E065B7">
              <w:t>. § 2029 odst. 1 zákona č. 89/2012 Sb., občanského zákoníku</w:t>
            </w:r>
          </w:p>
        </w:tc>
      </w:tr>
      <w:tr w:rsidR="006A157D" w:rsidRPr="00E065B7" w14:paraId="52AF3CC0" w14:textId="77777777" w:rsidTr="00600B1D">
        <w:tc>
          <w:tcPr>
            <w:tcW w:w="1758" w:type="dxa"/>
            <w:shd w:val="clear" w:color="auto" w:fill="auto"/>
          </w:tcPr>
          <w:p w14:paraId="454DB481" w14:textId="77777777" w:rsidR="006A157D" w:rsidRPr="00600B1D" w:rsidRDefault="006A157D" w:rsidP="00600B1D">
            <w:pPr>
              <w:pStyle w:val="Tabulka-9"/>
              <w:rPr>
                <w:b/>
              </w:rPr>
            </w:pPr>
            <w:r w:rsidRPr="00600B1D">
              <w:rPr>
                <w:b/>
              </w:rPr>
              <w:t xml:space="preserve">Cena Díla </w:t>
            </w:r>
          </w:p>
        </w:tc>
        <w:tc>
          <w:tcPr>
            <w:tcW w:w="0" w:type="auto"/>
            <w:shd w:val="clear" w:color="auto" w:fill="auto"/>
          </w:tcPr>
          <w:p w14:paraId="5112A0CA" w14:textId="262CF8A6" w:rsidR="006A157D" w:rsidRPr="002C6161" w:rsidRDefault="006A157D" w:rsidP="00600B1D">
            <w:pPr>
              <w:pStyle w:val="Textbezodsazen"/>
            </w:pPr>
            <w:r w:rsidRPr="00514C38">
              <w:t xml:space="preserve">celkový součet Ceny za zpracování </w:t>
            </w:r>
            <w:r w:rsidR="00D678E3" w:rsidRPr="00514C38">
              <w:t xml:space="preserve">Studie proveditelnosti a Ceny za zpracování </w:t>
            </w:r>
            <w:r w:rsidRPr="00B6039C">
              <w:t>Záměru projektu</w:t>
            </w:r>
          </w:p>
        </w:tc>
      </w:tr>
      <w:tr w:rsidR="006A157D" w:rsidRPr="00E065B7" w14:paraId="3822A906" w14:textId="77777777" w:rsidTr="00600B1D">
        <w:tc>
          <w:tcPr>
            <w:tcW w:w="1758" w:type="dxa"/>
            <w:shd w:val="clear" w:color="auto" w:fill="auto"/>
          </w:tcPr>
          <w:p w14:paraId="27BA63A6" w14:textId="77777777" w:rsidR="006A157D" w:rsidRPr="00600B1D" w:rsidRDefault="006A157D" w:rsidP="00600B1D">
            <w:pPr>
              <w:pStyle w:val="Tabulka-9"/>
              <w:rPr>
                <w:b/>
              </w:rPr>
            </w:pPr>
            <w:r w:rsidRPr="00600B1D">
              <w:rPr>
                <w:b/>
              </w:rPr>
              <w:t>Cena části Díla</w:t>
            </w:r>
          </w:p>
        </w:tc>
        <w:tc>
          <w:tcPr>
            <w:tcW w:w="0" w:type="auto"/>
            <w:shd w:val="clear" w:color="auto" w:fill="auto"/>
          </w:tcPr>
          <w:p w14:paraId="348D9F3D" w14:textId="753BF44E" w:rsidR="006A157D" w:rsidRPr="00514C38" w:rsidRDefault="006A157D" w:rsidP="008F651A">
            <w:pPr>
              <w:pStyle w:val="Textbezodsazen"/>
            </w:pPr>
            <w:r w:rsidRPr="00514C38">
              <w:t>částka, kterou je dle přílohy č. 4 Smlouvy Objednatel povinen zaplatit za Čás</w:t>
            </w:r>
            <w:r w:rsidR="008F651A">
              <w:t>t Díla předaného v rámci některého z Dílčí</w:t>
            </w:r>
            <w:r w:rsidR="00170BFC">
              <w:t>ch</w:t>
            </w:r>
            <w:r w:rsidR="008F651A">
              <w:t xml:space="preserve"> plnění</w:t>
            </w:r>
          </w:p>
        </w:tc>
      </w:tr>
      <w:tr w:rsidR="006A157D" w:rsidRPr="00E065B7" w14:paraId="093EBFB8" w14:textId="77777777" w:rsidTr="00600B1D">
        <w:tc>
          <w:tcPr>
            <w:tcW w:w="1758" w:type="dxa"/>
            <w:shd w:val="clear" w:color="auto" w:fill="auto"/>
          </w:tcPr>
          <w:p w14:paraId="24BB180F" w14:textId="77777777" w:rsidR="006A157D" w:rsidRPr="00600B1D" w:rsidRDefault="006A157D" w:rsidP="00600B1D">
            <w:pPr>
              <w:pStyle w:val="Tabulka-9"/>
              <w:rPr>
                <w:b/>
              </w:rPr>
            </w:pPr>
            <w:r w:rsidRPr="00600B1D">
              <w:rPr>
                <w:b/>
              </w:rPr>
              <w:t xml:space="preserve">Část Díla </w:t>
            </w:r>
          </w:p>
        </w:tc>
        <w:tc>
          <w:tcPr>
            <w:tcW w:w="0" w:type="auto"/>
            <w:shd w:val="clear" w:color="auto" w:fill="auto"/>
          </w:tcPr>
          <w:p w14:paraId="3896B8DD" w14:textId="238C53AF" w:rsidR="006A157D" w:rsidRPr="002C6161" w:rsidRDefault="006A157D" w:rsidP="00170BFC">
            <w:pPr>
              <w:pStyle w:val="Textbezodsazen"/>
            </w:pPr>
            <w:r w:rsidRPr="00514C38">
              <w:t>plnění připadající dl</w:t>
            </w:r>
            <w:r w:rsidR="00170BFC">
              <w:t>e Harmonogramu plnění na určité</w:t>
            </w:r>
            <w:r w:rsidRPr="00514C38">
              <w:t xml:space="preserve"> Dílčí </w:t>
            </w:r>
            <w:r w:rsidR="00170BFC">
              <w:t>plnění</w:t>
            </w:r>
            <w:r w:rsidRPr="00514C38">
              <w:t>, v</w:t>
            </w:r>
            <w:r w:rsidR="00600B1D" w:rsidRPr="00B6039C">
              <w:t> </w:t>
            </w:r>
            <w:r w:rsidRPr="002C6161">
              <w:t xml:space="preserve">případě, že Dílo není rozděleno na Dílčí </w:t>
            </w:r>
            <w:r w:rsidR="00170BFC">
              <w:t>plnění</w:t>
            </w:r>
            <w:r w:rsidRPr="002C6161">
              <w:t>, tak se Částí Díla rozumí celé Dílo</w:t>
            </w:r>
          </w:p>
        </w:tc>
      </w:tr>
      <w:tr w:rsidR="006A157D" w:rsidRPr="00E065B7" w14:paraId="4F17AFD2" w14:textId="77777777" w:rsidTr="00600B1D">
        <w:tc>
          <w:tcPr>
            <w:tcW w:w="1758" w:type="dxa"/>
            <w:shd w:val="clear" w:color="auto" w:fill="auto"/>
          </w:tcPr>
          <w:p w14:paraId="474DA99E" w14:textId="77777777" w:rsidR="006A157D" w:rsidRPr="00600B1D" w:rsidRDefault="006A157D" w:rsidP="00600B1D">
            <w:pPr>
              <w:pStyle w:val="Tabulka-9"/>
              <w:rPr>
                <w:b/>
              </w:rPr>
            </w:pPr>
            <w:r w:rsidRPr="00600B1D">
              <w:rPr>
                <w:b/>
              </w:rPr>
              <w:t xml:space="preserve">Den zahájení prací </w:t>
            </w:r>
          </w:p>
        </w:tc>
        <w:tc>
          <w:tcPr>
            <w:tcW w:w="0" w:type="auto"/>
            <w:shd w:val="clear" w:color="auto" w:fill="auto"/>
          </w:tcPr>
          <w:p w14:paraId="0970FFF2" w14:textId="77777777" w:rsidR="006A157D" w:rsidRPr="00E065B7" w:rsidRDefault="006A157D" w:rsidP="00600B1D">
            <w:pPr>
              <w:pStyle w:val="Textbezodsazen"/>
            </w:pPr>
            <w:r w:rsidRPr="006A157D">
              <w:t>datum, označené v Harmonogramu plnění jako „Den zahájení prací“ nevyplývá-li ze Smlouvy jinak</w:t>
            </w:r>
          </w:p>
        </w:tc>
      </w:tr>
      <w:tr w:rsidR="006A157D" w:rsidRPr="00E065B7" w14:paraId="71EEF98B" w14:textId="77777777" w:rsidTr="00600B1D">
        <w:tc>
          <w:tcPr>
            <w:tcW w:w="1758" w:type="dxa"/>
            <w:shd w:val="clear" w:color="auto" w:fill="auto"/>
          </w:tcPr>
          <w:p w14:paraId="5AC0DB03" w14:textId="5ADA8512" w:rsidR="006A157D" w:rsidRPr="00600B1D" w:rsidRDefault="006A157D" w:rsidP="00F17E3F">
            <w:pPr>
              <w:pStyle w:val="Tabulka-9"/>
              <w:rPr>
                <w:b/>
              </w:rPr>
            </w:pPr>
            <w:r w:rsidRPr="00600B1D">
              <w:rPr>
                <w:b/>
              </w:rPr>
              <w:t xml:space="preserve">Dílčí </w:t>
            </w:r>
            <w:r w:rsidR="00F17E3F">
              <w:rPr>
                <w:b/>
              </w:rPr>
              <w:t>plnění</w:t>
            </w:r>
          </w:p>
        </w:tc>
        <w:tc>
          <w:tcPr>
            <w:tcW w:w="0" w:type="auto"/>
            <w:shd w:val="clear" w:color="auto" w:fill="auto"/>
          </w:tcPr>
          <w:p w14:paraId="339EE61F" w14:textId="77777777" w:rsidR="006A157D" w:rsidRPr="00E065B7" w:rsidRDefault="006A157D" w:rsidP="00600B1D">
            <w:pPr>
              <w:pStyle w:val="Textbezodsazen"/>
            </w:pPr>
            <w:r w:rsidRPr="006A157D">
              <w:t>časový úsek určený v Harmonogramu plnění pro poskytnutí určité Části Díla</w:t>
            </w:r>
          </w:p>
        </w:tc>
      </w:tr>
      <w:tr w:rsidR="006A157D" w:rsidRPr="00E065B7" w14:paraId="79B7E821" w14:textId="77777777" w:rsidTr="00600B1D">
        <w:tc>
          <w:tcPr>
            <w:tcW w:w="1758" w:type="dxa"/>
            <w:shd w:val="clear" w:color="auto" w:fill="auto"/>
          </w:tcPr>
          <w:p w14:paraId="77E831DE" w14:textId="77777777" w:rsidR="006A157D" w:rsidRPr="00600B1D" w:rsidRDefault="006A157D" w:rsidP="00600B1D">
            <w:pPr>
              <w:pStyle w:val="Tabulka-9"/>
              <w:rPr>
                <w:b/>
              </w:rPr>
            </w:pPr>
            <w:r w:rsidRPr="00600B1D">
              <w:rPr>
                <w:b/>
              </w:rPr>
              <w:t xml:space="preserve">Dílo </w:t>
            </w:r>
          </w:p>
        </w:tc>
        <w:tc>
          <w:tcPr>
            <w:tcW w:w="0" w:type="auto"/>
            <w:shd w:val="clear" w:color="auto" w:fill="auto"/>
          </w:tcPr>
          <w:p w14:paraId="21CE12E7" w14:textId="442DE93E" w:rsidR="006A157D" w:rsidRPr="00E065B7" w:rsidRDefault="006A157D" w:rsidP="00600B1D">
            <w:pPr>
              <w:pStyle w:val="Textbezodsazen"/>
            </w:pPr>
            <w:r w:rsidRPr="006A157D">
              <w:t xml:space="preserve">znamená plnění nebo jeho část, kterým se rozumí zpracování </w:t>
            </w:r>
            <w:r w:rsidR="00977855">
              <w:t>Studie proveditelnost</w:t>
            </w:r>
            <w:r w:rsidR="00B61CAB">
              <w:t>i, součinnost před projednáním v CK MD a zpracování</w:t>
            </w:r>
            <w:r w:rsidR="00977855">
              <w:t xml:space="preserve"> </w:t>
            </w:r>
            <w:r w:rsidRPr="006A157D">
              <w:t xml:space="preserve">Záměru projektu v souladu se Smlouvou  </w:t>
            </w:r>
          </w:p>
        </w:tc>
      </w:tr>
      <w:tr w:rsidR="006A157D" w:rsidRPr="00E065B7" w14:paraId="1B17AF0C" w14:textId="77777777" w:rsidTr="00600B1D">
        <w:tc>
          <w:tcPr>
            <w:tcW w:w="1758" w:type="dxa"/>
            <w:shd w:val="clear" w:color="auto" w:fill="auto"/>
          </w:tcPr>
          <w:p w14:paraId="1F512D61" w14:textId="77777777" w:rsidR="006A157D" w:rsidRPr="00600B1D" w:rsidRDefault="006A157D" w:rsidP="00600B1D">
            <w:pPr>
              <w:pStyle w:val="Tabulka-9"/>
              <w:rPr>
                <w:b/>
              </w:rPr>
            </w:pPr>
            <w:r w:rsidRPr="00600B1D">
              <w:rPr>
                <w:b/>
              </w:rPr>
              <w:t xml:space="preserve">Dokumentace </w:t>
            </w:r>
            <w:r w:rsidR="005D01FC" w:rsidRPr="00600B1D">
              <w:rPr>
                <w:b/>
              </w:rPr>
              <w:t>staveb</w:t>
            </w:r>
          </w:p>
        </w:tc>
        <w:tc>
          <w:tcPr>
            <w:tcW w:w="0" w:type="auto"/>
            <w:shd w:val="clear" w:color="auto" w:fill="auto"/>
          </w:tcPr>
          <w:p w14:paraId="0846B197" w14:textId="77777777" w:rsidR="006A157D" w:rsidRPr="00E065B7" w:rsidRDefault="005D01FC" w:rsidP="00600B1D">
            <w:pPr>
              <w:pStyle w:val="Textbezodsazen"/>
            </w:pPr>
            <w:r w:rsidRPr="005D01FC">
              <w:t>dokumentace, která svou povahou slouží pro zhotovení staveb ve smyslu zákona č. 183/2006 Sb., o územním plánování a</w:t>
            </w:r>
            <w:r w:rsidR="00644AAB">
              <w:t> </w:t>
            </w:r>
            <w:r w:rsidRPr="005D01FC">
              <w:t>stavebním řádu (stavební zákon), ve znění pozdějších předpisů</w:t>
            </w:r>
          </w:p>
        </w:tc>
      </w:tr>
      <w:tr w:rsidR="006A157D" w:rsidRPr="00E065B7" w14:paraId="244A1F5E" w14:textId="77777777" w:rsidTr="00600B1D">
        <w:tc>
          <w:tcPr>
            <w:tcW w:w="1758" w:type="dxa"/>
            <w:shd w:val="clear" w:color="auto" w:fill="auto"/>
          </w:tcPr>
          <w:p w14:paraId="76A313E2" w14:textId="77777777" w:rsidR="006A157D" w:rsidRPr="00600B1D" w:rsidRDefault="006A157D" w:rsidP="00600B1D">
            <w:pPr>
              <w:pStyle w:val="Tabulka-9"/>
              <w:rPr>
                <w:b/>
              </w:rPr>
            </w:pPr>
            <w:r w:rsidRPr="00600B1D">
              <w:rPr>
                <w:b/>
              </w:rPr>
              <w:t>Harmo</w:t>
            </w:r>
            <w:r w:rsidR="00B4253A" w:rsidRPr="00600B1D">
              <w:rPr>
                <w:b/>
              </w:rPr>
              <w:t xml:space="preserve">nogram </w:t>
            </w:r>
            <w:r w:rsidR="005D01FC" w:rsidRPr="00600B1D">
              <w:rPr>
                <w:b/>
              </w:rPr>
              <w:t>plnění</w:t>
            </w:r>
          </w:p>
        </w:tc>
        <w:tc>
          <w:tcPr>
            <w:tcW w:w="0" w:type="auto"/>
            <w:shd w:val="clear" w:color="auto" w:fill="auto"/>
          </w:tcPr>
          <w:p w14:paraId="693EAB9A" w14:textId="27DE8F47" w:rsidR="006A157D" w:rsidRPr="00E065B7" w:rsidRDefault="005D01FC" w:rsidP="00F17E3F">
            <w:pPr>
              <w:pStyle w:val="Textbezodsazen"/>
            </w:pPr>
            <w:r w:rsidRPr="005D01FC">
              <w:t xml:space="preserve">představuje </w:t>
            </w:r>
            <w:r w:rsidR="00001E84">
              <w:t>popis</w:t>
            </w:r>
            <w:r w:rsidRPr="005D01FC">
              <w:t xml:space="preserve"> předpokládaného postupu provádění Díla, skládající se z jednotlivých Dílčích </w:t>
            </w:r>
            <w:r w:rsidR="00F17E3F">
              <w:t>plnění</w:t>
            </w:r>
            <w:r w:rsidRPr="005D01FC">
              <w:t xml:space="preserve"> a</w:t>
            </w:r>
            <w:r w:rsidR="00644AAB">
              <w:t> </w:t>
            </w:r>
            <w:r w:rsidRPr="005D01FC">
              <w:t>přiložený ke Smlouvě jako příloha č. 5</w:t>
            </w:r>
          </w:p>
        </w:tc>
      </w:tr>
      <w:tr w:rsidR="006A157D" w:rsidRPr="00E065B7" w14:paraId="0D3535D1" w14:textId="77777777" w:rsidTr="00600B1D">
        <w:tc>
          <w:tcPr>
            <w:tcW w:w="1758" w:type="dxa"/>
            <w:shd w:val="clear" w:color="auto" w:fill="auto"/>
          </w:tcPr>
          <w:p w14:paraId="4AA22C9E" w14:textId="77777777" w:rsidR="006A157D" w:rsidRPr="00600B1D" w:rsidRDefault="00B4253A" w:rsidP="00600B1D">
            <w:pPr>
              <w:pStyle w:val="Tabulka-9"/>
              <w:rPr>
                <w:b/>
              </w:rPr>
            </w:pPr>
            <w:r w:rsidRPr="00600B1D">
              <w:rPr>
                <w:b/>
              </w:rPr>
              <w:t>Interní předpisy Objednatele</w:t>
            </w:r>
          </w:p>
        </w:tc>
        <w:tc>
          <w:tcPr>
            <w:tcW w:w="0" w:type="auto"/>
            <w:shd w:val="clear" w:color="auto" w:fill="auto"/>
          </w:tcPr>
          <w:p w14:paraId="4A969093" w14:textId="77777777" w:rsidR="006A157D" w:rsidRPr="00E065B7" w:rsidRDefault="006A157D" w:rsidP="00600B1D">
            <w:pPr>
              <w:pStyle w:val="Textbezodsazen"/>
            </w:pPr>
            <w:r w:rsidRPr="00E065B7">
              <w:t>interní předpisy Objednatele, které jsou uvedeny</w:t>
            </w:r>
            <w:r>
              <w:t xml:space="preserve"> v </w:t>
            </w:r>
            <w:r w:rsidRPr="00E065B7">
              <w:t>Seznamu Interních předpisů Objednatele nebo se kterými byl Zhotovitel prokazatelně seznámen nebo se kterými měl Zhotovitel povinnost se seznámit</w:t>
            </w:r>
          </w:p>
        </w:tc>
      </w:tr>
      <w:tr w:rsidR="005D01FC" w:rsidRPr="00E065B7" w14:paraId="6DF8BE2D" w14:textId="77777777" w:rsidTr="00600B1D">
        <w:tc>
          <w:tcPr>
            <w:tcW w:w="1758" w:type="dxa"/>
            <w:shd w:val="clear" w:color="auto" w:fill="auto"/>
          </w:tcPr>
          <w:p w14:paraId="4D5E414E" w14:textId="77777777" w:rsidR="005D01FC" w:rsidRPr="00600B1D" w:rsidRDefault="005D01FC" w:rsidP="00600B1D">
            <w:pPr>
              <w:pStyle w:val="Tabulka-9"/>
              <w:rPr>
                <w:b/>
              </w:rPr>
            </w:pPr>
            <w:r w:rsidRPr="00600B1D">
              <w:rPr>
                <w:b/>
              </w:rPr>
              <w:t>Nabídka Zhotovitele</w:t>
            </w:r>
          </w:p>
        </w:tc>
        <w:tc>
          <w:tcPr>
            <w:tcW w:w="0" w:type="auto"/>
            <w:shd w:val="clear" w:color="auto" w:fill="auto"/>
          </w:tcPr>
          <w:p w14:paraId="33FC37E3" w14:textId="77777777" w:rsidR="005D01FC" w:rsidRPr="005D01FC" w:rsidRDefault="005D01FC" w:rsidP="00600B1D">
            <w:pPr>
              <w:pStyle w:val="Textbezodsazen"/>
              <w:rPr>
                <w:b/>
              </w:rPr>
            </w:pPr>
            <w:r w:rsidRPr="005D01FC">
              <w:t>nabídka Zhotovitele jako účastníka v zadávacím řízení na Veřejnou zakázku</w:t>
            </w:r>
          </w:p>
        </w:tc>
      </w:tr>
      <w:tr w:rsidR="005D01FC" w:rsidRPr="00E065B7" w14:paraId="7F2F00CB" w14:textId="77777777" w:rsidTr="00600B1D">
        <w:tc>
          <w:tcPr>
            <w:tcW w:w="1758" w:type="dxa"/>
            <w:shd w:val="clear" w:color="auto" w:fill="auto"/>
          </w:tcPr>
          <w:p w14:paraId="7AA4C5D2" w14:textId="77777777" w:rsidR="005D01FC" w:rsidRPr="00600B1D" w:rsidRDefault="005D01FC" w:rsidP="00600B1D">
            <w:pPr>
              <w:pStyle w:val="Tabulka-9"/>
              <w:rPr>
                <w:b/>
              </w:rPr>
            </w:pPr>
            <w:r w:rsidRPr="00600B1D">
              <w:rPr>
                <w:b/>
              </w:rPr>
              <w:t>Obchodní podmínky</w:t>
            </w:r>
          </w:p>
        </w:tc>
        <w:tc>
          <w:tcPr>
            <w:tcW w:w="0" w:type="auto"/>
            <w:shd w:val="clear" w:color="auto" w:fill="auto"/>
          </w:tcPr>
          <w:p w14:paraId="1E4604B3" w14:textId="77777777" w:rsidR="005D01FC" w:rsidRPr="005D01FC" w:rsidRDefault="005D01FC" w:rsidP="00600B1D">
            <w:pPr>
              <w:pStyle w:val="Textbezodsazen"/>
            </w:pPr>
            <w:r w:rsidRPr="005D01FC">
              <w:t>tento dokument, tvořící přílohu č. 2 Smlouvy</w:t>
            </w:r>
          </w:p>
        </w:tc>
      </w:tr>
      <w:tr w:rsidR="005D01FC" w:rsidRPr="00E065B7" w14:paraId="1F2FF8E5" w14:textId="77777777" w:rsidTr="00600B1D">
        <w:tc>
          <w:tcPr>
            <w:tcW w:w="1758" w:type="dxa"/>
            <w:shd w:val="clear" w:color="auto" w:fill="auto"/>
          </w:tcPr>
          <w:p w14:paraId="493E6DAC" w14:textId="77777777" w:rsidR="005D01FC" w:rsidRPr="00600B1D" w:rsidRDefault="005D01FC" w:rsidP="00600B1D">
            <w:pPr>
              <w:pStyle w:val="Tabulka-9"/>
              <w:rPr>
                <w:b/>
              </w:rPr>
            </w:pPr>
            <w:r w:rsidRPr="00600B1D">
              <w:rPr>
                <w:b/>
              </w:rPr>
              <w:t>Objednatel</w:t>
            </w:r>
          </w:p>
        </w:tc>
        <w:tc>
          <w:tcPr>
            <w:tcW w:w="0" w:type="auto"/>
            <w:shd w:val="clear" w:color="auto" w:fill="auto"/>
          </w:tcPr>
          <w:p w14:paraId="7B02381F" w14:textId="77777777" w:rsidR="005D01FC" w:rsidRPr="005D01FC" w:rsidRDefault="005D01FC" w:rsidP="00600B1D">
            <w:pPr>
              <w:pStyle w:val="Textbezodsazen"/>
            </w:pPr>
            <w:r w:rsidRPr="005D01FC">
              <w:t>smluvní strana, označená ve Smlouvě jako „Objednatel“</w:t>
            </w:r>
          </w:p>
        </w:tc>
      </w:tr>
      <w:tr w:rsidR="005D01FC" w:rsidRPr="00E065B7" w14:paraId="0094DE57" w14:textId="77777777" w:rsidTr="00600B1D">
        <w:tc>
          <w:tcPr>
            <w:tcW w:w="1758" w:type="dxa"/>
            <w:shd w:val="clear" w:color="auto" w:fill="auto"/>
          </w:tcPr>
          <w:p w14:paraId="0E6C37F2" w14:textId="77777777" w:rsidR="005D01FC" w:rsidRPr="00600B1D" w:rsidRDefault="005D01FC" w:rsidP="00600B1D">
            <w:pPr>
              <w:pStyle w:val="Tabulka-9"/>
              <w:rPr>
                <w:b/>
              </w:rPr>
            </w:pPr>
            <w:r w:rsidRPr="00600B1D">
              <w:rPr>
                <w:b/>
              </w:rPr>
              <w:t>Podrobný harmonogram</w:t>
            </w:r>
          </w:p>
        </w:tc>
        <w:tc>
          <w:tcPr>
            <w:tcW w:w="0" w:type="auto"/>
            <w:shd w:val="clear" w:color="auto" w:fill="auto"/>
          </w:tcPr>
          <w:p w14:paraId="68AAEEB7" w14:textId="77777777" w:rsidR="005D01FC" w:rsidRPr="005D01FC" w:rsidRDefault="005D01FC" w:rsidP="00600B1D">
            <w:pPr>
              <w:pStyle w:val="Textbezodsazen"/>
            </w:pPr>
            <w:r w:rsidRPr="00A6528D">
              <w:t>dokument blíže specifikující Harmonogram plnění pořízený dle postupu a v rozsahu dle odst. 3.8 Obchodních podmínek</w:t>
            </w:r>
          </w:p>
        </w:tc>
      </w:tr>
      <w:tr w:rsidR="00644AAB" w:rsidRPr="00E065B7" w14:paraId="01648125" w14:textId="77777777" w:rsidTr="00600B1D">
        <w:tc>
          <w:tcPr>
            <w:tcW w:w="1758" w:type="dxa"/>
            <w:shd w:val="clear" w:color="auto" w:fill="auto"/>
          </w:tcPr>
          <w:p w14:paraId="17BCC962" w14:textId="77777777" w:rsidR="00644AAB" w:rsidRPr="00600B1D" w:rsidRDefault="00644AAB" w:rsidP="00600B1D">
            <w:pPr>
              <w:pStyle w:val="Tabulka-9"/>
              <w:rPr>
                <w:b/>
              </w:rPr>
            </w:pPr>
            <w:r w:rsidRPr="00600B1D">
              <w:rPr>
                <w:b/>
              </w:rPr>
              <w:t>Záměr projektu</w:t>
            </w:r>
          </w:p>
        </w:tc>
        <w:tc>
          <w:tcPr>
            <w:tcW w:w="0" w:type="auto"/>
            <w:shd w:val="clear" w:color="auto" w:fill="auto"/>
          </w:tcPr>
          <w:p w14:paraId="408675DD" w14:textId="77777777" w:rsidR="00644AAB" w:rsidRPr="00644AAB" w:rsidRDefault="00644AAB" w:rsidP="00600B1D">
            <w:pPr>
              <w:pStyle w:val="Textbezodsazen"/>
            </w:pPr>
            <w:r w:rsidRPr="00644AAB">
              <w:t>dokumentace zpracovaná dle Směrnice MD č. V-2/2012 v</w:t>
            </w:r>
            <w:r>
              <w:t> </w:t>
            </w:r>
            <w:r w:rsidRPr="00644AAB">
              <w:t>platném znění, která věcně a funkčně vymezuje požadavky na přípravu a</w:t>
            </w:r>
            <w:r w:rsidR="00600B1D">
              <w:t> </w:t>
            </w:r>
            <w:r w:rsidRPr="00644AAB">
              <w:t>realizaci akce v podrobnostech nezbytných pro posouzení a vydání stanoviska MD</w:t>
            </w:r>
          </w:p>
        </w:tc>
      </w:tr>
      <w:tr w:rsidR="00644AAB" w:rsidRPr="00E065B7" w14:paraId="120A2A6D" w14:textId="77777777" w:rsidTr="00600B1D">
        <w:tc>
          <w:tcPr>
            <w:tcW w:w="1758" w:type="dxa"/>
            <w:shd w:val="clear" w:color="auto" w:fill="auto"/>
          </w:tcPr>
          <w:p w14:paraId="07BB2476" w14:textId="77777777" w:rsidR="00644AAB" w:rsidRPr="00600B1D" w:rsidRDefault="00644AAB" w:rsidP="00600B1D">
            <w:pPr>
              <w:pStyle w:val="Tabulka-9"/>
              <w:keepNext/>
              <w:rPr>
                <w:b/>
              </w:rPr>
            </w:pPr>
            <w:r w:rsidRPr="00600B1D">
              <w:rPr>
                <w:b/>
              </w:rPr>
              <w:t>Protokol o</w:t>
            </w:r>
            <w:r w:rsidR="00600B1D">
              <w:rPr>
                <w:b/>
              </w:rPr>
              <w:t> </w:t>
            </w:r>
            <w:r w:rsidRPr="00600B1D">
              <w:rPr>
                <w:b/>
              </w:rPr>
              <w:t>provedení Díla</w:t>
            </w:r>
          </w:p>
        </w:tc>
        <w:tc>
          <w:tcPr>
            <w:tcW w:w="0" w:type="auto"/>
            <w:shd w:val="clear" w:color="auto" w:fill="auto"/>
          </w:tcPr>
          <w:p w14:paraId="3172894D" w14:textId="77777777" w:rsidR="00644AAB" w:rsidRPr="00644AAB" w:rsidRDefault="00644AAB" w:rsidP="00600B1D">
            <w:pPr>
              <w:pStyle w:val="Textbezodsazen"/>
            </w:pPr>
            <w:r w:rsidRPr="00644AAB">
              <w:t>písemný dokument prokazující předání Díla Zhotovitelem a</w:t>
            </w:r>
            <w:r>
              <w:t> </w:t>
            </w:r>
            <w:r w:rsidRPr="00644AAB">
              <w:t>převzetí Objednatelem</w:t>
            </w:r>
          </w:p>
        </w:tc>
      </w:tr>
      <w:tr w:rsidR="00644AAB" w:rsidRPr="00E065B7" w14:paraId="0A9B4407" w14:textId="77777777" w:rsidTr="00600B1D">
        <w:tc>
          <w:tcPr>
            <w:tcW w:w="1758" w:type="dxa"/>
            <w:shd w:val="clear" w:color="auto" w:fill="auto"/>
          </w:tcPr>
          <w:p w14:paraId="2B0A5275" w14:textId="77777777" w:rsidR="00644AAB" w:rsidRPr="00600B1D" w:rsidRDefault="00644AAB" w:rsidP="00600B1D">
            <w:pPr>
              <w:pStyle w:val="Tabulka-9"/>
              <w:rPr>
                <w:b/>
              </w:rPr>
            </w:pPr>
            <w:r w:rsidRPr="00600B1D">
              <w:rPr>
                <w:b/>
              </w:rPr>
              <w:t>Předávací protokol</w:t>
            </w:r>
          </w:p>
        </w:tc>
        <w:tc>
          <w:tcPr>
            <w:tcW w:w="0" w:type="auto"/>
            <w:shd w:val="clear" w:color="auto" w:fill="auto"/>
          </w:tcPr>
          <w:p w14:paraId="460A0CD6" w14:textId="7FC182B9" w:rsidR="00644AAB" w:rsidRPr="00644AAB" w:rsidRDefault="00644AAB" w:rsidP="00F17E3F">
            <w:pPr>
              <w:pStyle w:val="Textbezodsazen"/>
            </w:pPr>
            <w:r w:rsidRPr="00644AAB">
              <w:t>písemný doklad vydaný v souladu se Smlouvou, prokazující že Zhotovitel předložil a Objednatel převzal veškeré plnění, připadající na jedn</w:t>
            </w:r>
            <w:r w:rsidR="00F17E3F">
              <w:t>o</w:t>
            </w:r>
            <w:r w:rsidRPr="00644AAB">
              <w:t xml:space="preserve"> Dílčí </w:t>
            </w:r>
            <w:r w:rsidR="00F17E3F">
              <w:t>plnění</w:t>
            </w:r>
            <w:r w:rsidRPr="00644AAB">
              <w:t xml:space="preserve"> jako příslušnou Část Díla</w:t>
            </w:r>
          </w:p>
        </w:tc>
      </w:tr>
      <w:tr w:rsidR="00644AAB" w:rsidRPr="00E065B7" w14:paraId="4324F2EF" w14:textId="77777777" w:rsidTr="00600B1D">
        <w:tc>
          <w:tcPr>
            <w:tcW w:w="1758" w:type="dxa"/>
            <w:shd w:val="clear" w:color="auto" w:fill="auto"/>
          </w:tcPr>
          <w:p w14:paraId="018D66E9" w14:textId="77777777" w:rsidR="00644AAB" w:rsidRPr="00600B1D" w:rsidRDefault="00644AAB" w:rsidP="00600B1D">
            <w:pPr>
              <w:pStyle w:val="Tabulka-9"/>
              <w:rPr>
                <w:b/>
              </w:rPr>
            </w:pPr>
            <w:r w:rsidRPr="00600B1D">
              <w:rPr>
                <w:b/>
              </w:rPr>
              <w:t>Smlouva</w:t>
            </w:r>
          </w:p>
        </w:tc>
        <w:tc>
          <w:tcPr>
            <w:tcW w:w="0" w:type="auto"/>
            <w:shd w:val="clear" w:color="auto" w:fill="auto"/>
          </w:tcPr>
          <w:p w14:paraId="28B1AC1F" w14:textId="77777777" w:rsidR="00644AAB" w:rsidRPr="00644AAB" w:rsidRDefault="00644AAB" w:rsidP="00600B1D">
            <w:pPr>
              <w:pStyle w:val="Textbezodsazen"/>
            </w:pPr>
            <w:r w:rsidRPr="00644AAB">
              <w:t xml:space="preserve">smlouva o dílo, uzavřená mezi Zhotovitelem a Objednatelem, jejíž </w:t>
            </w:r>
            <w:r w:rsidRPr="00644AAB">
              <w:lastRenderedPageBreak/>
              <w:t>součástí jsou tyto Obchodní podmínky</w:t>
            </w:r>
          </w:p>
        </w:tc>
      </w:tr>
      <w:tr w:rsidR="00644AAB" w:rsidRPr="00E065B7" w14:paraId="703C3B28" w14:textId="77777777" w:rsidTr="00600B1D">
        <w:tc>
          <w:tcPr>
            <w:tcW w:w="1758" w:type="dxa"/>
            <w:shd w:val="clear" w:color="auto" w:fill="auto"/>
          </w:tcPr>
          <w:p w14:paraId="7B889FB6" w14:textId="77777777" w:rsidR="00644AAB" w:rsidRPr="00600B1D" w:rsidRDefault="00644AAB" w:rsidP="00600B1D">
            <w:pPr>
              <w:pStyle w:val="Tabulka-9"/>
              <w:rPr>
                <w:b/>
              </w:rPr>
            </w:pPr>
            <w:r w:rsidRPr="00600B1D">
              <w:rPr>
                <w:b/>
              </w:rPr>
              <w:lastRenderedPageBreak/>
              <w:t>Stát</w:t>
            </w:r>
          </w:p>
        </w:tc>
        <w:tc>
          <w:tcPr>
            <w:tcW w:w="0" w:type="auto"/>
            <w:shd w:val="clear" w:color="auto" w:fill="auto"/>
          </w:tcPr>
          <w:p w14:paraId="43640C64" w14:textId="77777777" w:rsidR="00644AAB" w:rsidRPr="00644AAB" w:rsidRDefault="00644AAB" w:rsidP="00600B1D">
            <w:pPr>
              <w:pStyle w:val="Textbezodsazen"/>
            </w:pPr>
            <w:r w:rsidRPr="00644AAB">
              <w:t>Česká republika</w:t>
            </w:r>
          </w:p>
        </w:tc>
      </w:tr>
      <w:tr w:rsidR="00514C38" w:rsidRPr="00E065B7" w14:paraId="74AFF810" w14:textId="77777777" w:rsidTr="00514C38">
        <w:trPr>
          <w:trHeight w:val="1904"/>
        </w:trPr>
        <w:tc>
          <w:tcPr>
            <w:tcW w:w="1758" w:type="dxa"/>
            <w:shd w:val="clear" w:color="auto" w:fill="auto"/>
          </w:tcPr>
          <w:p w14:paraId="51B65DC6" w14:textId="77777777" w:rsidR="00514C38" w:rsidRDefault="00514C38" w:rsidP="00600B1D">
            <w:pPr>
              <w:pStyle w:val="Tabulka-9"/>
              <w:rPr>
                <w:b/>
              </w:rPr>
            </w:pPr>
            <w:r>
              <w:rPr>
                <w:b/>
              </w:rPr>
              <w:t>Studie proveditelnosti</w:t>
            </w:r>
          </w:p>
          <w:p w14:paraId="5C3852AA" w14:textId="357C003A" w:rsidR="00514C38" w:rsidRPr="00600B1D" w:rsidRDefault="00514C38" w:rsidP="00600B1D">
            <w:pPr>
              <w:pStyle w:val="Tabulka-9"/>
              <w:rPr>
                <w:b/>
              </w:rPr>
            </w:pPr>
          </w:p>
        </w:tc>
        <w:tc>
          <w:tcPr>
            <w:tcW w:w="0" w:type="auto"/>
            <w:shd w:val="clear" w:color="auto" w:fill="auto"/>
          </w:tcPr>
          <w:p w14:paraId="547A58DD" w14:textId="48F18601" w:rsidR="00514C38" w:rsidRPr="00644AAB" w:rsidRDefault="00514C38" w:rsidP="00514C38">
            <w:pPr>
              <w:pStyle w:val="Textbezodsazen"/>
            </w:pPr>
            <w:r>
              <w:t xml:space="preserve">je komplexní studie </w:t>
            </w:r>
            <w:r w:rsidRPr="00644AAB">
              <w:t>zpracovaná dle Směrnice MD č. V-2/2012 v</w:t>
            </w:r>
            <w:r>
              <w:t> </w:t>
            </w:r>
            <w:r w:rsidRPr="00644AAB">
              <w:t>platném znění</w:t>
            </w:r>
            <w:r>
              <w:t xml:space="preserve">, která slouží k posouzení reálnosti a proveditelnosti projektu jak po stránce technické a finanční, tak i po stránce marketingové, provozní a personální, ke zhodnocení efektivnosti využití předpokládaných finančních prostředků včetně hodnocení ekonomické efektivnosti, o ověření smysluplnosti projektu pro společnost, k posouzení možných variant projektu a k nalezení vhodné varianty či variant k realizaci. </w:t>
            </w:r>
          </w:p>
        </w:tc>
      </w:tr>
      <w:tr w:rsidR="00514C38" w:rsidRPr="00E065B7" w14:paraId="3447B57C" w14:textId="77777777" w:rsidTr="00514C38">
        <w:trPr>
          <w:trHeight w:val="572"/>
        </w:trPr>
        <w:tc>
          <w:tcPr>
            <w:tcW w:w="1758" w:type="dxa"/>
            <w:shd w:val="clear" w:color="auto" w:fill="auto"/>
          </w:tcPr>
          <w:p w14:paraId="6D99F5D7" w14:textId="293FD893" w:rsidR="00514C38" w:rsidRDefault="00514C38" w:rsidP="00600B1D">
            <w:pPr>
              <w:pStyle w:val="Tabulka-9"/>
              <w:rPr>
                <w:b/>
              </w:rPr>
            </w:pPr>
            <w:r w:rsidRPr="00600B1D">
              <w:rPr>
                <w:b/>
              </w:rPr>
              <w:t>Poddodavatel</w:t>
            </w:r>
          </w:p>
        </w:tc>
        <w:tc>
          <w:tcPr>
            <w:tcW w:w="0" w:type="auto"/>
            <w:shd w:val="clear" w:color="auto" w:fill="auto"/>
          </w:tcPr>
          <w:p w14:paraId="46793DE1" w14:textId="5119B1F5" w:rsidR="00514C38" w:rsidRDefault="00514C38" w:rsidP="00600B1D">
            <w:pPr>
              <w:pStyle w:val="Textbezodsazen"/>
            </w:pPr>
            <w:r w:rsidRPr="00644AAB">
              <w:t>dodavatel, který provádí část plnění Smlouvy namísto Zhotovitele, a to v rozsahu uvedeném v příloze č. 8 Smlouvy</w:t>
            </w:r>
          </w:p>
        </w:tc>
      </w:tr>
      <w:tr w:rsidR="00514C38" w:rsidRPr="00E065B7" w14:paraId="42D199B0" w14:textId="77777777" w:rsidTr="00514C38">
        <w:trPr>
          <w:trHeight w:val="396"/>
        </w:trPr>
        <w:tc>
          <w:tcPr>
            <w:tcW w:w="1758" w:type="dxa"/>
            <w:shd w:val="clear" w:color="auto" w:fill="auto"/>
          </w:tcPr>
          <w:p w14:paraId="504315FE" w14:textId="08B80E54" w:rsidR="00514C38" w:rsidRPr="00600B1D" w:rsidRDefault="00514C38" w:rsidP="00600B1D">
            <w:pPr>
              <w:pStyle w:val="Tabulka-9"/>
              <w:rPr>
                <w:b/>
              </w:rPr>
            </w:pPr>
            <w:r w:rsidRPr="00514C38">
              <w:rPr>
                <w:b/>
              </w:rPr>
              <w:t>SŽDC</w:t>
            </w:r>
          </w:p>
        </w:tc>
        <w:tc>
          <w:tcPr>
            <w:tcW w:w="0" w:type="auto"/>
            <w:shd w:val="clear" w:color="auto" w:fill="auto"/>
          </w:tcPr>
          <w:p w14:paraId="38AF941B" w14:textId="1D55AEFE" w:rsidR="00514C38" w:rsidRPr="00644AAB" w:rsidRDefault="00514C38" w:rsidP="00600B1D">
            <w:pPr>
              <w:pStyle w:val="Textbezodsazen"/>
            </w:pPr>
            <w:r w:rsidRPr="00514C38">
              <w:t>zkratka názvu Objednatele před 1. 1. 2020</w:t>
            </w:r>
          </w:p>
        </w:tc>
      </w:tr>
      <w:tr w:rsidR="00514C38" w:rsidRPr="00E065B7" w14:paraId="7CED2C4B" w14:textId="77777777" w:rsidTr="00514C38">
        <w:trPr>
          <w:trHeight w:val="417"/>
        </w:trPr>
        <w:tc>
          <w:tcPr>
            <w:tcW w:w="1758" w:type="dxa"/>
            <w:shd w:val="clear" w:color="auto" w:fill="auto"/>
          </w:tcPr>
          <w:p w14:paraId="6592A59D" w14:textId="612A590C" w:rsidR="00514C38" w:rsidRPr="00600B1D" w:rsidRDefault="00B6039C" w:rsidP="00600B1D">
            <w:pPr>
              <w:pStyle w:val="Tabulka-9"/>
              <w:rPr>
                <w:b/>
              </w:rPr>
            </w:pPr>
            <w:r w:rsidRPr="00B6039C">
              <w:rPr>
                <w:b/>
              </w:rPr>
              <w:t>Technické podmínky</w:t>
            </w:r>
          </w:p>
        </w:tc>
        <w:tc>
          <w:tcPr>
            <w:tcW w:w="0" w:type="auto"/>
            <w:shd w:val="clear" w:color="auto" w:fill="auto"/>
          </w:tcPr>
          <w:p w14:paraId="45E8540C" w14:textId="17092AB9" w:rsidR="00514C38" w:rsidRPr="00644AAB" w:rsidRDefault="00B6039C" w:rsidP="00600B1D">
            <w:pPr>
              <w:pStyle w:val="Textbezodsazen"/>
            </w:pPr>
            <w:r w:rsidRPr="00B6039C">
              <w:t>souhrn dokumentů, tvořících přílohu č. 3 Smlouvy</w:t>
            </w:r>
          </w:p>
        </w:tc>
      </w:tr>
      <w:tr w:rsidR="00514C38" w:rsidRPr="00E065B7" w14:paraId="0F175F7C" w14:textId="77777777" w:rsidTr="00514C38">
        <w:trPr>
          <w:trHeight w:val="280"/>
        </w:trPr>
        <w:tc>
          <w:tcPr>
            <w:tcW w:w="1758" w:type="dxa"/>
            <w:shd w:val="clear" w:color="auto" w:fill="auto"/>
          </w:tcPr>
          <w:p w14:paraId="7C267FB4" w14:textId="7105501A" w:rsidR="00514C38" w:rsidRPr="00600B1D" w:rsidRDefault="00B6039C" w:rsidP="00600B1D">
            <w:pPr>
              <w:pStyle w:val="Tabulka-9"/>
              <w:rPr>
                <w:b/>
              </w:rPr>
            </w:pPr>
            <w:r w:rsidRPr="00B6039C">
              <w:rPr>
                <w:b/>
              </w:rPr>
              <w:t>Veřejná zakázka</w:t>
            </w:r>
          </w:p>
        </w:tc>
        <w:tc>
          <w:tcPr>
            <w:tcW w:w="0" w:type="auto"/>
            <w:shd w:val="clear" w:color="auto" w:fill="auto"/>
          </w:tcPr>
          <w:p w14:paraId="6BFE1FD0" w14:textId="2FACB0B5" w:rsidR="00514C38" w:rsidRPr="00644AAB" w:rsidRDefault="00B6039C" w:rsidP="00600B1D">
            <w:pPr>
              <w:pStyle w:val="Textbezodsazen"/>
            </w:pPr>
            <w:r w:rsidRPr="00B6039C">
              <w:t>veřejná zakázka, označená ve Smlouvě jako „Veřejná zakázka“</w:t>
            </w:r>
          </w:p>
        </w:tc>
      </w:tr>
      <w:tr w:rsidR="00514C38" w:rsidRPr="00E065B7" w14:paraId="6F4E40FE" w14:textId="77777777" w:rsidTr="00514C38">
        <w:trPr>
          <w:trHeight w:val="342"/>
        </w:trPr>
        <w:tc>
          <w:tcPr>
            <w:tcW w:w="1758" w:type="dxa"/>
            <w:shd w:val="clear" w:color="auto" w:fill="auto"/>
          </w:tcPr>
          <w:p w14:paraId="1EE410F7" w14:textId="785C293E" w:rsidR="00514C38" w:rsidRPr="00600B1D" w:rsidRDefault="00B6039C" w:rsidP="00600B1D">
            <w:pPr>
              <w:pStyle w:val="Tabulka-9"/>
              <w:rPr>
                <w:b/>
              </w:rPr>
            </w:pPr>
            <w:r w:rsidRPr="00B6039C">
              <w:rPr>
                <w:b/>
              </w:rPr>
              <w:t>Zadávací dokumentace</w:t>
            </w:r>
          </w:p>
        </w:tc>
        <w:tc>
          <w:tcPr>
            <w:tcW w:w="0" w:type="auto"/>
            <w:shd w:val="clear" w:color="auto" w:fill="auto"/>
          </w:tcPr>
          <w:p w14:paraId="2E6B8EB3" w14:textId="61E187B7" w:rsidR="00514C38" w:rsidRPr="00644AAB" w:rsidRDefault="00B6039C" w:rsidP="00600B1D">
            <w:pPr>
              <w:pStyle w:val="Textbezodsazen"/>
            </w:pPr>
            <w:r w:rsidRPr="00B6039C">
              <w:t>dokument, označený ve Smlouvě jako „Zadávací dokumentace“</w:t>
            </w:r>
          </w:p>
        </w:tc>
      </w:tr>
      <w:tr w:rsidR="00514C38" w:rsidRPr="00E065B7" w14:paraId="53AD6F99" w14:textId="77777777" w:rsidTr="00B6039C">
        <w:trPr>
          <w:trHeight w:val="580"/>
        </w:trPr>
        <w:tc>
          <w:tcPr>
            <w:tcW w:w="1758" w:type="dxa"/>
            <w:shd w:val="clear" w:color="auto" w:fill="auto"/>
          </w:tcPr>
          <w:p w14:paraId="3323DFF4" w14:textId="37DFFBF8" w:rsidR="00514C38" w:rsidRPr="00600B1D" w:rsidRDefault="00B6039C" w:rsidP="00600B1D">
            <w:pPr>
              <w:pStyle w:val="Tabulka-9"/>
              <w:rPr>
                <w:b/>
              </w:rPr>
            </w:pPr>
            <w:r w:rsidRPr="00B6039C">
              <w:rPr>
                <w:b/>
              </w:rPr>
              <w:t>Zhotovitel</w:t>
            </w:r>
          </w:p>
        </w:tc>
        <w:tc>
          <w:tcPr>
            <w:tcW w:w="0" w:type="auto"/>
            <w:shd w:val="clear" w:color="auto" w:fill="auto"/>
          </w:tcPr>
          <w:p w14:paraId="02536099" w14:textId="4FADEC24" w:rsidR="00514C38" w:rsidRPr="00644AAB" w:rsidRDefault="00B6039C" w:rsidP="00600B1D">
            <w:pPr>
              <w:pStyle w:val="Textbezodsazen"/>
            </w:pPr>
            <w:r w:rsidRPr="00B6039C">
              <w:t>smluvní strana, označenou ve Smlouvě jako „Zhotovitel“</w:t>
            </w:r>
          </w:p>
        </w:tc>
      </w:tr>
    </w:tbl>
    <w:p w14:paraId="489EA510" w14:textId="77777777" w:rsidR="00644AAB" w:rsidRPr="00644AAB" w:rsidRDefault="00644AAB" w:rsidP="00600B1D">
      <w:pPr>
        <w:pStyle w:val="Nadpis1-1"/>
      </w:pPr>
      <w:bookmarkStart w:id="6" w:name="_Toc47335756"/>
      <w:r w:rsidRPr="00644AAB">
        <w:t xml:space="preserve">VŠEOBECNÉ </w:t>
      </w:r>
      <w:r w:rsidRPr="00600B1D">
        <w:t>POVINNOSTI</w:t>
      </w:r>
      <w:r w:rsidRPr="00644AAB">
        <w:t xml:space="preserve"> ZHOTOVITELE</w:t>
      </w:r>
      <w:bookmarkEnd w:id="6"/>
    </w:p>
    <w:p w14:paraId="092F2EDB" w14:textId="77777777" w:rsidR="00644AAB" w:rsidRPr="00644AAB" w:rsidRDefault="00644AAB" w:rsidP="00600B1D">
      <w:pPr>
        <w:pStyle w:val="Text1-1"/>
      </w:pPr>
      <w:r w:rsidRPr="00644AAB">
        <w:t xml:space="preserve">Zhotovitel se </w:t>
      </w:r>
      <w:r w:rsidRPr="00600B1D">
        <w:t>zavazuje</w:t>
      </w:r>
      <w:r w:rsidRPr="00644AAB">
        <w:t xml:space="preserve"> provést Dílo:</w:t>
      </w:r>
    </w:p>
    <w:p w14:paraId="72254B71" w14:textId="77777777" w:rsidR="00644AAB" w:rsidRPr="00600B1D" w:rsidRDefault="00644AAB" w:rsidP="00600B1D">
      <w:pPr>
        <w:pStyle w:val="Text1-2"/>
      </w:pPr>
      <w:r w:rsidRPr="00644AAB">
        <w:t xml:space="preserve">na </w:t>
      </w:r>
      <w:r w:rsidRPr="00600B1D">
        <w:t>svůj náklad a na své nebezpečí a ve sjednané době,</w:t>
      </w:r>
    </w:p>
    <w:p w14:paraId="1BCC1D9F" w14:textId="77777777" w:rsidR="00644AAB" w:rsidRPr="00600B1D" w:rsidRDefault="00644AAB" w:rsidP="00600B1D">
      <w:pPr>
        <w:pStyle w:val="Text1-2"/>
      </w:pPr>
      <w:r w:rsidRPr="00600B1D">
        <w:t>způsobem uvedeným ve Smlouvě, Zadávací dokumentaci a Nabídce Zhotovitele a veškerými pokyny udělenými Objednatelem na základě Smlouvy;</w:t>
      </w:r>
    </w:p>
    <w:p w14:paraId="00992213" w14:textId="77777777" w:rsidR="00644AAB" w:rsidRPr="00600B1D" w:rsidRDefault="00644AAB" w:rsidP="00600B1D">
      <w:pPr>
        <w:pStyle w:val="Text1-2"/>
      </w:pPr>
      <w:r w:rsidRPr="00600B1D">
        <w:t>v souladu s obecně závaznými právními předpisy, ČSN, ČN, EN a ostatními normami aplikovatelnými pro provedení Díla a Interními předpisy Objednatele, které se týkají předmětného Díla;</w:t>
      </w:r>
    </w:p>
    <w:p w14:paraId="0DBCE70E" w14:textId="77777777" w:rsidR="00644AAB" w:rsidRPr="00600B1D" w:rsidRDefault="00644AAB" w:rsidP="00600B1D">
      <w:pPr>
        <w:pStyle w:val="Text1-2"/>
      </w:pPr>
      <w:r w:rsidRPr="00600B1D">
        <w:t>s odbornou péčí a s přihlédnutím k povinnostem</w:t>
      </w:r>
      <w:r w:rsidR="00B570AD" w:rsidRPr="00600B1D">
        <w:t xml:space="preserve"> plynoucím Zhotoviteli z </w:t>
      </w:r>
      <w:proofErr w:type="spellStart"/>
      <w:r w:rsidR="00B570AD" w:rsidRPr="00600B1D">
        <w:t>ust</w:t>
      </w:r>
      <w:proofErr w:type="spellEnd"/>
      <w:r w:rsidR="00B570AD" w:rsidRPr="00600B1D">
        <w:t>. § </w:t>
      </w:r>
      <w:r w:rsidRPr="00600B1D">
        <w:t>5 odst. 1 občanského zákoníku ve vztahu k jeho předmětu podnikání a</w:t>
      </w:r>
      <w:r w:rsidR="00B570AD" w:rsidRPr="00600B1D">
        <w:t> </w:t>
      </w:r>
      <w:r w:rsidRPr="00600B1D">
        <w:t>kvalifikaci, jejichž splnění Objednateli dokl</w:t>
      </w:r>
      <w:r w:rsidR="00B570AD" w:rsidRPr="00600B1D">
        <w:t>ádal před uzavřením Smlouvy a</w:t>
      </w:r>
      <w:r w:rsidR="00341CFA">
        <w:t> </w:t>
      </w:r>
      <w:r w:rsidR="00B570AD" w:rsidRPr="00600B1D">
        <w:t>v </w:t>
      </w:r>
      <w:r w:rsidRPr="00600B1D">
        <w:t>souladu s uznávanou obchodní praxí v daném oboru a za pomoci vhodně vybavených zařízení;</w:t>
      </w:r>
    </w:p>
    <w:p w14:paraId="22F8C7C0" w14:textId="77777777" w:rsidR="00644AAB" w:rsidRPr="00644AAB" w:rsidRDefault="00644AAB" w:rsidP="00600B1D">
      <w:pPr>
        <w:pStyle w:val="Text1-2"/>
      </w:pPr>
      <w:r w:rsidRPr="00600B1D">
        <w:t>způsobem</w:t>
      </w:r>
      <w:r w:rsidRPr="00644AAB">
        <w:t xml:space="preserve"> umožňujícím </w:t>
      </w:r>
      <w:r w:rsidR="009A46ED">
        <w:t xml:space="preserve">v dalších stádiích přípravy záměru </w:t>
      </w:r>
      <w:r w:rsidRPr="00644AAB">
        <w:t>vydání veškerých veřejnoprá</w:t>
      </w:r>
      <w:r w:rsidR="00B570AD">
        <w:t>vních oprávnění a </w:t>
      </w:r>
      <w:r w:rsidRPr="00644AAB">
        <w:t xml:space="preserve">souhlasů nezbytných k zahájení stavebních </w:t>
      </w:r>
      <w:r w:rsidR="00B570AD">
        <w:t>prací dle dokumentů uvedených v </w:t>
      </w:r>
      <w:r w:rsidRPr="00644AAB">
        <w:t>Zadávací dokumentaci a zpracovaných v rámci provádění Díla.</w:t>
      </w:r>
    </w:p>
    <w:p w14:paraId="3D13D08D" w14:textId="77777777" w:rsidR="00644AAB" w:rsidRPr="00644AAB" w:rsidRDefault="00644AAB" w:rsidP="00E146E6">
      <w:pPr>
        <w:pStyle w:val="Text1-1"/>
      </w:pPr>
      <w:r w:rsidRPr="00644AAB">
        <w:t>Zhotovitel se zavazuje předat jednotlivé dokumenty uvedené v Zadávací dokumentaci a zpracované v rámci provádění Díla v termínech stanovených dle Harmonogramu plnění.</w:t>
      </w:r>
    </w:p>
    <w:p w14:paraId="47BD7B77" w14:textId="77777777" w:rsidR="00644AAB" w:rsidRPr="00644AAB" w:rsidRDefault="00644AAB" w:rsidP="00644AAB">
      <w:pPr>
        <w:pStyle w:val="Text1-1"/>
      </w:pPr>
      <w:r w:rsidRPr="00644AAB">
        <w:t>Zhotovitel se zavazuje respektovat změny obecně závazných právních předpisů, Interních předpisů Objednatele a norem, které se tý</w:t>
      </w:r>
      <w:r w:rsidR="00B570AD">
        <w:t>kají předmětného Díla i pokud k </w:t>
      </w:r>
      <w:r w:rsidRPr="00644AAB">
        <w:t xml:space="preserve">těmto změnám dojde během provádění Díla a tyto změny se mají vztahovat i na Dílo již prováděné. Změna interních předpisů Objednatele je pro Zhotovitele závazná okamžikem prokazatelného seznámení Zhotovitele s příslušnou změnou, přičemž Objednatel má povinnost s takovou změnou Zhotovitele neprodleně seznámit. Změna Interních předpisů Objednatele se považuje za pokyn (příkaz) Objednatele ve smyslu </w:t>
      </w:r>
      <w:proofErr w:type="spellStart"/>
      <w:r w:rsidRPr="00644AAB">
        <w:t>ust</w:t>
      </w:r>
      <w:proofErr w:type="spellEnd"/>
      <w:r w:rsidRPr="00644AAB">
        <w:t xml:space="preserve">. § 2592 občanského zákoníku a je pro Zhotovitele závazný. </w:t>
      </w:r>
    </w:p>
    <w:p w14:paraId="4B365A06" w14:textId="77777777" w:rsidR="00644AAB" w:rsidRPr="00644AAB" w:rsidRDefault="00644AAB" w:rsidP="00644AAB">
      <w:pPr>
        <w:pStyle w:val="Text1-1"/>
      </w:pPr>
      <w:r w:rsidRPr="00644AAB">
        <w:t xml:space="preserve">Zhotovitel se zavazuje předložit podrobnosti o opatřeních a metodách, které navrhuje přijmout pro realizaci Díla, kdykoli o to bude Objednatelem požádán. Bez předchozího </w:t>
      </w:r>
      <w:r w:rsidRPr="00644AAB">
        <w:lastRenderedPageBreak/>
        <w:t>oznámení Objednateli nebude provedena žádná v</w:t>
      </w:r>
      <w:r w:rsidR="00B570AD">
        <w:t>ýznamná změna těchto opatření a </w:t>
      </w:r>
      <w:r w:rsidRPr="00644AAB">
        <w:t>metod.</w:t>
      </w:r>
    </w:p>
    <w:p w14:paraId="7F287131" w14:textId="69529BDA" w:rsidR="00644AAB" w:rsidRDefault="00644AAB" w:rsidP="00644AAB">
      <w:pPr>
        <w:pStyle w:val="Text1-1"/>
      </w:pPr>
      <w:r w:rsidRPr="00644AAB">
        <w:t xml:space="preserve">Zhotovitel se zavazuje dodržovat pokyny vydané Objednatelem nebo jím pověřenou osobou v rozsahu, v jakém to plyne ze Smlouvy. Zhotovitel se zavazuje písemně upozornit Objednatele v případě, že by jakýkoliv jeho pokyn nebo obsah pro Zhotovitele závazného dokumentu byl v rozporu se Smlouvou nebo mohl ohrozit provádění Díla nebo účel, pro něž je Dílo prováděno, pokud si Zhotovitel těchto skutečností je vědom nebo pokud si jich mohl být vědom při vynaložení odborné péče. Zhotovitel není oprávněn od Smlouvy odstoupit z důvodů uvedených v </w:t>
      </w:r>
      <w:proofErr w:type="spellStart"/>
      <w:r w:rsidRPr="00644AAB">
        <w:t>ust</w:t>
      </w:r>
      <w:proofErr w:type="spellEnd"/>
      <w:r w:rsidRPr="00644AAB">
        <w:t>. § 2595 občanského zákoníku.</w:t>
      </w:r>
      <w:r w:rsidR="00C1521D">
        <w:t xml:space="preserve"> Za pokyn Objednatele se považuje i jakékoliv schválení dílčího postupu vyžadované v Technických podmínkách. V takovém případě není Zhotovitel oprávněn pokračovat v provádění prací na díle, dokud toto schválení požadované Technickými podmínkami neobdrží.</w:t>
      </w:r>
    </w:p>
    <w:p w14:paraId="4D8B5CE9" w14:textId="4CD75E27" w:rsidR="00E146E6" w:rsidRPr="00DE3A71" w:rsidRDefault="00E146E6" w:rsidP="00E146E6">
      <w:pPr>
        <w:pStyle w:val="Text1-1"/>
      </w:pPr>
      <w:bookmarkStart w:id="7" w:name="_Ref33441180"/>
      <w:r w:rsidRPr="00DE3A71">
        <w:t>Zhotovitel je povinen oznámit bez zbytečného odkladu jakékoliv zpoždění, překážku nebo opatření způsobené nebo přičitatelné Objednateli nebo třetím stranám (bez zavinění Zhotovitele), které brání řádnému pokračování nebo dokončení Díla nebo jeho části, nejpozději však do 28 dní poté, co si uvědomil nebo měl uvědomit událost nebo okolnost, ze které uplatňuje nárok. Objednatel může na návrh Zhotovitele v odůvodněných případech lhůtu pro oznámení přiměřeně prodloužit.</w:t>
      </w:r>
      <w:bookmarkEnd w:id="7"/>
      <w:r w:rsidRPr="00DE3A71">
        <w:t xml:space="preserve"> </w:t>
      </w:r>
    </w:p>
    <w:p w14:paraId="76783713" w14:textId="77777777" w:rsidR="00644AAB" w:rsidRPr="00644AAB" w:rsidRDefault="00644AAB" w:rsidP="00644AAB">
      <w:pPr>
        <w:pStyle w:val="Text1-1"/>
      </w:pPr>
      <w:r w:rsidRPr="00644AAB">
        <w:t>Zhotovitel se zavazuje na vlastní náklady zajistit si veškerá příslušná op</w:t>
      </w:r>
      <w:r w:rsidR="00B570AD">
        <w:t>rávnění k </w:t>
      </w:r>
      <w:r w:rsidRPr="00644AAB">
        <w:t xml:space="preserve">provádění veškerých prací v rámci provádění Díla jako předmětu své činnosti nebo podnikání. Zhotovitel je povinen zajistit, aby vybrané činnosti, k nimž je zapotřebí určitého oprávnění či dosaženého vzdělání byly prováděny fyzickými osobami, které mají k výkonu těchto činností veškerá požadovaná oprávnění a dosažené vzdělání. Zhotovitel musí mít i všechna ostatní oprávnění vyžadovaná pro výkon činností spojených s prováděním Díla, obecně závaznými právními předpisy, interními předpisy Objednatele nebo Smlouvou. Zhotovitel je povinen zajistit, že veškerá oprávnění vyžadovaná Smlouvou zůstanou po celou dobu účinnosti Smlouvy v platnosti. Převzetí těchto povinností Zhotovitelem považují Objednatel a Zhotovitel za prohlášení ve smyslu </w:t>
      </w:r>
      <w:proofErr w:type="spellStart"/>
      <w:r w:rsidRPr="00644AAB">
        <w:t>ust</w:t>
      </w:r>
      <w:proofErr w:type="spellEnd"/>
      <w:r w:rsidRPr="00644AAB">
        <w:t>. § 5 odst. 1 a § 2912 odst. 2 občanského zákoníku.</w:t>
      </w:r>
    </w:p>
    <w:p w14:paraId="7CE5CB56" w14:textId="50E1AB31" w:rsidR="00644AAB" w:rsidRPr="00644AAB" w:rsidRDefault="00644AAB" w:rsidP="00644AAB">
      <w:pPr>
        <w:pStyle w:val="Text1-1"/>
      </w:pPr>
      <w:r w:rsidRPr="00644AAB">
        <w:t xml:space="preserve">Zhotovitel uchová potřebné záznamy tak, aby Objednatel nebo jím určená osoba mohl po dobu 10 let po předání Díla, ukončení účinnosti Smlouvy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w:t>
      </w:r>
      <w:proofErr w:type="spellStart"/>
      <w:r w:rsidRPr="00644AAB">
        <w:t>ust</w:t>
      </w:r>
      <w:proofErr w:type="spellEnd"/>
      <w:r w:rsidRPr="00644AAB">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16B690C4" w14:textId="77777777" w:rsidR="00644AAB" w:rsidRPr="00644AAB" w:rsidRDefault="00644AAB" w:rsidP="00644AAB">
      <w:pPr>
        <w:pStyle w:val="Text1-1"/>
      </w:pPr>
      <w:r w:rsidRPr="00644AAB">
        <w:t>Zhotovitel se zavazuje poskytnout Objednateli veškerou součinnost, včetně předložení dokladů souvisejících s plněním zakázky, při provádění kontroly Objednatele či Poddodavatelů ze strany kontrolních orgánů ČR (NKÚ, SFDI, FÚ, MD aj.), včetně kontroly vyžádané Evropskou komisí, Evropským úřadem pro boj proti podvodům anebo Evropským účetním dvorem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4DC5FAE" w14:textId="77777777" w:rsidR="00644AAB" w:rsidRPr="00644AAB" w:rsidRDefault="00644AAB" w:rsidP="00644AAB">
      <w:pPr>
        <w:pStyle w:val="Text1-1"/>
      </w:pPr>
      <w:r w:rsidRPr="00644AAB">
        <w:t>Zhotovitel se zavazuje do patnácti (15) dnů ode dne nab</w:t>
      </w:r>
      <w:r w:rsidR="00B570AD">
        <w:t>ytí účinnosti Smlouvy uzavřít a </w:t>
      </w:r>
      <w:r w:rsidRPr="00644AAB">
        <w:t xml:space="preserve">udržovat po celou dobu trvání Smlouvy pojištění uvedené </w:t>
      </w:r>
      <w:r w:rsidRPr="00A008AF">
        <w:t>v příloze č. 7</w:t>
      </w:r>
      <w:r w:rsidRPr="00644AAB">
        <w:t xml:space="preserve"> Smlouvy.</w:t>
      </w:r>
    </w:p>
    <w:p w14:paraId="454F840E" w14:textId="77777777" w:rsidR="00644AAB" w:rsidRPr="00644AAB" w:rsidRDefault="00644AAB" w:rsidP="00644AAB">
      <w:pPr>
        <w:pStyle w:val="Text1-1"/>
      </w:pPr>
      <w:r w:rsidRPr="00644AAB">
        <w:t xml:space="preserve">Oprávněné osoby Zhotovitele, které jsou dle přílohy č. 6 Smlouvy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w:t>
      </w:r>
      <w:r w:rsidRPr="00644AAB">
        <w:lastRenderedPageBreak/>
        <w:t>nebylo narušeno provádění Díla. Výše uvedené se týká i osob vykonávajících autorský dozor.</w:t>
      </w:r>
    </w:p>
    <w:p w14:paraId="1689F204" w14:textId="77777777" w:rsidR="00644AAB" w:rsidRPr="00644AAB" w:rsidRDefault="00644AAB" w:rsidP="00644AAB">
      <w:pPr>
        <w:pStyle w:val="Text1-1"/>
      </w:pPr>
      <w:r w:rsidRPr="00644AAB">
        <w:t>Veškeré písemnosti, které si budou smluvní strany podle Smlouvy předkládat, musí být v českém jazyce nebo původním jazyce s jejich překladem do českého jazyka. U všech úředních listin musí být takový překlad úředně ověřen.</w:t>
      </w:r>
    </w:p>
    <w:p w14:paraId="451650A1" w14:textId="692B88C7" w:rsidR="00644AAB" w:rsidRDefault="00644AAB" w:rsidP="00644AAB">
      <w:pPr>
        <w:pStyle w:val="Text1-1"/>
      </w:pPr>
      <w:r w:rsidRPr="00644AAB">
        <w:t>V případě zhotovován</w:t>
      </w:r>
      <w:r w:rsidR="005C312B">
        <w:t>í</w:t>
      </w:r>
      <w:r w:rsidRPr="00644AAB">
        <w:t xml:space="preserve"> Díla více Zhotoviteli v souladu s jejich společnou nabídkou nesou odpovědnost za plnění povinností ze Smlouvy</w:t>
      </w:r>
      <w:r w:rsidR="00B570AD">
        <w:t xml:space="preserve"> všichni Zhotovitelé společně a </w:t>
      </w:r>
      <w:r w:rsidRPr="00644AAB">
        <w:t xml:space="preserve">nerozdílně. Vedoucí Zhotovitel je určen ve Smlouvě (dále jen Vedoucí Zhotovitel).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w:t>
      </w:r>
      <w:proofErr w:type="gramStart"/>
      <w:r w:rsidRPr="00644AAB">
        <w:t>tj.na</w:t>
      </w:r>
      <w:proofErr w:type="gramEnd"/>
      <w:r w:rsidRPr="00644AAB">
        <w:t xml:space="preserve"> daňovém dokladu bude uveden (identifikován) jako osoba uskutečňující ekonomickou činnost jako poskytovatel služby (v souladu se zákonem č.</w:t>
      </w:r>
      <w:r w:rsidR="009A46ED">
        <w:t xml:space="preserve"> </w:t>
      </w:r>
      <w:r w:rsidRPr="00644AAB">
        <w:t>235/2004 Sb. o dani z přidané hodnoty). Zmocnění Vedoucího Zhotovitele tvoří přílohu č. 10 Smlouvy.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Ke změně bankovního spojení může dojít pouze postupem uvedeným v odst.</w:t>
      </w:r>
      <w:r w:rsidR="00B570AD">
        <w:t xml:space="preserve"> </w:t>
      </w:r>
      <w:r w:rsidR="005C312B">
        <w:t>5</w:t>
      </w:r>
      <w:r w:rsidRPr="00644AAB">
        <w:t>.6</w:t>
      </w:r>
      <w:r w:rsidR="005C312B">
        <w:t xml:space="preserve"> Smlouvy o dílo</w:t>
      </w:r>
      <w:r w:rsidRPr="00644AAB">
        <w:t>.</w:t>
      </w:r>
    </w:p>
    <w:p w14:paraId="04200DC7" w14:textId="3F7E5552" w:rsidR="00E146E6" w:rsidRPr="00DE3A71" w:rsidRDefault="00E146E6" w:rsidP="00E146E6">
      <w:pPr>
        <w:pStyle w:val="Text1-1"/>
      </w:pPr>
      <w:r w:rsidRPr="00DE3A71">
        <w:t xml:space="preserve">Zhotovitel se zavazuje poskytnout Objednateli součinnost při přípravě vysvětlení Objednatele (v pozici zadavatele) na žádost dodavatele o vysvětlení v zadávacím řízení na </w:t>
      </w:r>
      <w:r w:rsidR="009A46ED">
        <w:t>přípravu návazné projektové dokumentace k záměru</w:t>
      </w:r>
      <w:r w:rsidR="00666880" w:rsidRPr="00DE3A71">
        <w:t>,</w:t>
      </w:r>
      <w:r w:rsidRPr="00DE3A71">
        <w:t xml:space="preserve"> a to ve lhůtě </w:t>
      </w:r>
      <w:r w:rsidR="009A46ED">
        <w:t>2</w:t>
      </w:r>
      <w:r w:rsidR="009A46ED" w:rsidRPr="00DE3A71">
        <w:t xml:space="preserve"> </w:t>
      </w:r>
      <w:r w:rsidRPr="00DE3A71">
        <w:t xml:space="preserve">pracovních dnů od výzvy Objednatele, </w:t>
      </w:r>
      <w:proofErr w:type="gramStart"/>
      <w:r w:rsidRPr="00DE3A71">
        <w:t>není</w:t>
      </w:r>
      <w:proofErr w:type="gramEnd"/>
      <w:r w:rsidRPr="00DE3A71">
        <w:t>–</w:t>
      </w:r>
      <w:proofErr w:type="spellStart"/>
      <w:proofErr w:type="gramStart"/>
      <w:r w:rsidRPr="00DE3A71">
        <w:t>li</w:t>
      </w:r>
      <w:proofErr w:type="spellEnd"/>
      <w:proofErr w:type="gramEnd"/>
      <w:r w:rsidRPr="00DE3A71">
        <w:t xml:space="preserve"> Objednatelem stanovena lhůta delší.</w:t>
      </w:r>
    </w:p>
    <w:p w14:paraId="5CBD443D" w14:textId="77777777" w:rsidR="00644AAB" w:rsidRPr="00644AAB" w:rsidRDefault="00644AAB" w:rsidP="00644AAB">
      <w:pPr>
        <w:pStyle w:val="Nadpis1-1"/>
      </w:pPr>
      <w:bookmarkStart w:id="8" w:name="_Toc47335757"/>
      <w:r w:rsidRPr="00644AAB">
        <w:t>DOBA PLNĚNÍ</w:t>
      </w:r>
      <w:bookmarkEnd w:id="8"/>
    </w:p>
    <w:p w14:paraId="63EFB3CC" w14:textId="77777777" w:rsidR="00644AAB" w:rsidRPr="00644AAB" w:rsidRDefault="00644AAB" w:rsidP="00644AAB">
      <w:pPr>
        <w:pStyle w:val="Text1-1"/>
      </w:pPr>
      <w:r w:rsidRPr="00644AAB">
        <w:t>Zhotovitel se zavazuje provádět Dílo v souladu s Harmonogramem plnění.</w:t>
      </w:r>
    </w:p>
    <w:p w14:paraId="7DD17891" w14:textId="77777777" w:rsidR="00644AAB" w:rsidRPr="00644AAB" w:rsidRDefault="00644AAB" w:rsidP="00644AAB">
      <w:pPr>
        <w:pStyle w:val="Text1-1"/>
      </w:pPr>
      <w:r w:rsidRPr="00644AAB">
        <w:t xml:space="preserve">Zhotovitel zahájí práce nejdříve ke Dni zahájení prací. V případě vzniku překážek vylučujících povinnost k náhradě škody dle </w:t>
      </w:r>
      <w:proofErr w:type="spellStart"/>
      <w:r w:rsidRPr="00644AAB">
        <w:t>ust</w:t>
      </w:r>
      <w:proofErr w:type="spellEnd"/>
      <w:r w:rsidRPr="00644AAB">
        <w:t xml:space="preserve">. § 2913 odst. 2 občanského zákoníku bránících zahájení provádění Díla ke Dni zahájení prací, je Zhotovitel povinen oznámit Objednateli bezodkladně tyto překážky, a v případě odpadnutí překážek dle tohoto odstavce bezodkladně zahájit příslušné práce. V případě, že Zhotovitel učinil veškeré úkony pro zajištění zahájení prací ke Dni zahájení prací, ale tomuto zahájení bránily okolnosti či překážky vylučující povinnost k náhradě škody, vzniká Zhotoviteli nárok na změnu Harmonogramu plnění. </w:t>
      </w:r>
    </w:p>
    <w:p w14:paraId="680B3C3F" w14:textId="7A9D4BDE" w:rsidR="00644AAB" w:rsidRPr="00644AAB" w:rsidRDefault="00644AAB" w:rsidP="00644AAB">
      <w:pPr>
        <w:pStyle w:val="Text1-1"/>
      </w:pPr>
      <w:r w:rsidRPr="00644AAB">
        <w:t>Zhotovitel se</w:t>
      </w:r>
      <w:r w:rsidR="00F17E3F">
        <w:t xml:space="preserve"> zavazuje dokončit Dílo a každé</w:t>
      </w:r>
      <w:r w:rsidRPr="00644AAB">
        <w:t xml:space="preserve"> z Dílčích </w:t>
      </w:r>
      <w:r w:rsidR="00F17E3F">
        <w:t>plnění</w:t>
      </w:r>
      <w:r w:rsidRPr="00644AAB">
        <w:t xml:space="preserve"> ve lhůtách pro dokončení stanovených v Harmonogramu plnění, přičemž:</w:t>
      </w:r>
    </w:p>
    <w:p w14:paraId="12133A8B" w14:textId="63EAF446" w:rsidR="00644AAB" w:rsidRPr="00644AAB" w:rsidRDefault="00644AAB" w:rsidP="00644AAB">
      <w:pPr>
        <w:pStyle w:val="Text1-2"/>
      </w:pPr>
      <w:proofErr w:type="gramStart"/>
      <w:r w:rsidRPr="00644AAB">
        <w:t>se má</w:t>
      </w:r>
      <w:proofErr w:type="gramEnd"/>
      <w:r w:rsidRPr="00644AAB">
        <w:t xml:space="preserve"> za to, že okamžikem dokončení Dílčí</w:t>
      </w:r>
      <w:r w:rsidR="009819FA">
        <w:t>ho</w:t>
      </w:r>
      <w:r w:rsidRPr="00644AAB">
        <w:t xml:space="preserve"> </w:t>
      </w:r>
      <w:r w:rsidR="009819FA">
        <w:t>plnění</w:t>
      </w:r>
      <w:r w:rsidRPr="00644AAB">
        <w:t xml:space="preserve"> je okamžik splnění veškerých podmínek pro vydání příslušného Předávacího protokolu Objednatelem, a </w:t>
      </w:r>
    </w:p>
    <w:p w14:paraId="06B9B16E" w14:textId="77777777" w:rsidR="00644AAB" w:rsidRPr="00644AAB" w:rsidRDefault="00644AAB" w:rsidP="00644AAB">
      <w:pPr>
        <w:pStyle w:val="Text1-2"/>
      </w:pPr>
      <w:proofErr w:type="gramStart"/>
      <w:r w:rsidRPr="00644AAB">
        <w:t>se má</w:t>
      </w:r>
      <w:proofErr w:type="gramEnd"/>
      <w:r w:rsidRPr="00644AAB">
        <w:t xml:space="preserve"> za to, že okamžikem dokončení Díla je okamžik splnění veškerých podmínek pro vydání Protokolu o provedení Díla Objednatelem.</w:t>
      </w:r>
    </w:p>
    <w:p w14:paraId="1CD86EA7" w14:textId="77777777" w:rsidR="00644AAB" w:rsidRPr="00644AAB" w:rsidRDefault="00644AAB" w:rsidP="00644AAB">
      <w:pPr>
        <w:pStyle w:val="Text1-1"/>
      </w:pPr>
      <w:r w:rsidRPr="00644AAB">
        <w:t>Zhotovitel se zavazuje Objednateli oznámit neprodleně pravděpodobné budoucí události nebo okolnosti, které by mohly negativně ovlivnit provádění Díla, vyžádat si dodatečné práce nad rámec Díla nebo opozdit provedení Díla oproti Harmonogramu plnění. Objednatel může požadovat, aby Zhotovitel předložil odhad předpokládaného dopadu budoucí události nebo okolností a/nebo návrh na změnu dle čl. 14 těchto Obchodních podmínek.</w:t>
      </w:r>
    </w:p>
    <w:p w14:paraId="3619BE28" w14:textId="6CC38BFB" w:rsidR="00644AAB" w:rsidRPr="00644AAB" w:rsidRDefault="00644AAB" w:rsidP="00644AAB">
      <w:pPr>
        <w:pStyle w:val="Text1-1"/>
      </w:pPr>
      <w:r w:rsidRPr="00644AAB">
        <w:t>Zhotovitel má právo na adekvátní prodloužení lhůty pro</w:t>
      </w:r>
      <w:r w:rsidR="00B570AD">
        <w:t xml:space="preserve"> </w:t>
      </w:r>
      <w:r w:rsidR="00B570AD" w:rsidRPr="00DE3A71">
        <w:t xml:space="preserve">předání </w:t>
      </w:r>
      <w:r w:rsidR="00E146E6" w:rsidRPr="00DE3A71">
        <w:t>Díla</w:t>
      </w:r>
      <w:r w:rsidR="00BF39A4">
        <w:t>,</w:t>
      </w:r>
      <w:r w:rsidR="00E146E6" w:rsidRPr="00DE3A71">
        <w:t xml:space="preserve"> </w:t>
      </w:r>
      <w:r w:rsidR="00B570AD">
        <w:t xml:space="preserve">příslušné Části Díla </w:t>
      </w:r>
      <w:r w:rsidR="00BF39A4">
        <w:t xml:space="preserve">nebo jinou úpravu Harmonogramu </w:t>
      </w:r>
      <w:r w:rsidR="00B570AD">
        <w:t>v </w:t>
      </w:r>
      <w:r w:rsidRPr="00644AAB">
        <w:t>případě, že nastane některá z</w:t>
      </w:r>
      <w:r w:rsidR="00BF39A4">
        <w:t> </w:t>
      </w:r>
      <w:r w:rsidRPr="00644AAB">
        <w:t>následujících okolností:</w:t>
      </w:r>
    </w:p>
    <w:p w14:paraId="14A0D4EF" w14:textId="77777777" w:rsidR="00644AAB" w:rsidRPr="00644AAB" w:rsidRDefault="00644AAB" w:rsidP="00644AAB">
      <w:pPr>
        <w:pStyle w:val="Text1-2"/>
      </w:pPr>
      <w:r w:rsidRPr="00644AAB">
        <w:t>změna Díla dle čl. 14 těchto Obchodních podmínek,</w:t>
      </w:r>
    </w:p>
    <w:p w14:paraId="7915847A" w14:textId="77777777" w:rsidR="00644AAB" w:rsidRPr="00644AAB" w:rsidRDefault="00644AAB" w:rsidP="00644AAB">
      <w:pPr>
        <w:pStyle w:val="Text1-2"/>
      </w:pPr>
      <w:r w:rsidRPr="00644AAB">
        <w:lastRenderedPageBreak/>
        <w:t>okolnosti zakládající dle Smlouvy nárok na prodloužení lhůty podle některého článku těchto Obchodních podmínek,</w:t>
      </w:r>
    </w:p>
    <w:p w14:paraId="49882A3D" w14:textId="77777777" w:rsidR="00644AAB" w:rsidRPr="00644AAB" w:rsidRDefault="00644AAB" w:rsidP="00644AAB">
      <w:pPr>
        <w:pStyle w:val="Text1-2"/>
      </w:pPr>
      <w:r w:rsidRPr="00644AAB">
        <w:t xml:space="preserve">zprostí-li se povinnosti k náhradě škody dle </w:t>
      </w:r>
      <w:proofErr w:type="spellStart"/>
      <w:r w:rsidRPr="00644AAB">
        <w:t>ust</w:t>
      </w:r>
      <w:proofErr w:type="spellEnd"/>
      <w:r w:rsidRPr="00644AAB">
        <w:t xml:space="preserve">. § 2913 odst. 2 občanského zákoníku, </w:t>
      </w:r>
    </w:p>
    <w:p w14:paraId="07C951FC" w14:textId="3040EBE7" w:rsidR="00644AAB" w:rsidRPr="00DE3A71" w:rsidRDefault="00644AAB" w:rsidP="00644AAB">
      <w:pPr>
        <w:pStyle w:val="Text1-2"/>
      </w:pPr>
      <w:r w:rsidRPr="00644AAB">
        <w:t>jakékoliv zpoždění, překážka nebo opatření způsobené nebo přičitatelné Objednateli</w:t>
      </w:r>
      <w:r w:rsidR="00394161">
        <w:t>, CK MD</w:t>
      </w:r>
      <w:r w:rsidR="00DE3A71">
        <w:rPr>
          <w:strike/>
          <w:color w:val="FF0000"/>
        </w:rPr>
        <w:t xml:space="preserve"> </w:t>
      </w:r>
      <w:r w:rsidR="00E146E6" w:rsidRPr="00DE3A71">
        <w:t>nebo třetím stranám (bez zavinění Zhotovitele),</w:t>
      </w:r>
    </w:p>
    <w:p w14:paraId="515AF2A2" w14:textId="77777777" w:rsidR="00644AAB" w:rsidRPr="00644AAB" w:rsidRDefault="00644AAB" w:rsidP="00644AAB">
      <w:pPr>
        <w:pStyle w:val="Textbezslovn"/>
      </w:pPr>
      <w:r w:rsidRPr="00644AAB">
        <w:t xml:space="preserve">přičemž nárok na adekvátní prodloužení lhůty pro předání Díla nebo příslušné Části Díla vzniká pouze tehdy, kdy je prodloužení lhůty nezbytně nutné a Zhotovitel objektivní důvody pro prodloužení lhůty prokáže. </w:t>
      </w:r>
    </w:p>
    <w:p w14:paraId="291B12A2" w14:textId="2370B375" w:rsidR="0031498F" w:rsidRPr="0031498F" w:rsidRDefault="00644AAB" w:rsidP="00797950">
      <w:pPr>
        <w:pStyle w:val="Text1-1"/>
        <w:rPr>
          <w:color w:val="FF0000"/>
        </w:rPr>
      </w:pPr>
      <w:r w:rsidRPr="00644AAB">
        <w:t>Jestliže se Zhotovitel domnívá, že mu vznikl nárok na prodloužení lhůty pro plnění některé</w:t>
      </w:r>
      <w:r w:rsidR="00F17E3F">
        <w:t>ho</w:t>
      </w:r>
      <w:r w:rsidRPr="00644AAB">
        <w:t xml:space="preserve"> z Dílčích </w:t>
      </w:r>
      <w:r w:rsidR="00F17E3F">
        <w:t>plnění</w:t>
      </w:r>
      <w:r w:rsidRPr="00644AAB">
        <w:t>, je Zhotovitel povinen</w:t>
      </w:r>
      <w:r w:rsidR="00923B96">
        <w:t xml:space="preserve"> postupovat v souladu s odst. 2.7 těchto Obchodních podmínek a</w:t>
      </w:r>
      <w:r w:rsidRPr="00644AAB">
        <w:t xml:space="preserve"> tyto skutečnosti oznámit Objednateli 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 K později předloženým argumentům se již nebude přihlížet a hledí se na ně, jako by nebyly vzneseny.</w:t>
      </w:r>
      <w:r w:rsidR="00797950" w:rsidRPr="00797950">
        <w:t xml:space="preserve"> </w:t>
      </w:r>
    </w:p>
    <w:p w14:paraId="2B2B7742" w14:textId="3DF3EBEC" w:rsidR="00644AAB" w:rsidRPr="00644AAB" w:rsidRDefault="00644AAB" w:rsidP="00644AAB">
      <w:pPr>
        <w:pStyle w:val="Text1-1"/>
      </w:pPr>
      <w:r w:rsidRPr="00644AAB">
        <w:t>V případě že Zhotoviteli vznikne dle Smlouvy nárok na prodloužení termínu pro dokončení některé</w:t>
      </w:r>
      <w:r w:rsidR="00F17E3F">
        <w:t>ho</w:t>
      </w:r>
      <w:r w:rsidRPr="00644AAB">
        <w:t xml:space="preserve"> Dílčí</w:t>
      </w:r>
      <w:r w:rsidR="00F17E3F">
        <w:t>ho</w:t>
      </w:r>
      <w:r w:rsidRPr="00644AAB">
        <w:t xml:space="preserve"> </w:t>
      </w:r>
      <w:r w:rsidR="00F17E3F">
        <w:t>plnění</w:t>
      </w:r>
      <w:r w:rsidRPr="00644AAB">
        <w:t xml:space="preserve">, Objednatel se zavazuje do sedmi (7) dnů od doručení výzvy Zhotovitele sjednat se Zhotovitelem úpravu Harmonogramu plnění formou písemného dodatku k Smlouvě. Obsahem dodatku bude </w:t>
      </w:r>
      <w:r w:rsidR="00923B96">
        <w:t xml:space="preserve">přiměřená </w:t>
      </w:r>
      <w:r w:rsidRPr="00644AAB">
        <w:t>úprava doby plnění příslušné</w:t>
      </w:r>
      <w:r w:rsidR="00F17E3F">
        <w:t>ho</w:t>
      </w:r>
      <w:r w:rsidRPr="00644AAB">
        <w:t xml:space="preserve"> Dílčí</w:t>
      </w:r>
      <w:r w:rsidR="00F17E3F">
        <w:t>ho</w:t>
      </w:r>
      <w:r w:rsidRPr="00644AAB">
        <w:t xml:space="preserve"> </w:t>
      </w:r>
      <w:r w:rsidR="00F17E3F">
        <w:t>plnění</w:t>
      </w:r>
      <w:r w:rsidRPr="00644AAB">
        <w:t xml:space="preserve"> o dobu</w:t>
      </w:r>
      <w:r w:rsidR="00923B96">
        <w:t xml:space="preserve"> v rozsahu, v jakém zpoždění způsobila</w:t>
      </w:r>
      <w:r w:rsidRPr="00644AAB">
        <w:t xml:space="preserve"> okolnost, zakládající nárok na prodloužení termínu pro dokončení příslušné</w:t>
      </w:r>
      <w:r w:rsidR="00F17E3F">
        <w:t>ho</w:t>
      </w:r>
      <w:r w:rsidRPr="00644AAB">
        <w:t xml:space="preserve"> Dílčí</w:t>
      </w:r>
      <w:r w:rsidR="00F17E3F">
        <w:t>ho</w:t>
      </w:r>
      <w:r w:rsidRPr="00644AAB">
        <w:t xml:space="preserve"> </w:t>
      </w:r>
      <w:r w:rsidR="00F17E3F">
        <w:t>plnění</w:t>
      </w:r>
      <w:r w:rsidRPr="00644AAB">
        <w:t xml:space="preserve">. Obsahem dodatku bude zároveň případné prodloužení termínů pro dokončení následujících Dílčích </w:t>
      </w:r>
      <w:r w:rsidR="00F17E3F">
        <w:t>plnění</w:t>
      </w:r>
      <w:r w:rsidRPr="00644AAB">
        <w:t xml:space="preserve"> o tomu odpovídající dobu.</w:t>
      </w:r>
    </w:p>
    <w:p w14:paraId="3D8AEE8D" w14:textId="77713399" w:rsidR="00644AAB" w:rsidRPr="00644AAB" w:rsidRDefault="00644AAB" w:rsidP="00644AAB">
      <w:pPr>
        <w:pStyle w:val="Text1-1"/>
      </w:pPr>
      <w:r w:rsidRPr="00644AAB">
        <w:t>Zhotovitel se zavazuje, že v případě, kdy z postupu provádění Díla je zřejmé, že Dílo nebo Část Díla nebudou dokončeny včas anebo</w:t>
      </w:r>
      <w:r w:rsidR="00923B96">
        <w:t xml:space="preserve"> již</w:t>
      </w:r>
      <w:r w:rsidRPr="00644AAB">
        <w:t xml:space="preserve"> došlo v </w:t>
      </w:r>
      <w:r w:rsidR="00B570AD">
        <w:t>důsledku prodlení Zhotovitele s </w:t>
      </w:r>
      <w:r w:rsidRPr="00644AAB">
        <w:t>prováděním Díla k nedodržení některého z termínů pro plnění některé</w:t>
      </w:r>
      <w:r w:rsidR="00F17E3F">
        <w:t>ho</w:t>
      </w:r>
      <w:r w:rsidRPr="00644AAB">
        <w:t xml:space="preserve"> z Dílčích </w:t>
      </w:r>
      <w:r w:rsidR="00F17E3F">
        <w:t>plnění</w:t>
      </w:r>
      <w:r w:rsidRPr="00644AAB">
        <w:t xml:space="preserve"> dle Harmonogramu plnění, zavazuje se Zhotovitel Objed</w:t>
      </w:r>
      <w:r w:rsidR="00B570AD">
        <w:t>nateli vypracovat a předložit k </w:t>
      </w:r>
      <w:r w:rsidRPr="00644AAB">
        <w:t>akceptaci Podrobný harmonogram s průvodní zprávou, v níž popíše revidované metody, které hodlá přijmout k tomu, aby se postup provádění Díla urychlil a další termíny plnění dle Harmonogramu plnění byly v nejvyšší možné míře dodrženy. Podrobný harmonogram bude obsahovat časové upřesnění postupu, kterým hodlá Zhotovitel provádět Dílo.</w:t>
      </w:r>
    </w:p>
    <w:p w14:paraId="15EE6D51" w14:textId="77777777" w:rsidR="00644AAB" w:rsidRPr="00644AAB" w:rsidRDefault="00644AAB" w:rsidP="00644AAB">
      <w:pPr>
        <w:pStyle w:val="Text1-1"/>
      </w:pPr>
      <w:r w:rsidRPr="00644AAB">
        <w:t xml:space="preserve">Objednatel je oprávněn kdykoli v odůvodněných případech vydat Zhotoviteli pokyn, aby přerušil postup prací na Díle nebo Části Díla, přičemž Zhotovitel je tímto pokynem vázán. Za odůvodněný případ se považuje rovněž pokyn k přerušení prací v případě porušování povinností Zhotovitele ve smyslu </w:t>
      </w:r>
      <w:proofErr w:type="spellStart"/>
      <w:r w:rsidRPr="00644AAB">
        <w:t>ust</w:t>
      </w:r>
      <w:proofErr w:type="spellEnd"/>
      <w:r w:rsidRPr="00644AAB">
        <w:t>. § 2593 občanského zákoníku, jeví-li se to Objednateli nezbytným pro nápravu a další provádění Díla řádným způsobem.</w:t>
      </w:r>
    </w:p>
    <w:p w14:paraId="76E48AF3" w14:textId="77777777" w:rsidR="00644AAB" w:rsidRPr="00644AAB" w:rsidRDefault="00644AAB" w:rsidP="00644AAB">
      <w:pPr>
        <w:pStyle w:val="Text1-1"/>
      </w:pPr>
      <w:r w:rsidRPr="00644AAB">
        <w:t>V případě, že Objednatel vydá Zhotoviteli pokyn přerušit postup prací na Díle nebo Části Díla, zavazuje se Zhotovitel okamžitě ukončit veškeré práce na provádění Díla nebo Části Díla s výjimkou prací, které nesnesou odkladu, aby Objednatel nebo třetí osoby neutrpěly újmu na svých právech, zejména na životě, zdraví, majetku nebo bezpečnosti, a prací, které jsou nezbytné z hlediska dodržení povinností stanovených obecně závaznými právními předpisy a veřejnoprávními rozhodnutími.</w:t>
      </w:r>
    </w:p>
    <w:p w14:paraId="38B373E7" w14:textId="49203BC7" w:rsidR="00644AAB" w:rsidRPr="00644AAB" w:rsidRDefault="00EC059C" w:rsidP="00644AAB">
      <w:pPr>
        <w:pStyle w:val="Text1-1"/>
      </w:pPr>
      <w:r>
        <w:t>V případě vydání pokynu k přerušení prací má Zhotovitel právo na prodloužení doby pro předání Díla nebo příslušné Části Díla nebo jinou úpravu Harmonogramu. V takovém případě se postupuje obdobně dle odst. 3.5 – 3.7 těchto Obchodních podmínek. Právo na prodloužení dle tohoto odstavce nemá zhotovitel tehdy, pokud je přerušení prací na Díle způsobeno zhotovitelem, je Zhotoviteli z jiného důvodu přičitatelné nebo je nezbytné k nápravě jeho pochybení.</w:t>
      </w:r>
    </w:p>
    <w:p w14:paraId="577246D9" w14:textId="77777777" w:rsidR="00644AAB" w:rsidRPr="00644AAB" w:rsidRDefault="00644AAB" w:rsidP="00644AAB">
      <w:pPr>
        <w:pStyle w:val="Text1-1"/>
      </w:pPr>
      <w:r w:rsidRPr="00644AAB">
        <w:t xml:space="preserve">Jestliže bude přerušení prací na Díle nebo Části Díla způsobeno Zhotovitelem, bude mít Zhotovitel povinnost uhradit Objednateli škodu, která mu v souvislosti s přerušením </w:t>
      </w:r>
      <w:r w:rsidRPr="00644AAB">
        <w:lastRenderedPageBreak/>
        <w:t>prací prokazatelně vznikla nebo vznikne. Objednatel o vzniku tohoto nároku a jeho výši vyrozumí Zhotovitele bezodkladně poté, co nárok vznikl.</w:t>
      </w:r>
    </w:p>
    <w:p w14:paraId="5614DC2E" w14:textId="77777777" w:rsidR="00644AAB" w:rsidRDefault="00644AAB" w:rsidP="00644AAB">
      <w:pPr>
        <w:pStyle w:val="Text1-1"/>
      </w:pPr>
      <w:r w:rsidRPr="00644AAB">
        <w:t xml:space="preserve">Zhotovitel se zavazuje obnovit práce na Díle bezodkladně poté, co mu byl doručen pokyn Objednatele k obnovení prací. </w:t>
      </w:r>
    </w:p>
    <w:p w14:paraId="794FB962" w14:textId="0B3AA9EB" w:rsidR="00923B96" w:rsidRPr="00644AAB" w:rsidRDefault="00923B96" w:rsidP="00644AAB">
      <w:pPr>
        <w:pStyle w:val="Text1-1"/>
      </w:pPr>
      <w:r>
        <w:t>Zho</w:t>
      </w:r>
      <w:r w:rsidR="00285199">
        <w:t xml:space="preserve">tovitel zahájí práce na návazném plnění </w:t>
      </w:r>
      <w:r>
        <w:t xml:space="preserve">Díla vždy až po ukončení </w:t>
      </w:r>
      <w:r w:rsidR="00285199">
        <w:t>plnění</w:t>
      </w:r>
      <w:r>
        <w:t xml:space="preserve"> předcházející</w:t>
      </w:r>
      <w:r w:rsidR="00285199">
        <w:t>m</w:t>
      </w:r>
      <w:r>
        <w:t xml:space="preserve">. Práce na </w:t>
      </w:r>
      <w:r w:rsidR="00285199">
        <w:t>plnění</w:t>
      </w:r>
      <w:r>
        <w:t xml:space="preserve"> zahrnující Záměr projektu je zhotovitel oprávněn </w:t>
      </w:r>
      <w:r w:rsidR="00EC059C">
        <w:t xml:space="preserve">zahájit pouze na výslovný písemný pokyn Objednatele. Pokud Zhotovitel zahájí práce na těchto </w:t>
      </w:r>
      <w:r w:rsidR="00285199">
        <w:t>plněních</w:t>
      </w:r>
      <w:r w:rsidR="00EC059C">
        <w:t xml:space="preserve"> Díla dříve, postupuje na vlastní riziko a nemá právo na úhradu ceny za takto provedené práce či nákladů vynaložených na jejich provedení. </w:t>
      </w:r>
      <w:r w:rsidR="00E43E5A">
        <w:t>Us</w:t>
      </w:r>
      <w:r w:rsidR="00EC059C">
        <w:t>tanovení čl. 8 a 19 těchto Obchodních podmínek tím nejsou dotčena.</w:t>
      </w:r>
    </w:p>
    <w:p w14:paraId="0287DB4B" w14:textId="77777777" w:rsidR="00644AAB" w:rsidRPr="00644AAB" w:rsidRDefault="00644AAB" w:rsidP="00644AAB">
      <w:pPr>
        <w:pStyle w:val="Nadpis1-1"/>
      </w:pPr>
      <w:bookmarkStart w:id="9" w:name="_Toc47335758"/>
      <w:r w:rsidRPr="00644AAB">
        <w:t>OCHRANA OSOBNÍCH ÚDAJŮ</w:t>
      </w:r>
      <w:bookmarkEnd w:id="9"/>
    </w:p>
    <w:p w14:paraId="30F474EF" w14:textId="77777777" w:rsidR="00644AAB" w:rsidRPr="00644AAB" w:rsidRDefault="00644AAB" w:rsidP="00644AAB">
      <w:pPr>
        <w:pStyle w:val="Text1-1"/>
      </w:pPr>
      <w:r w:rsidRPr="00644AAB">
        <w:t>Osobní údaje třetích stran, které bude Zhotovitel zpracovávat pro Objednatele v</w:t>
      </w:r>
      <w:r w:rsidR="00B570AD">
        <w:t> </w:t>
      </w:r>
      <w:r w:rsidRPr="00644AAB">
        <w:t>souladu s touto Smlouvou o dílo, budou zpracovány za dále uvedených podmínek:</w:t>
      </w:r>
    </w:p>
    <w:p w14:paraId="2D36C081" w14:textId="77777777" w:rsidR="00644AAB" w:rsidRPr="00644AAB" w:rsidRDefault="00644AAB" w:rsidP="00644AAB">
      <w:pPr>
        <w:pStyle w:val="Text1-2"/>
      </w:pPr>
      <w:r w:rsidRPr="00644AAB">
        <w:t>Zhotovitel je povinen zajistit, a by se osoby oprávněné zpracovávat osobní údaje zavázaly zachovávat mlčenlivost ve vztahu ke všem osobním údajům, které zpracovává v souladu se Smlouvou, a rovněž bezpečnostních opatřeních, jejichž zveřejnění by ohrozilo zabezpečení osobních údajů.</w:t>
      </w:r>
    </w:p>
    <w:p w14:paraId="2883F0E1" w14:textId="77777777" w:rsidR="00644AAB" w:rsidRPr="00644AAB" w:rsidRDefault="00644AAB" w:rsidP="00644AAB">
      <w:pPr>
        <w:pStyle w:val="Text1-2"/>
      </w:pPr>
      <w:r w:rsidRPr="00644AAB">
        <w:t xml:space="preserve">Zhotovitel je povinen přijmout všechna opatření dle </w:t>
      </w:r>
      <w:proofErr w:type="gramStart"/>
      <w:r w:rsidRPr="00644AAB">
        <w:t>čl.32</w:t>
      </w:r>
      <w:proofErr w:type="gramEnd"/>
      <w:r w:rsidRPr="00644AAB">
        <w:t xml:space="preserve"> GDPR tak, aby byla zajištěna odpovídající bezpečnost osobních údajů.</w:t>
      </w:r>
    </w:p>
    <w:p w14:paraId="68BC9D4F" w14:textId="77777777" w:rsidR="00644AAB" w:rsidRPr="00644AAB" w:rsidRDefault="00644AAB" w:rsidP="00644AAB">
      <w:pPr>
        <w:pStyle w:val="Text1-2"/>
      </w:pPr>
      <w:r w:rsidRPr="00644AAB">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6EBDB08" w14:textId="77777777" w:rsidR="00644AAB" w:rsidRPr="00644AAB" w:rsidRDefault="00644AAB" w:rsidP="00644AAB">
      <w:pPr>
        <w:pStyle w:val="Text1-2"/>
      </w:pPr>
      <w:r w:rsidRPr="00644AAB">
        <w:t>Zhotovitel je povinen zohlednit povahu zpracování, být Objednateli nápomocen prostřednictvím vhodných technických a organizačních opatření pro splnění Objednatelovy povinnosti reagovat na žádost o výkon práv subjektů dle GDPR.</w:t>
      </w:r>
    </w:p>
    <w:p w14:paraId="413E9AFF" w14:textId="77777777" w:rsidR="00644AAB" w:rsidRPr="00644AAB" w:rsidRDefault="00644AAB" w:rsidP="00644AAB">
      <w:pPr>
        <w:pStyle w:val="Text1-2"/>
      </w:pPr>
      <w:r w:rsidRPr="00644AAB">
        <w:t>Zhotovitel je povinen být Objednateli nápo</w:t>
      </w:r>
      <w:r w:rsidR="00B570AD">
        <w:t>mocen při zajišťování souladu s </w:t>
      </w:r>
      <w:r w:rsidRPr="00644AA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19CD015B" w14:textId="77777777" w:rsidR="00644AAB" w:rsidRPr="00644AAB" w:rsidRDefault="00644AAB" w:rsidP="00644AAB">
      <w:pPr>
        <w:pStyle w:val="Text1-2"/>
      </w:pPr>
      <w:r w:rsidRPr="00644AAB">
        <w:t>Zhotovitel je povinen umožnit Objednateli a jím pověřené osobě, během běžné pracovní doby Zhotovitele, provést v sídle Zhotovitele kontrolu dodržování povinností týkajících se zpracování osobních údajů vyplývajících z této Smlouvy, a to i po ukončení stanovené doby zpracování, tj. po ukončení této Smlouvy, a to do 3 měsíců od jejího ukončení.</w:t>
      </w:r>
    </w:p>
    <w:p w14:paraId="68B9B5EE" w14:textId="77777777" w:rsidR="00644AAB" w:rsidRPr="00644AAB" w:rsidRDefault="00644AAB" w:rsidP="00644AAB">
      <w:pPr>
        <w:pStyle w:val="Text1-2"/>
      </w:pPr>
      <w:r w:rsidRPr="00644AAB">
        <w:t>Po ukončení zpracování osobních údajů podle této Smlouvy je Zhotovitel povinen poskytnout Objednateli všechna zařízení obsahující osobní údaje, pokud je to možné, a vymazat všechny zpracovávané osobní údaje ze všech svých systémů nebo databází, včetně vy</w:t>
      </w:r>
      <w:r w:rsidR="00B570AD">
        <w:t>mazání všech záložních kopií, s </w:t>
      </w:r>
      <w:r w:rsidRPr="00644AAB">
        <w:t xml:space="preserve">výjimkou </w:t>
      </w:r>
      <w:r w:rsidR="00EC059C">
        <w:t xml:space="preserve">případů, </w:t>
      </w:r>
      <w:r w:rsidRPr="00644AAB">
        <w:t>kdy uchovávání vyžadují právní předpisy, nebo k tomu dal písemný souhlas Objednatel.</w:t>
      </w:r>
    </w:p>
    <w:p w14:paraId="37855C4E" w14:textId="074696FD" w:rsidR="00644AAB" w:rsidRPr="00644AAB" w:rsidRDefault="00644AAB" w:rsidP="00644AAB">
      <w:pPr>
        <w:pStyle w:val="Text1-2"/>
      </w:pPr>
      <w:r w:rsidRPr="00644AAB">
        <w:t>V případě, že Zhotovitel zpracuje osobní údaje nad rámec vymezený Smlouvou nebo doloženými pokyny Objednatele, považuje se ve vztahu k takovému zpracování Zhotovitel za „správce“ ve smyslu GDPR.</w:t>
      </w:r>
    </w:p>
    <w:p w14:paraId="1232E4F2" w14:textId="77777777" w:rsidR="00644AAB" w:rsidRPr="00644AAB" w:rsidRDefault="00644AAB" w:rsidP="00644AAB">
      <w:pPr>
        <w:pStyle w:val="Nadpis1-1"/>
      </w:pPr>
      <w:bookmarkStart w:id="10" w:name="_Toc47335759"/>
      <w:r w:rsidRPr="00644AAB">
        <w:lastRenderedPageBreak/>
        <w:t>OPRÁVNĚNÉ OSOBY</w:t>
      </w:r>
      <w:bookmarkEnd w:id="10"/>
    </w:p>
    <w:p w14:paraId="4585CBC4" w14:textId="77777777" w:rsidR="00644AAB" w:rsidRPr="00644AAB" w:rsidRDefault="00644AAB" w:rsidP="00644AAB">
      <w:pPr>
        <w:pStyle w:val="Text1-1"/>
      </w:pPr>
      <w:r w:rsidRPr="00644AAB">
        <w:t>Každá ze smluvních stran jmenuje oprávněnou osobu</w:t>
      </w:r>
      <w:r w:rsidR="00B570AD">
        <w:t xml:space="preserve"> či osoby, které jsou uvedeny v </w:t>
      </w:r>
      <w:r w:rsidRPr="00644AAB">
        <w:t>příloze č.</w:t>
      </w:r>
      <w:r w:rsidR="00F75B02">
        <w:t xml:space="preserve"> </w:t>
      </w:r>
      <w:r w:rsidRPr="00644AAB">
        <w:t>6 Smlouvy. Oprávněné osoby bu</w:t>
      </w:r>
      <w:r w:rsidR="00B570AD">
        <w:t>dou zastupovat smluvní stranu v </w:t>
      </w:r>
      <w:r w:rsidRPr="00644AAB">
        <w:t>záležitostech souvisejících s plněním Smlouvy. Oprávněnými osobami Zhotovitele jsou mimo jiné osoby, které Zhotovitel uvedl v Nabídce Zhotovitele jako členy odborného personálu Zhotovitele, a dále osoby, které pro účel hodnocení Zhotovitel navrhl</w:t>
      </w:r>
      <w:r w:rsidR="00EC059C">
        <w:t xml:space="preserve"> </w:t>
      </w:r>
      <w:r w:rsidRPr="00644AAB">
        <w:t>v nabídce Zhotovitele a které splnily minimální úroveň kvalifikace. V případě více oprávněných osob pro požadovanou funkci je v příloze č.</w:t>
      </w:r>
      <w:r w:rsidR="00B570AD">
        <w:t> </w:t>
      </w:r>
      <w:r w:rsidRPr="00644AAB">
        <w:t>6 Smlouvy označena osoba, která je za Zhotovitele oprávněna jednat. Pokud toto označení uvedeno není, považuje se za oprávněnou osobu jednat ta, která je uvedena pro konkrétní funkci na prvním místě. Oprávněné osoby uvedené v příloze č. 6 Smlouvy nejsou oprávněny měnit Smlouvu písemnými dodatky Smlouvy, pokud nejsou statutárními orgány smluvních stran nebo osobami jinak zmocněnými k jednání za smluvní stranu.</w:t>
      </w:r>
    </w:p>
    <w:p w14:paraId="38E6EC5B" w14:textId="77777777" w:rsidR="00644AAB" w:rsidRPr="00644AAB" w:rsidRDefault="00644AAB" w:rsidP="00644AAB">
      <w:pPr>
        <w:pStyle w:val="Text1-1"/>
      </w:pPr>
      <w:r w:rsidRPr="00644AAB">
        <w:t>Jména a kontaktní údaje oprávněných osob jsou uvedena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která byla uve</w:t>
      </w:r>
      <w:r w:rsidR="00B570AD">
        <w:t>dena v </w:t>
      </w:r>
      <w:r w:rsidRPr="00644AAB">
        <w:t>Nabídce Zhotovitele jako člen odborného personálu dodavatele, a dále osoby, kterou pro účel hodnocení Zhotovitel navrhl v Nabídce Zhotovitele, a která splnila minimální úroveň kvalifikace, je, že Zhotovitel jako součást svého upozornění o změně oprávněné osoby předloží pro tuto novou oprávněnou osobu originály dokladů nebo ověřené kopie dokladů, jimiž v zadávacím řízení prokazoval kvalifikaci oprávněné osoby, a to ve stejném rozsahu. Dojde-li ke změně osoby, jejíž praxe a zkušenosti byly hodnoceny, může být nahrazena pouze osobou, která splňuje minimálně parametry kvality (tzn. bodové ohodnocení), jež měla hodnocená osoba, která má být nahrazena. U této osoby nemusí být dodržena míra zkušenosti a praxe původně hodnocené osoby, které byly nad rámec hodnoceného maxima.</w:t>
      </w:r>
    </w:p>
    <w:p w14:paraId="0E0623D9" w14:textId="77777777" w:rsidR="00644AAB" w:rsidRPr="00644AAB" w:rsidRDefault="00644AAB" w:rsidP="00644AAB">
      <w:pPr>
        <w:pStyle w:val="Text1-1"/>
      </w:pPr>
      <w:r w:rsidRPr="00644AAB">
        <w:t>Osoby, které Zhotovitel uvedl v Nabídce Zhotovitele pro účel hodnocení a které splnily minimální úroveň kvalifikace, stejně jako osoby, které je v souladu s výše uvedeným odstavcem nahradily, se musí na plnění Díla přímo podílet.</w:t>
      </w:r>
    </w:p>
    <w:p w14:paraId="1C99E592" w14:textId="77777777" w:rsidR="00644AAB" w:rsidRPr="00644AAB" w:rsidRDefault="00644AAB" w:rsidP="00644AAB">
      <w:pPr>
        <w:pStyle w:val="Nadpis1-1"/>
      </w:pPr>
      <w:bookmarkStart w:id="11" w:name="_Toc47335760"/>
      <w:r w:rsidRPr="00644AAB">
        <w:t>PROVÁDĚNÍ PROJEKTOVÝCH PRACÍ NA ŽELEZNIČNÍ DOPRAVNÍ CESTĚ</w:t>
      </w:r>
      <w:bookmarkEnd w:id="11"/>
    </w:p>
    <w:p w14:paraId="5708CC2F" w14:textId="77777777" w:rsidR="00644AAB" w:rsidRPr="00644AAB" w:rsidRDefault="00644AAB" w:rsidP="00644AAB">
      <w:pPr>
        <w:pStyle w:val="Text1-1"/>
      </w:pPr>
      <w:r w:rsidRPr="00644AAB">
        <w:t xml:space="preserve">Zhotovitel se zavazuje zajistit, že v případě, že část prací v rámci realizace Díla bude prováděna na železniční dopravní cestě, budou veškeré jeho činnosti na železniční dopravní cestě prováděny pod přímým a trvalým vedením odpovídajícího počtu odborně a zdravotně způsobilých zaměstnanců a zaměstnanců Poddodavatelů. Tito zaměstnanci (vedoucí zaměstnanci) budou povinni se na vyzvání prokázat platnými doklady způsobilosti všem oprávněným zaměstnancům Objednatele a zaměstnancům příslušných veřejných orgánů. S ohledem na </w:t>
      </w:r>
      <w:proofErr w:type="spellStart"/>
      <w:r w:rsidRPr="00644AAB">
        <w:t>ust</w:t>
      </w:r>
      <w:proofErr w:type="spellEnd"/>
      <w:r w:rsidRPr="00644AAB">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078DFF1E" w14:textId="4A915E1E" w:rsidR="00644AAB" w:rsidRPr="00644AAB" w:rsidRDefault="00644AAB" w:rsidP="00644AAB">
      <w:pPr>
        <w:pStyle w:val="Text1-1"/>
      </w:pPr>
      <w:r w:rsidRPr="00644AAB">
        <w:t xml:space="preserve">Zhotovitel se dále v souladu s příslušným Interním předpisem Objednatele zavazuje zajistit, že všichni jeho zaměstnanci nebo zaměstnanci jeho Poddodavatelů, kteří budou vykonávat vedoucí práce (tj. vystupovat jako vedoucí zaměstnanci), budou mít platné doklady způsobilosti (tj. doklady o odborné způsobilosti, vydané na základě zmocnění dle </w:t>
      </w:r>
      <w:proofErr w:type="spellStart"/>
      <w:r w:rsidRPr="00644AAB">
        <w:t>ust</w:t>
      </w:r>
      <w:proofErr w:type="spellEnd"/>
      <w:r w:rsidRPr="00644AAB">
        <w:t>. § 22 zákona č. 266/1994 Sb., o dráhách, ve znění pozdějších předpisů; ověření zdravotní způsobilosti a proškolení z bezpečnostních předpisů). Odbornou způsobilost musí Zhotovitel prokázat způsobem a v rozsahu stanoveném předpisem SŽDC Zam1 o odborné způsobilosti a znalosti osob</w:t>
      </w:r>
      <w:r w:rsidR="00B570AD">
        <w:t xml:space="preserve"> při provozování dráhy a </w:t>
      </w:r>
      <w:r w:rsidRPr="00644AAB">
        <w:t xml:space="preserve">drážní dopravy, vydaného </w:t>
      </w:r>
      <w:r w:rsidRPr="00644AAB">
        <w:lastRenderedPageBreak/>
        <w:t xml:space="preserve">pod </w:t>
      </w:r>
      <w:proofErr w:type="gramStart"/>
      <w:r w:rsidRPr="00644AAB">
        <w:t>č.j.</w:t>
      </w:r>
      <w:proofErr w:type="gramEnd"/>
      <w:r w:rsidRPr="00644AAB">
        <w:t xml:space="preserve">: </w:t>
      </w:r>
      <w:r w:rsidR="00797950" w:rsidRPr="00DE3A71">
        <w:t xml:space="preserve">76107/2019-SŽDC-GŘ-10 ze dne 18.12.2019, s účinností od 1.1.2020 </w:t>
      </w:r>
      <w:r w:rsidRPr="00644AAB">
        <w:t xml:space="preserve">v platném znění. Příslušný interní předpis Objednatele (předpis SŽDC Zam1), kterým je Zhotovitel povinen se řídit, je uveden i ve Všeobecných technických podmínkách. Doklady způsobilosti se Zhotovitel zavazuje Objednateli doložit před zahájením prací na Díle a při jakékoliv změně se zavazuje k bezodkladnému předložení kopií předmětných dokladů způsobilosti. Do doby doložení uvedených dokladů Objednateli, nemůže Zhotovitel provádět práce na Díle. S ohledem na </w:t>
      </w:r>
      <w:proofErr w:type="spellStart"/>
      <w:r w:rsidRPr="00644AAB">
        <w:t>ust</w:t>
      </w:r>
      <w:proofErr w:type="spellEnd"/>
      <w:r w:rsidRPr="00644AAB">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6D80E5C8" w14:textId="77777777" w:rsidR="00644AAB" w:rsidRPr="00644AAB" w:rsidRDefault="00644AAB" w:rsidP="00644AAB">
      <w:pPr>
        <w:pStyle w:val="Text1-1"/>
      </w:pPr>
      <w:r w:rsidRPr="00644AAB">
        <w:t xml:space="preserve">Zhotovitel je dále povinen zajistit odbornou způsobilost u příslušných specialistů (na zabezpečovací zařízení, na sdělovací zařízení) a na žádost Objednatele doložit osvědčení o odborné způsobilosti v elektrotechnice dle § 10 </w:t>
      </w:r>
      <w:proofErr w:type="spellStart"/>
      <w:r w:rsidRPr="00644AAB">
        <w:t>vyhl</w:t>
      </w:r>
      <w:proofErr w:type="spellEnd"/>
      <w:r w:rsidRPr="00644AAB">
        <w:t>. č. 50/1978 Sb., o</w:t>
      </w:r>
      <w:r w:rsidR="00B570AD">
        <w:t> </w:t>
      </w:r>
      <w:r w:rsidRPr="00644AAB">
        <w:t xml:space="preserve">odborné způsobilosti v elektrotechnice, ve znění pozdějších předpisů; a u příslušných specialistů (na trakční vedení, na silnoproudou technologii, na elektrotechnická zařízení, je-li tato specializace požadována v profesních požadavcích zadávací dokumentace zakázky) vedle osvědčení dle § 10 </w:t>
      </w:r>
      <w:proofErr w:type="spellStart"/>
      <w:r w:rsidRPr="00644AAB">
        <w:t>vyh</w:t>
      </w:r>
      <w:r w:rsidR="00B570AD">
        <w:t>l</w:t>
      </w:r>
      <w:proofErr w:type="spellEnd"/>
      <w:r w:rsidR="00B570AD">
        <w:t>. č. 50/1978 Sb. i osvědčení o </w:t>
      </w:r>
      <w:r w:rsidRPr="00644AAB">
        <w:t xml:space="preserve">zkoušce pro osobu znalou s vyšší kvalifikací dle </w:t>
      </w:r>
      <w:proofErr w:type="spellStart"/>
      <w:r w:rsidRPr="00644AAB">
        <w:t>vyhl</w:t>
      </w:r>
      <w:proofErr w:type="spellEnd"/>
      <w:r w:rsidRPr="00644AAB">
        <w:t>. č. 100/1995 Sb., řád určených technických zařízení, ve znění pozdějších předpisů, přílohy č. 4, bodu 8 písm. c), tj. pro projektování elektrických zařízení.</w:t>
      </w:r>
    </w:p>
    <w:p w14:paraId="04FC193A" w14:textId="77777777" w:rsidR="00644AAB" w:rsidRPr="00644AAB" w:rsidRDefault="00644AAB" w:rsidP="00644AAB">
      <w:pPr>
        <w:pStyle w:val="Text1-1"/>
      </w:pPr>
      <w:r w:rsidRPr="00644AAB">
        <w:t>Zhotovitel se zavazuje v souladu s obecně závaznými právními předpisy a příslušnými Interními předpisy Objednatele, zejména Předpisem SŽDC Ob 1 díl II</w:t>
      </w:r>
    </w:p>
    <w:p w14:paraId="56608B61" w14:textId="43B93445" w:rsidR="00644AAB" w:rsidRPr="00644AAB" w:rsidRDefault="00644AAB" w:rsidP="00644AAB">
      <w:pPr>
        <w:pStyle w:val="Textbezslovn"/>
      </w:pPr>
      <w:r w:rsidRPr="00644AAB">
        <w:t xml:space="preserve">„Vydávání povolení ke vstupu do míst veřejnosti nepřístupných. Průkaz pro cizí subjekt“, schválený GŘ SŽDC dne 17. 3. 2014 pod </w:t>
      </w:r>
      <w:proofErr w:type="gramStart"/>
      <w:r w:rsidRPr="00644AAB">
        <w:t>č.j.</w:t>
      </w:r>
      <w:proofErr w:type="gramEnd"/>
      <w:r w:rsidRPr="00644AAB">
        <w:t xml:space="preserve">: S9717/2014-030, s účinností od 1. 4. 2014, v platném znění, zajistit, aby všechny fyzické osoby, které se budou při provádění Díla pohybovat na dráze nebo v obvodu dráhy na místech veřejnosti nepřístupných, měly povolení pro vstup do těchto prostor. Vydávajícím subjektem je ředitelství státní </w:t>
      </w:r>
      <w:r w:rsidRPr="00DE3A71">
        <w:t>organizace</w:t>
      </w:r>
      <w:r w:rsidR="00797950" w:rsidRPr="00DE3A71">
        <w:t xml:space="preserve"> Správy železnic</w:t>
      </w:r>
      <w:r w:rsidRPr="00DE3A71">
        <w:t xml:space="preserve">, </w:t>
      </w:r>
      <w:r w:rsidRPr="00644AAB">
        <w:t xml:space="preserve">odbor bezpečnosti, </w:t>
      </w:r>
      <w:r w:rsidRPr="00DE3A71">
        <w:t>Kontaktní elektronická adresa pro podávání žádostí a pro oznamování změn a ztrát je:</w:t>
      </w:r>
      <w:r w:rsidR="00797950" w:rsidRPr="00DE3A71">
        <w:t xml:space="preserve"> prukazy</w:t>
      </w:r>
      <w:r w:rsidRPr="00DE3A71">
        <w:t>@szdc.cz. Příslušné o</w:t>
      </w:r>
      <w:r w:rsidR="00341CFA" w:rsidRPr="00DE3A71">
        <w:t>becně závazné právní předpisy a </w:t>
      </w:r>
      <w:r w:rsidRPr="00DE3A71">
        <w:t xml:space="preserve">interní předpisy Objednatele, kterými </w:t>
      </w:r>
      <w:r w:rsidRPr="00644AAB">
        <w:t>je Zhotovitel povinen se řídit, jsou uvedeny ve Všeobecných technických podmínkách.</w:t>
      </w:r>
    </w:p>
    <w:p w14:paraId="50CFE2C0" w14:textId="77777777" w:rsidR="00644AAB" w:rsidRDefault="00644AAB" w:rsidP="00644AAB">
      <w:pPr>
        <w:pStyle w:val="Text1-1"/>
      </w:pPr>
      <w:r w:rsidRPr="00644AAB">
        <w:t>V případě zahraničních technických pracovníků a pracovních sil, se Zhotovitel zavazuje zajistit, aby jim byla udělena veškerá příslušná povolení k pobytu a pracovní povolení, pokud jsou taková povolení podle českého právního řádu nezbytná. Zhotovitel nese odpovědnost za návrat těchto zaměstnanců na místo, kde byli najati nebo do místa bydliště. V případě, že kdokoli z těchto zaměstnanců nebo jejich rodinných příslušníků v České republice zemře, zavazuje se Zhotovitel zajistit veškerá opatření potřebná pro jejich repatriaci a uhradit náklady s tím spojené.</w:t>
      </w:r>
    </w:p>
    <w:p w14:paraId="523AC9C6" w14:textId="77777777" w:rsidR="00797950" w:rsidRPr="00DE3A71" w:rsidRDefault="00797950" w:rsidP="00797950">
      <w:pPr>
        <w:pStyle w:val="Text1-1"/>
      </w:pPr>
      <w:r w:rsidRPr="00DE3A71">
        <w:t xml:space="preserve">Zhotovitel se zavazuje seznámit všechny své zaměstnance s povinností podrobit se kontrole prováděné Objednatelem, zda nejsou pod vlivem alkoholu nebo návykové látky při práci v objektech a provozované železniční cestě. K povinnosti seznámit s touto povinností své zaměstnance zaváže Zhotovitel i své Poddodavatele. Kontrola bude prováděna dechovou zkouškou na přítomnost alkoholu a slinným testem na přítomnost návykových látek. Kontrola bude prováděna prostřednictvím osob Objednatele, určených v příloze č. 6 Smlouvy. Pozitivní výsledek ověření bude neprodleně oznámen Zhotoviteli. Náklady na vyšetření v případě pozitivního výsledku hradí Zhotovitel. V případě pozitivního výsledku kontroly nesmí dotčená osoba Zhotovitele pokračovat ve vykonávané činnosti a bude jí odebrán „Průkaz ke vstupu do objektů a provozované železniční dopravní cesty “. Kontrola bude prováděna v souladu </w:t>
      </w:r>
      <w:r w:rsidRPr="00DE3A71">
        <w:rPr>
          <w:spacing w:val="-2"/>
        </w:rPr>
        <w:t xml:space="preserve">se směrnicí Objednatele č. 120 </w:t>
      </w:r>
      <w:proofErr w:type="gramStart"/>
      <w:r w:rsidRPr="00DE3A71">
        <w:rPr>
          <w:spacing w:val="-2"/>
        </w:rPr>
        <w:t>č.j.</w:t>
      </w:r>
      <w:proofErr w:type="gramEnd"/>
      <w:r w:rsidRPr="00DE3A71">
        <w:rPr>
          <w:spacing w:val="-2"/>
        </w:rPr>
        <w:t> 36503/2017-SŽDC-GŘ-010 z 3. </w:t>
      </w:r>
      <w:r w:rsidRPr="00DE3A71">
        <w:t xml:space="preserve">11. 2017 „Dodržování zákazu kouření, požívání alkoholických nápojů a užívání jiných návykových látek“ v platném znění. </w:t>
      </w:r>
    </w:p>
    <w:p w14:paraId="345B8B98" w14:textId="77777777" w:rsidR="00644AAB" w:rsidRPr="00644AAB" w:rsidRDefault="00644AAB" w:rsidP="00644AAB">
      <w:pPr>
        <w:pStyle w:val="Nadpis1-1"/>
      </w:pPr>
      <w:bookmarkStart w:id="12" w:name="_Toc47335761"/>
      <w:r w:rsidRPr="00644AAB">
        <w:lastRenderedPageBreak/>
        <w:t>PODDODAVATELÉ</w:t>
      </w:r>
      <w:bookmarkEnd w:id="12"/>
    </w:p>
    <w:p w14:paraId="370717D1" w14:textId="77777777" w:rsidR="00644AAB" w:rsidRPr="00644AAB" w:rsidRDefault="00644AAB" w:rsidP="00644AAB">
      <w:pPr>
        <w:pStyle w:val="Text1-1"/>
      </w:pPr>
      <w:r w:rsidRPr="00644AAB">
        <w:t xml:space="preserve">Zhotovitel se zavazuje, že provede Dílo minimálně v rozsahu stanoveném Smlouvou vlastními prostředky s tím, že zbývající rozsah prací je oprávněn realizovat prostřednictvím poddodávek. Zhotovitel se zavazuje smluvně zajistit, že jím vybraný Poddodavatel svoji část plnění v rámci provádění Díla provede osobně a nepřevede ji na dalšího Poddodavatele ani ji ve smyslu </w:t>
      </w:r>
      <w:proofErr w:type="spellStart"/>
      <w:r w:rsidRPr="00644AAB">
        <w:t>ust</w:t>
      </w:r>
      <w:proofErr w:type="spellEnd"/>
      <w:r w:rsidRPr="00644AAB">
        <w:t>. § 2589 občanského zákoníku nenechá provést dalším Poddodavatelem pod svým osobn</w:t>
      </w:r>
      <w:r w:rsidR="00B570AD">
        <w:t xml:space="preserve">ím vedením. S ohledem na </w:t>
      </w:r>
      <w:proofErr w:type="spellStart"/>
      <w:r w:rsidR="00B570AD">
        <w:t>ust</w:t>
      </w:r>
      <w:proofErr w:type="spellEnd"/>
      <w:r w:rsidR="00B570AD">
        <w:t>. § </w:t>
      </w:r>
      <w:r w:rsidRPr="00644AAB">
        <w:t>1769 občanského zákoníku smluvní strany prohlašují, že tato povinnost Poddodavatele není sjednávána jako plnění třetí osoby ve smyslu uvedeného zákonného ustanovení. Zhotovitel se zavazuje zajistit plnění této povinn</w:t>
      </w:r>
      <w:r w:rsidR="0031498F">
        <w:t>osti tak, že neuzavře smlouvu s </w:t>
      </w:r>
      <w:r w:rsidRPr="00644AAB">
        <w:t xml:space="preserve">žádným Poddodavatelem, který se k této povinnosti nezaváže. </w:t>
      </w:r>
    </w:p>
    <w:p w14:paraId="26297F59" w14:textId="77777777" w:rsidR="00644AAB" w:rsidRPr="00644AAB" w:rsidRDefault="00644AAB" w:rsidP="00644AAB">
      <w:pPr>
        <w:pStyle w:val="Text1-1"/>
      </w:pPr>
      <w:r w:rsidRPr="00644AAB">
        <w:t>Zhotovitel je oprávněn provádět prostřednictvím Poddodavatele jen takové plnění Smlouvy, které je pro příslušného Poddodavatele uvedeno v příloze č. 8 Smlouvy.</w:t>
      </w:r>
    </w:p>
    <w:p w14:paraId="21074BAE" w14:textId="77777777" w:rsidR="00644AAB" w:rsidRPr="00644AAB" w:rsidRDefault="00644AAB" w:rsidP="00644AAB">
      <w:pPr>
        <w:pStyle w:val="Text1-1"/>
      </w:pPr>
      <w:r w:rsidRPr="00644AAB">
        <w:t>Vlastními prostředky ve smyslu tohoto článku se rozumí, že Zhotovitel musí disponovat stroji a zařízení, materiály, lidskými a finančními zdroji nezbytnými k provedení příslušné Části Díla. Pod pojmem disponovat se pro účely tohoto článku rozumí, že Zhotovitel nebo osoby tvořící s ním koncern mají stroje, zařízení a materiály ve vlastnictví nebo jsou oprávněni s nimi nakládat na z</w:t>
      </w:r>
      <w:r w:rsidR="00B570AD">
        <w:t>ákladě jiného právního důvodu a </w:t>
      </w:r>
      <w:r w:rsidRPr="00644AAB">
        <w:t xml:space="preserve">lidské zdroje má Zhotovitel zajištěné osobami, které jsou ke Zhotoviteli nebo osobám tvořícím se Zhotovitelem koncern v pracovněprávním vztahu. Za práce provedené vlastními prostředky se považují i práce provedené osobami, které společně se Zhotovitelem tvoří koncern ve smyslu </w:t>
      </w:r>
      <w:proofErr w:type="spellStart"/>
      <w:r w:rsidRPr="00644AAB">
        <w:t>ust</w:t>
      </w:r>
      <w:proofErr w:type="spellEnd"/>
      <w:r w:rsidRPr="00644AAB">
        <w:t>. § 79 zákona č. 90/2012 Sb., o obchodních společnostech a družstvech (zákon o obchodních korporacích). Příslušnost těchto osob ke koncernu musí Zhotovitel prokázat. 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2FEF1D97" w14:textId="77777777" w:rsidR="00644AAB" w:rsidRPr="00644AAB" w:rsidRDefault="00644AAB" w:rsidP="00644AAB">
      <w:pPr>
        <w:pStyle w:val="Text1-1"/>
      </w:pPr>
      <w:r w:rsidRPr="00644AAB">
        <w:t>Zhotovitel bude odpovídat za plnění všech svých Poddodavatelů a škodu jimi způsobenou, stejně jako by šlo o jednání Zhotovitele nebo jím způsobenou škodu. Pokud není stanoveno jinak:</w:t>
      </w:r>
    </w:p>
    <w:p w14:paraId="034EF95C" w14:textId="77777777" w:rsidR="00644AAB" w:rsidRPr="00644AAB" w:rsidRDefault="00644AAB" w:rsidP="00644AAB">
      <w:pPr>
        <w:pStyle w:val="Text1-2"/>
      </w:pPr>
      <w:r w:rsidRPr="00644AAB">
        <w:t>Zhotovitel je bez dalšího oprávněn plnit pomocí Poddodavatelů, kteří jsou uvedeni v příloze č. 8 Smlouvy, a to v rozsahu plnění tam uvedeném;</w:t>
      </w:r>
    </w:p>
    <w:p w14:paraId="07C0E730" w14:textId="77777777" w:rsidR="00644AAB" w:rsidRPr="00644AAB" w:rsidRDefault="00644AAB" w:rsidP="00644AAB">
      <w:pPr>
        <w:pStyle w:val="Text1-2"/>
      </w:pPr>
      <w:r w:rsidRPr="00644AAB">
        <w:t xml:space="preserve">Poddodavatelé uvedení v příloze č. 8 Smlouvy, jejich podíl v % na provádění Díla ani předmět jejich poddodávky se nebudou v průběhu provádění Díla měnit nebo doplňovat bez písemného souhlasu Objednatele formou dodatku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minimálně v rozsahu, v jakém byla prokázána v zadávacím řízení prostřednictvím původního Poddodavatele; nezbytnou podmínkou pro změnu Poddodavatele, prostřednictvím kterého Zhotovitel v zadávacím řízení prokazoval kvalifikaci, je, že Zhotovitel jako součást žádosti o schválení předloží pro takto nově schvalovaného Poddodavatele originály nebo ověřené kopie dokladů, jimiž prokáže, že tento nový Poddodavatel splňuje kvalifikaci minimálně v rozsahu, v jakém byla prokázána v zadávacím řízení prostřednictvím původního Poddodavatele; </w:t>
      </w:r>
    </w:p>
    <w:p w14:paraId="0E71C8BA" w14:textId="77777777" w:rsidR="00644AAB" w:rsidRPr="00644AAB" w:rsidRDefault="00644AAB" w:rsidP="00644AAB">
      <w:pPr>
        <w:pStyle w:val="Text1-1"/>
      </w:pPr>
      <w:r w:rsidRPr="00644AAB">
        <w:t>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w:t>
      </w:r>
      <w:r w:rsidR="00B570AD">
        <w:t xml:space="preserve"> pro výkon činností spojených s </w:t>
      </w:r>
      <w:r w:rsidRPr="00644AAB">
        <w:t xml:space="preserve">prováděním Díla, obecně závaznými právními předpisy, Interními předpisy Objednatele nebo Smlouvou. S ohledem na </w:t>
      </w:r>
      <w:proofErr w:type="spellStart"/>
      <w:r w:rsidRPr="00644AAB">
        <w:t>ust</w:t>
      </w:r>
      <w:proofErr w:type="spellEnd"/>
      <w:r w:rsidRPr="00644AAB">
        <w:t xml:space="preserve">. § 1769 občanského zákoníku smluvní strany prohlašují, </w:t>
      </w:r>
      <w:r w:rsidRPr="00644AAB">
        <w:lastRenderedPageBreak/>
        <w:t>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2E3917" w14:textId="77777777" w:rsidR="00644AAB" w:rsidRPr="00644AAB" w:rsidRDefault="00644AAB" w:rsidP="00644AAB">
      <w:pPr>
        <w:pStyle w:val="Nadpis1-1"/>
      </w:pPr>
      <w:bookmarkStart w:id="13" w:name="_Toc47335762"/>
      <w:r w:rsidRPr="00644AAB">
        <w:t>PŘEDÁNÍ A PŘEVZETÍ DÍLA</w:t>
      </w:r>
      <w:bookmarkEnd w:id="13"/>
    </w:p>
    <w:p w14:paraId="4D57AB3D" w14:textId="0F5899A1" w:rsidR="005F45D0" w:rsidRDefault="005F45D0" w:rsidP="005F45D0">
      <w:pPr>
        <w:pStyle w:val="Text1-1"/>
      </w:pPr>
      <w:r w:rsidRPr="00543B1A">
        <w:t xml:space="preserve">Dílo bude předáváno po částech ve smyslu </w:t>
      </w:r>
      <w:proofErr w:type="spellStart"/>
      <w:r w:rsidRPr="00543B1A">
        <w:t>ust</w:t>
      </w:r>
      <w:proofErr w:type="spellEnd"/>
      <w:r w:rsidRPr="00543B1A">
        <w:t>. § 2606 občanského zákoníku, přičemž Částmi Díla se rozumí plnění připadající dl</w:t>
      </w:r>
      <w:r w:rsidR="00285199">
        <w:t>e Harmonogramu plnění na určité</w:t>
      </w:r>
      <w:r w:rsidRPr="00543B1A">
        <w:t xml:space="preserve"> Dílčí </w:t>
      </w:r>
      <w:r w:rsidR="00285199">
        <w:t>plnění</w:t>
      </w:r>
      <w:r w:rsidRPr="00543B1A">
        <w:t>. O předání každé Části Díla bude pořízen Předávací protokol.</w:t>
      </w:r>
    </w:p>
    <w:p w14:paraId="37511CED" w14:textId="640B3798" w:rsidR="005F45D0" w:rsidRPr="00644AAB" w:rsidRDefault="005F45D0" w:rsidP="005F45D0">
      <w:pPr>
        <w:pStyle w:val="Text1-1"/>
      </w:pPr>
      <w:r w:rsidRPr="00644AAB">
        <w:t>Zhotovitel je oprávněn předložit Část Díla před termínem</w:t>
      </w:r>
      <w:r>
        <w:t xml:space="preserve"> dokončení</w:t>
      </w:r>
      <w:r w:rsidRPr="00644AAB">
        <w:t xml:space="preserve"> sjednaným v Harmonogramu plnění pro přísluš</w:t>
      </w:r>
      <w:r w:rsidR="00285199">
        <w:t>né</w:t>
      </w:r>
      <w:r w:rsidRPr="00644AAB">
        <w:t xml:space="preserve"> Dílčí </w:t>
      </w:r>
      <w:r w:rsidR="00285199">
        <w:t>plnění</w:t>
      </w:r>
      <w:r w:rsidRPr="00644AAB">
        <w:t>, nevyplývá-li ze Smlouvy výslovně jinak.</w:t>
      </w:r>
    </w:p>
    <w:p w14:paraId="3DCF7ACD" w14:textId="77777777" w:rsidR="005F45D0" w:rsidRDefault="005F45D0" w:rsidP="005F45D0">
      <w:pPr>
        <w:pStyle w:val="Text1-1"/>
      </w:pPr>
      <w:r w:rsidRPr="00644AAB">
        <w:t>Zhotovitel se zavazuje předložit</w:t>
      </w:r>
      <w:r>
        <w:t xml:space="preserve"> Dílo nebo jeho</w:t>
      </w:r>
      <w:r w:rsidRPr="00644AAB">
        <w:t xml:space="preserve"> Část </w:t>
      </w:r>
      <w:r>
        <w:t>(Dílčí plnění) v rozsahu a ve lhůtě dle harmonogramu stanoveného přílohou Smlouvy 3 c) Zvláštní technické podmínky</w:t>
      </w:r>
      <w:r w:rsidRPr="00644AAB">
        <w:t>, nebo jinak sta</w:t>
      </w:r>
      <w:r>
        <w:t>novené v souladu se Smlouvou. V </w:t>
      </w:r>
      <w:r w:rsidRPr="00644AAB">
        <w:t>pochybnostech má přednost lhůta, která byla za sou</w:t>
      </w:r>
      <w:r>
        <w:t>činnosti obou smluvních stran v </w:t>
      </w:r>
      <w:r w:rsidRPr="00644AAB">
        <w:t>souladu se Smlouvou stanovena později.</w:t>
      </w:r>
    </w:p>
    <w:p w14:paraId="5BA6E7FB" w14:textId="77777777" w:rsidR="005F45D0" w:rsidRPr="00972608" w:rsidRDefault="005F45D0" w:rsidP="005F45D0">
      <w:pPr>
        <w:pStyle w:val="Text1-1"/>
      </w:pPr>
      <w:r w:rsidRPr="007A7774">
        <w:t xml:space="preserve">Zjistí-li Objednatel </w:t>
      </w:r>
      <w:r>
        <w:t>již při předání Díla nebo jeho Č</w:t>
      </w:r>
      <w:r w:rsidRPr="007A7774">
        <w:t>ásti (dílčího plnění)</w:t>
      </w:r>
      <w:r>
        <w:t xml:space="preserve">, </w:t>
      </w:r>
      <w:r w:rsidRPr="00347D10">
        <w:t>ačkoli to jinak zjišťovat povinen není, vady nebo nedodělky, může odm</w:t>
      </w:r>
      <w:r>
        <w:t>ítnout převzetí Díla nebo jeho Č</w:t>
      </w:r>
      <w:r w:rsidRPr="00347D10">
        <w:t>ásti (dílčího</w:t>
      </w:r>
      <w:r>
        <w:t xml:space="preserve"> plnění) anebo Dílo anebo jeho Č</w:t>
      </w:r>
      <w:r w:rsidRPr="00347D10">
        <w:t xml:space="preserve">ást převzít s výhradou, </w:t>
      </w:r>
      <w:r w:rsidRPr="005F45D0">
        <w:t>že v předávacím protokolu budou uvedeny zjiště</w:t>
      </w:r>
      <w:r w:rsidRPr="007A7774">
        <w:t>né vady</w:t>
      </w:r>
      <w:r w:rsidRPr="00972608">
        <w:t>. Lhůta pro odstranění vad a nedodělků činí 5 pracovních dnů, nestanoví-li Objednatel lhůtu delší</w:t>
      </w:r>
      <w:r w:rsidRPr="00A52566">
        <w:t xml:space="preserve">. </w:t>
      </w:r>
      <w:r w:rsidRPr="00972608">
        <w:t xml:space="preserve">Část Díla s odstraněnými vadami Objednateli </w:t>
      </w:r>
      <w:r w:rsidRPr="00A52566">
        <w:t>opětovně předloží ke kontrole</w:t>
      </w:r>
      <w:r w:rsidRPr="00972608">
        <w:t>.</w:t>
      </w:r>
    </w:p>
    <w:p w14:paraId="2D1E7C66" w14:textId="77777777" w:rsidR="005F45D0" w:rsidRDefault="005F45D0" w:rsidP="005F45D0">
      <w:pPr>
        <w:pStyle w:val="Text1-1"/>
      </w:pPr>
      <w:r>
        <w:t xml:space="preserve">Nezjistí-li Objednatel při předání Díla nebo jeho Části (dílčího plnění) vady a nedodělky, </w:t>
      </w:r>
      <w:r w:rsidRPr="00644AAB">
        <w:t>převezme</w:t>
      </w:r>
      <w:r>
        <w:t xml:space="preserve"> předloženou</w:t>
      </w:r>
      <w:r w:rsidRPr="00644AAB">
        <w:t xml:space="preserve"> </w:t>
      </w:r>
      <w:r>
        <w:t>Část Díla ke kontrole a</w:t>
      </w:r>
      <w:r w:rsidRPr="00644AAB">
        <w:t xml:space="preserve"> do </w:t>
      </w:r>
      <w:r w:rsidRPr="005F45D0">
        <w:t>třiceti (30) pracovních dnů</w:t>
      </w:r>
      <w:r w:rsidRPr="00644AAB">
        <w:t xml:space="preserve"> od </w:t>
      </w:r>
      <w:r>
        <w:t xml:space="preserve">jejího </w:t>
      </w:r>
      <w:r w:rsidRPr="00644AAB">
        <w:t>pře</w:t>
      </w:r>
      <w:r>
        <w:t>vzetí</w:t>
      </w:r>
      <w:r w:rsidRPr="00644AAB">
        <w:t xml:space="preserve"> vznese veškeré své výhrady nebo připomínky k předložené </w:t>
      </w:r>
      <w:r>
        <w:t xml:space="preserve">Části </w:t>
      </w:r>
      <w:r w:rsidRPr="00644AAB">
        <w:t>Díl</w:t>
      </w:r>
      <w:r>
        <w:t>a</w:t>
      </w:r>
      <w:r w:rsidRPr="00644AAB">
        <w:t>.</w:t>
      </w:r>
      <w:r>
        <w:t xml:space="preserve"> </w:t>
      </w:r>
    </w:p>
    <w:p w14:paraId="05972455" w14:textId="77777777" w:rsidR="005F45D0" w:rsidRDefault="005F45D0" w:rsidP="005F45D0">
      <w:pPr>
        <w:pStyle w:val="Text1-1"/>
      </w:pPr>
      <w:r>
        <w:t xml:space="preserve">Při předání Díla nebo Části Díla (dílčího plnění) dle odstavce 8.4 a 8.5 předloží </w:t>
      </w:r>
      <w:r w:rsidRPr="00644AAB">
        <w:t xml:space="preserve">Zhotovitel Objednateli k podpisu Zhotovitelem podepsaný </w:t>
      </w:r>
      <w:r>
        <w:t>Předávací protokol</w:t>
      </w:r>
      <w:r w:rsidRPr="00644AAB">
        <w:t xml:space="preserve">. </w:t>
      </w:r>
    </w:p>
    <w:p w14:paraId="12598B1A" w14:textId="77777777" w:rsidR="005F45D0" w:rsidRPr="00644AAB" w:rsidRDefault="005F45D0" w:rsidP="005F45D0">
      <w:pPr>
        <w:pStyle w:val="Text1-1"/>
      </w:pPr>
      <w:r>
        <w:t>Výhradami a </w:t>
      </w:r>
      <w:r w:rsidRPr="00644AAB">
        <w:t xml:space="preserve">připomínkami </w:t>
      </w:r>
      <w:r>
        <w:t xml:space="preserve">dle odstavce 8.5 </w:t>
      </w:r>
      <w:r w:rsidRPr="00644AAB">
        <w:t xml:space="preserve">se rozumí nejen výhrady ve smyslu </w:t>
      </w:r>
      <w:proofErr w:type="spellStart"/>
      <w:r w:rsidRPr="00644AAB">
        <w:t>ust</w:t>
      </w:r>
      <w:proofErr w:type="spellEnd"/>
      <w:r w:rsidRPr="00644AAB">
        <w:t xml:space="preserve">. § 2605 občanského zákoníku, ale rovněž věcné požadavky na úpravu Díla tak, aby lépe vyhovovalo potřebám a záměrům Objednatele, avšak neměnící povahu Díla. Objednatel je oprávněn činit výhrady </w:t>
      </w:r>
      <w:r>
        <w:t xml:space="preserve">a uplatňovat připomínky </w:t>
      </w:r>
      <w:r w:rsidRPr="00644AAB">
        <w:t xml:space="preserve">i k jednotlivým </w:t>
      </w:r>
      <w:r>
        <w:t>dílčím výsledkům činnosti Zhotovitele při provádění Díla, které nejsou Částí Díla</w:t>
      </w:r>
      <w:r w:rsidRPr="00644AAB">
        <w:t xml:space="preserve"> poté, co </w:t>
      </w:r>
      <w:r>
        <w:t xml:space="preserve">s nimi bude seznámen. </w:t>
      </w:r>
      <w:r w:rsidRPr="00644AAB">
        <w:t>Takové úpravy se nepovažují za vícepráce.</w:t>
      </w:r>
    </w:p>
    <w:p w14:paraId="103A1D18" w14:textId="77777777" w:rsidR="005F45D0" w:rsidRDefault="005F45D0" w:rsidP="005F45D0">
      <w:pPr>
        <w:pStyle w:val="Text1-1"/>
      </w:pPr>
      <w:r>
        <w:t xml:space="preserve">Ostatní výhrady a připomínky k Části Díla (dílčímu plnění), které </w:t>
      </w:r>
      <w:r w:rsidRPr="00930621">
        <w:t>nemají charakter vad</w:t>
      </w:r>
      <w:r>
        <w:t xml:space="preserve">, zapracuje Zhotovitel do Díla nebo Části Díla v rámci následujícího dílčího plnění. Pokud je dotčená Část Díla (Dílčí plnění) posledním plněním Studie proveditelnosti nebo celého Díla platí ustanovení odstavců 8.4 a 8.5. </w:t>
      </w:r>
      <w:r w:rsidRPr="00644AAB">
        <w:t>Takové úpravy se nepovažují za</w:t>
      </w:r>
      <w:r>
        <w:t xml:space="preserve"> změnu Díla dle čl. </w:t>
      </w:r>
      <w:r w:rsidRPr="00027798">
        <w:t>14</w:t>
      </w:r>
      <w:r>
        <w:t xml:space="preserve"> Obchodních podmínek, pokud nemění původní předmět plnění Smlouvy či vlastnosti Díla dané předchozí řádně předanou a převzatou Částí Díla</w:t>
      </w:r>
      <w:r w:rsidRPr="00644AAB">
        <w:t>.</w:t>
      </w:r>
      <w:r w:rsidRPr="005247F9">
        <w:t xml:space="preserve"> </w:t>
      </w:r>
    </w:p>
    <w:p w14:paraId="207AE17C" w14:textId="77777777" w:rsidR="005F45D0" w:rsidRDefault="005F45D0" w:rsidP="005F45D0">
      <w:pPr>
        <w:pStyle w:val="Text1-1"/>
      </w:pPr>
      <w:r>
        <w:t>Předáním poslední Části Díla je Dílo předáno jako celek. Po kontrole poslední Části Díla podepíší strany Protokol o provedení díla.</w:t>
      </w:r>
    </w:p>
    <w:p w14:paraId="25291BA1" w14:textId="77777777" w:rsidR="005F45D0" w:rsidRPr="00644AAB" w:rsidRDefault="005F45D0" w:rsidP="005F45D0">
      <w:pPr>
        <w:pStyle w:val="Text1-1"/>
      </w:pPr>
      <w:r w:rsidRPr="00644AAB">
        <w:t>Splnění povinností Zhotovitele nebude pokládáno za</w:t>
      </w:r>
      <w:r>
        <w:t xml:space="preserve"> úplné, dokud nebude Předávací protokol (ve vztahu k Části Díla) nebo Protokol o </w:t>
      </w:r>
      <w:r w:rsidRPr="00644AAB">
        <w:t xml:space="preserve">provedení Díla podepsán Zhotovitelem i Objednatelem s uvedením data, kdy Zhotovitel splnil své povinnosti podle Smlouvy. </w:t>
      </w:r>
    </w:p>
    <w:p w14:paraId="3515B134" w14:textId="77777777" w:rsidR="005F45D0" w:rsidRDefault="005F45D0" w:rsidP="005F45D0">
      <w:pPr>
        <w:pStyle w:val="Text1-1"/>
      </w:pPr>
      <w:r w:rsidRPr="00644AAB">
        <w:t xml:space="preserve">Dnem podpisu </w:t>
      </w:r>
      <w:r>
        <w:t xml:space="preserve">Předávacího protokolu nebo </w:t>
      </w:r>
      <w:r w:rsidRPr="00644AAB">
        <w:t>Protokolu o provedení Díla oběma smluvními stranami se má Dílo</w:t>
      </w:r>
      <w:r>
        <w:t xml:space="preserve"> (Části Díla)</w:t>
      </w:r>
      <w:r w:rsidRPr="00644AAB">
        <w:t xml:space="preserve"> za převzaté a provedené a pouze </w:t>
      </w:r>
      <w:r>
        <w:t xml:space="preserve">Předávací protokol nebo </w:t>
      </w:r>
      <w:r w:rsidRPr="00644AAB">
        <w:t>Protokol o provedení Díla bude dokladem konečného převzetí a provedení celého Díla</w:t>
      </w:r>
      <w:r>
        <w:t xml:space="preserve"> (Části Díla).</w:t>
      </w:r>
    </w:p>
    <w:p w14:paraId="1C3BD6D5" w14:textId="77777777" w:rsidR="005F45D0" w:rsidRDefault="005F45D0" w:rsidP="005F45D0">
      <w:pPr>
        <w:pStyle w:val="Text1-1"/>
      </w:pPr>
      <w:r>
        <w:t>Dílčí plnění, jehož náplní je součinnost při schvalování Studie CK MD bude pokládáno za úplné až poté, kdy Zhotovitel do Studie zapracuje případné připomínky CK MD. Předávací protokol pro toto dílčí plnění předloží Zhotovitel k podpisu až po zapracování připomínek a po projednání Studie v CK MD.</w:t>
      </w:r>
    </w:p>
    <w:p w14:paraId="3EAD7309" w14:textId="77777777" w:rsidR="005F45D0" w:rsidRPr="00644AAB" w:rsidRDefault="005F45D0" w:rsidP="005F45D0">
      <w:pPr>
        <w:pStyle w:val="Text1-1"/>
      </w:pPr>
      <w:r w:rsidRPr="00644AAB">
        <w:lastRenderedPageBreak/>
        <w:t>Po podpisu Protokolu o provedení Díla oběma smluvn</w:t>
      </w:r>
      <w:r>
        <w:t>ími stranami zůstávají nadále v </w:t>
      </w:r>
      <w:r w:rsidRPr="00644AAB">
        <w:t xml:space="preserve">platnosti závazky smluvních stran ze Smlouvy, které v této době zůstávají nesplněny nebo z jejichž povahy vyplývá, že mají zůstat v platnosti i po dokončení Díla. </w:t>
      </w:r>
    </w:p>
    <w:p w14:paraId="1F22E8F4" w14:textId="77777777" w:rsidR="005F45D0" w:rsidRDefault="005F45D0" w:rsidP="005F45D0">
      <w:pPr>
        <w:pStyle w:val="Text1-1"/>
      </w:pPr>
      <w:r w:rsidRPr="00644AAB">
        <w:t xml:space="preserve">Podrobný postup </w:t>
      </w:r>
      <w:r>
        <w:t>projednání</w:t>
      </w:r>
      <w:r w:rsidRPr="00644AAB">
        <w:t xml:space="preserve"> Díla upravují Všeobecné technické podmínky.</w:t>
      </w:r>
      <w:r>
        <w:t xml:space="preserve"> Články 2.2 a 2.3 Všeobecných technických podmínek platí obdobně i pro projednávání Studie proveditelnosti.</w:t>
      </w:r>
    </w:p>
    <w:p w14:paraId="194F9376" w14:textId="77777777" w:rsidR="005F45D0" w:rsidRDefault="005F45D0" w:rsidP="005F45D0">
      <w:pPr>
        <w:pStyle w:val="Text1-1"/>
      </w:pPr>
      <w:r>
        <w:t>Ujednáními o projednání Částí Díla nejsou dotčena ujednání Obchodních podmínek o odpovědnosti za vady a o lhůtách k uplatnění nároků z této odpovědnosti.</w:t>
      </w:r>
    </w:p>
    <w:p w14:paraId="1CD8DFE6" w14:textId="77777777" w:rsidR="005F45D0" w:rsidRPr="00644AAB" w:rsidRDefault="005F45D0" w:rsidP="005F45D0">
      <w:pPr>
        <w:pStyle w:val="Text1-1"/>
      </w:pPr>
      <w:r>
        <w:t>Po schválení Studie proveditelnosti CK MD rozhodne Objednatel o rozdělení schválené varianty do jednoho či více Záměrů projektu či o tom, že pro některé části schválené varianty se Záměr projektu zpracovávat nebude. Své rozhodnutí o počtu zpracovávaných Záměrů projektu oznámí Objednatel Zhotoviteli písemně. Zhotovitel je povinen toto rozhodnutí akceptovat. Uzavření dodatku ke Smlouvě se v tomto případě nevyžaduje.</w:t>
      </w:r>
    </w:p>
    <w:p w14:paraId="167EF68C" w14:textId="75A025D3" w:rsidR="00644AAB" w:rsidRPr="00644AAB" w:rsidRDefault="00644AAB" w:rsidP="00644AAB">
      <w:pPr>
        <w:pStyle w:val="Nadpis1-1"/>
      </w:pPr>
      <w:bookmarkStart w:id="14" w:name="_Toc47335763"/>
      <w:r w:rsidRPr="00644AAB">
        <w:t>CENA DÍLA</w:t>
      </w:r>
      <w:bookmarkEnd w:id="14"/>
      <w:r w:rsidRPr="00644AAB">
        <w:t xml:space="preserve"> </w:t>
      </w:r>
    </w:p>
    <w:p w14:paraId="1FC51148" w14:textId="1F35B2C7" w:rsidR="00644AAB" w:rsidRPr="00644AAB" w:rsidRDefault="00644AAB" w:rsidP="00B570AD">
      <w:pPr>
        <w:pStyle w:val="Text1-1"/>
      </w:pPr>
      <w:r w:rsidRPr="00644AAB">
        <w:t xml:space="preserve">Cena Díla v sobě zahrnuje kompletní Cenu </w:t>
      </w:r>
      <w:r w:rsidR="00B570AD">
        <w:t xml:space="preserve">za zpracování </w:t>
      </w:r>
      <w:r w:rsidR="00170ACC">
        <w:t xml:space="preserve">Studie proveditelnosti a </w:t>
      </w:r>
      <w:r w:rsidR="00B570AD">
        <w:t>Záměru projektu</w:t>
      </w:r>
      <w:r w:rsidRPr="00644AAB">
        <w:t>, která je uvedená v o</w:t>
      </w:r>
      <w:r w:rsidR="00B570AD">
        <w:t>dst. 3.3 Smlouvy a v</w:t>
      </w:r>
      <w:r w:rsidR="00A3656D">
        <w:t> </w:t>
      </w:r>
      <w:r w:rsidR="00B570AD">
        <w:t>příloze č. </w:t>
      </w:r>
      <w:r w:rsidRPr="00644AAB">
        <w:t xml:space="preserve">4 Smlouvy, kde je Cena za zpracování </w:t>
      </w:r>
      <w:r w:rsidR="00FB13EC">
        <w:t xml:space="preserve">Studie proveditelnosti a </w:t>
      </w:r>
      <w:r w:rsidRPr="00644AAB">
        <w:t xml:space="preserve">Záměru projektu vymezena dle jednotlivých Částí Díla odpovídajících jednotlivým Dílčím </w:t>
      </w:r>
      <w:r w:rsidR="00285199">
        <w:t>plněním</w:t>
      </w:r>
      <w:r w:rsidRPr="00644AAB">
        <w:t xml:space="preserve"> dle Harmonogramu plnění.</w:t>
      </w:r>
    </w:p>
    <w:p w14:paraId="6634C860" w14:textId="77777777" w:rsidR="00644AAB" w:rsidRPr="00644AAB" w:rsidRDefault="00644AAB" w:rsidP="00644AAB">
      <w:pPr>
        <w:pStyle w:val="Text1-1"/>
      </w:pPr>
      <w:r w:rsidRPr="00644AAB">
        <w:t xml:space="preserve">Zhotovitel potvrzuje, že je schopen zrealizovat předmět Veřejné zakázky za cenu </w:t>
      </w:r>
      <w:r w:rsidRPr="00A3656D">
        <w:t xml:space="preserve">uvedenou v odst. 3.3 Smlouvy a v příloze č. 4 </w:t>
      </w:r>
      <w:r w:rsidR="00B570AD" w:rsidRPr="00A3656D">
        <w:t>Smlouvy</w:t>
      </w:r>
      <w:r w:rsidR="00B570AD">
        <w:t>, a to v plném rozsahu a </w:t>
      </w:r>
      <w:r w:rsidRPr="00644AAB">
        <w:t>potvrzuje, že cena uvedená v odst. 3.3 Smlouvy a v příloze č. 4 Smlouvy je cenou konečnou a nepřekročitelnou a zahrnuje veškeré práce</w:t>
      </w:r>
      <w:r w:rsidR="00B570AD">
        <w:t xml:space="preserve"> nezbytné pro řádné dokončení a </w:t>
      </w:r>
      <w:r w:rsidRPr="00644AAB">
        <w:t>předání Díla, přičemž může být měněna výhradně:</w:t>
      </w:r>
    </w:p>
    <w:p w14:paraId="11F8072F" w14:textId="77777777" w:rsidR="00644AAB" w:rsidRDefault="00644AAB" w:rsidP="00644AAB">
      <w:pPr>
        <w:pStyle w:val="Text1-2"/>
      </w:pPr>
      <w:r w:rsidRPr="00644AAB">
        <w:t>v případě změny výše zákonem stanovené daně z přidané hodnoty (DPH), přičemž v takovém případě se Cena Díla zvýší nebo sníží způsobem odpovídajícím změně DPH,</w:t>
      </w:r>
    </w:p>
    <w:p w14:paraId="733856A9" w14:textId="77777777" w:rsidR="00170ACC" w:rsidRPr="00644AAB" w:rsidRDefault="00170ACC" w:rsidP="00644AAB">
      <w:pPr>
        <w:pStyle w:val="Text1-2"/>
      </w:pPr>
      <w:r>
        <w:t>na základě postupu dle některého změnového ujednání v těchto Obchodních podmínkách, a</w:t>
      </w:r>
    </w:p>
    <w:p w14:paraId="53618143" w14:textId="77777777" w:rsidR="00644AAB" w:rsidRPr="00644AAB" w:rsidRDefault="00644AAB" w:rsidP="00644AAB">
      <w:pPr>
        <w:pStyle w:val="Text1-2"/>
      </w:pPr>
      <w:r w:rsidRPr="00644AAB">
        <w:t>na základě písemné dohody stran v soulad</w:t>
      </w:r>
      <w:r w:rsidR="00B570AD">
        <w:t>u se zákonem č.</w:t>
      </w:r>
      <w:r w:rsidR="00170ACC">
        <w:t xml:space="preserve"> </w:t>
      </w:r>
      <w:r w:rsidR="00B570AD">
        <w:t>134/2016 Sb., o </w:t>
      </w:r>
      <w:r w:rsidRPr="00644AAB">
        <w:t>zadávání veřejných zakázek (dále jen ZZVZ).</w:t>
      </w:r>
    </w:p>
    <w:p w14:paraId="5EA8C885" w14:textId="77777777" w:rsidR="00644AAB" w:rsidRDefault="00644AAB" w:rsidP="00644AAB">
      <w:pPr>
        <w:pStyle w:val="Text1-1"/>
      </w:pPr>
      <w:r w:rsidRPr="00644AAB">
        <w:t>Cena Díla je cenou nejvýše přípustnou a zahrnuje veškeré náklady na provedení Díla. Zhotovitel prohlašuje, že se seznámil s celým</w:t>
      </w:r>
      <w:r w:rsidR="00B570AD">
        <w:t xml:space="preserve"> obsahem Zadávací dokumentace a </w:t>
      </w:r>
      <w:r w:rsidRPr="00644AAB">
        <w:t>neshledal v nich žádné vady.</w:t>
      </w:r>
    </w:p>
    <w:p w14:paraId="0C2186B6" w14:textId="78FCB0BF" w:rsidR="005A76D5" w:rsidRPr="00644AAB" w:rsidRDefault="002E6FA7" w:rsidP="00644AAB">
      <w:pPr>
        <w:pStyle w:val="Text1-1"/>
      </w:pPr>
      <w:r>
        <w:t>Za zpracování každého Záměru projektu náleží Zhotoviteli jednotková cena uvedená v příloze č. 4 Smlouvy.</w:t>
      </w:r>
    </w:p>
    <w:p w14:paraId="7D39B946" w14:textId="77777777" w:rsidR="00644AAB" w:rsidRPr="00644AAB" w:rsidRDefault="00644AAB" w:rsidP="00B570AD">
      <w:pPr>
        <w:pStyle w:val="Nadpis1-1"/>
      </w:pPr>
      <w:bookmarkStart w:id="15" w:name="_Toc47335764"/>
      <w:r w:rsidRPr="00644AAB">
        <w:t>PLATEBNÍ PODMÍNKY</w:t>
      </w:r>
      <w:bookmarkEnd w:id="15"/>
    </w:p>
    <w:p w14:paraId="2A85A55F" w14:textId="0DC11183" w:rsidR="00644AAB" w:rsidRPr="00644AAB" w:rsidRDefault="00644AAB" w:rsidP="00644AAB">
      <w:pPr>
        <w:pStyle w:val="Text1-1"/>
      </w:pPr>
      <w:r w:rsidRPr="00644AAB">
        <w:t xml:space="preserve">Cena Díla bude hrazena na základě výzvy ve formě daňového dokladu. Zhotovitel je povinen vystavit daňový doklad za provedení Části Díla nejdříve ke dni podpisu příslušného Předávacího protokolu Zhotovitelem i Objednatelem, a doručit jej Objednateli do patnácti (15) dnů ode dne, kdy vznikla povinnost přiznat daň z přidané hodnoty, nebo přiznat uskutečnění plnění, a Objednatel se zavazuje uhradit předmětnou částku dle podmínek uvedených v tomto článku Obchodních podmínek. </w:t>
      </w:r>
    </w:p>
    <w:p w14:paraId="6425F990" w14:textId="77777777" w:rsidR="00644AAB" w:rsidRPr="00644AAB" w:rsidRDefault="00644AAB" w:rsidP="00644AAB">
      <w:pPr>
        <w:pStyle w:val="Text1-1"/>
      </w:pPr>
      <w:r w:rsidRPr="00644AAB">
        <w:t xml:space="preserve">Daňové doklady budou vystaveny dle vzoru (podle Směrnice SŽDC č. 41 v platném znění), který Objednatel zašle Zhotoviteli v elektronické podobě. </w:t>
      </w:r>
    </w:p>
    <w:p w14:paraId="1FE3F12A" w14:textId="77777777" w:rsidR="00644AAB" w:rsidRPr="00644AAB" w:rsidRDefault="00644AAB" w:rsidP="00644AAB">
      <w:pPr>
        <w:pStyle w:val="Text1-1"/>
      </w:pPr>
      <w:r w:rsidRPr="00644AAB">
        <w:t>Zhotovitel vyhotoví každý daňový doklad ve třech (3) tištěných originálech a dále pak jednou v elektronické podobě. Po dokončení Díla Zhotovitel vyhotoví a předá Objednateli konečný daňový doklad.</w:t>
      </w:r>
    </w:p>
    <w:p w14:paraId="74F7A81A" w14:textId="7EA10D76" w:rsidR="005F45D0" w:rsidRPr="00644AAB" w:rsidRDefault="005F45D0" w:rsidP="005F45D0">
      <w:pPr>
        <w:pStyle w:val="Text1-1"/>
      </w:pPr>
      <w:r>
        <w:lastRenderedPageBreak/>
        <w:t>Objednatel je oprávněn přiměřenou částku z ceny za Část Díla zadržet v případě, že se rozhodne využít svého práva a převzít Část díla s drobnými vadami. V takovém případě Objednatel tuto zadrženou částku Zhotoviteli vyplatí poté, co budou tyto vady Části Díla odstraněny. Objednatel je rovněž oprávněn zadržet Zhotoviteli přiměřenou částku z ceny za Část Díla v případě, pokud uplatní k Části Díla výhrady a připomínky, které nejsou vadami. V takovém případě Objednatel zadrženou částku Zhotoviteli uvolní až po zapracování těchto výhrad a připomínek v rámci návazné</w:t>
      </w:r>
      <w:r w:rsidR="00285199">
        <w:t>ho</w:t>
      </w:r>
      <w:r>
        <w:t xml:space="preserve"> </w:t>
      </w:r>
      <w:r w:rsidR="00285199">
        <w:t>plnění</w:t>
      </w:r>
      <w:r>
        <w:t>. V obou případech činí minimální výše zádržného 10% z ceny za Část Díla.</w:t>
      </w:r>
    </w:p>
    <w:p w14:paraId="68FE0B0C" w14:textId="77777777" w:rsidR="00644AAB" w:rsidRPr="00644AAB" w:rsidRDefault="00644AAB" w:rsidP="00644AAB">
      <w:pPr>
        <w:pStyle w:val="Text1-1"/>
      </w:pPr>
      <w:r w:rsidRPr="00644AAB">
        <w:t xml:space="preserve">Splatnost faktury - daňového dokladu je, vzhledem k povaze závazku, tj. administrativní náročnosti způsobu financování dopravní infrastruktury, šedesát (60) dnů od doručení řádného daňového dokladu Objednateli. Tuto délku splatnosti považují smluvní strany za přiměřenou i s ohledem na sjednání průběžného hrazení Ceny Díla, kterou se strany odchýlily od </w:t>
      </w:r>
      <w:proofErr w:type="spellStart"/>
      <w:r w:rsidRPr="00644AAB">
        <w:t>ust</w:t>
      </w:r>
      <w:proofErr w:type="spellEnd"/>
      <w:r w:rsidRPr="00644AAB">
        <w:t>. § 2610 odst. 1 občanského zákoníku.</w:t>
      </w:r>
    </w:p>
    <w:p w14:paraId="74FAB947" w14:textId="77777777" w:rsidR="00644AAB" w:rsidRPr="00644AAB" w:rsidRDefault="00644AAB" w:rsidP="00644AAB">
      <w:pPr>
        <w:pStyle w:val="Text1-1"/>
      </w:pPr>
      <w:r w:rsidRPr="00644AAB">
        <w:t>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w:t>
      </w:r>
      <w:r w:rsidR="00B570AD">
        <w:t>m datové schránky Objednatele z </w:t>
      </w:r>
      <w:r w:rsidRPr="00644AAB">
        <w:t xml:space="preserve">datové schránky Zhotovitele (u právnických osob) </w:t>
      </w:r>
      <w:r w:rsidR="00B570AD">
        <w:t>nebo úředně ověřenou listinou u </w:t>
      </w:r>
      <w:r w:rsidRPr="00644AAB">
        <w:t>Zhotovitele – fyzické osoby, pokud tento Zhotovitel nemá též zavedenou vlastní aktivní datovou schránku.</w:t>
      </w:r>
    </w:p>
    <w:p w14:paraId="51A2C48A" w14:textId="77453576" w:rsidR="00644AAB" w:rsidRPr="00644AAB" w:rsidRDefault="00644AAB" w:rsidP="00644AAB">
      <w:pPr>
        <w:pStyle w:val="Text1-1"/>
      </w:pPr>
      <w:r w:rsidRPr="00644AAB">
        <w:t>Daňový doklad vystavený Zhotovitelem musí splňovat veškeré náležitosti uvedené ve Smlouvě nebo vyžadované obecně závaznými právní</w:t>
      </w:r>
      <w:r w:rsidR="00B570AD">
        <w:t>mi předpisy, zejména zákonem č. </w:t>
      </w:r>
      <w:r w:rsidRPr="00644AAB">
        <w:t>235/2004 Sb., o dani z přidané hodnoty, ve znění pozdějších předpisů a zákona č.</w:t>
      </w:r>
      <w:r w:rsidR="00B570AD">
        <w:t> </w:t>
      </w:r>
      <w:r w:rsidRPr="00644AAB">
        <w:t xml:space="preserve">563/1991 Sb., o účetnictví, ve znění pozdějších předpisů a dále musí obsahovat přiloženou kopii podepsaného Předávacího protokolu, pokud se jedná o daňový doklad na Dílčí </w:t>
      </w:r>
      <w:r w:rsidR="00285199">
        <w:t>plnění</w:t>
      </w:r>
      <w:r w:rsidRPr="00644AAB">
        <w:t xml:space="preserve">, nebo Protokolu o provedení Díla, pokud Dílo není rozděleno na Dílčí </w:t>
      </w:r>
      <w:r w:rsidR="00285199">
        <w:t>plnění</w:t>
      </w:r>
      <w:r w:rsidRPr="00644AAB">
        <w:t>.</w:t>
      </w:r>
    </w:p>
    <w:p w14:paraId="6C5AC3C3" w14:textId="77777777" w:rsidR="00644AAB" w:rsidRPr="00644AAB" w:rsidRDefault="00644AAB" w:rsidP="00644AAB">
      <w:pPr>
        <w:pStyle w:val="Text1-1"/>
      </w:pPr>
      <w:r w:rsidRPr="00644AAB">
        <w:t>V případě, že daňový doklad nebude mít výše uvedené náležitosti, je Objednatel oprávněn zaslat jej ve lhůtě splatnosti zpět Zhotoviteli k doplnění, aniž se tak dostane do prodlení se splatností; lhůta splatnosti počíná běžet znovu od opětovného doručení náležitě doplněné či opravené faktury.</w:t>
      </w:r>
    </w:p>
    <w:p w14:paraId="711503AD" w14:textId="77777777" w:rsidR="00644AAB" w:rsidRPr="00644AAB" w:rsidRDefault="00644AAB" w:rsidP="00644AAB">
      <w:pPr>
        <w:pStyle w:val="Text1-1"/>
      </w:pPr>
      <w:r w:rsidRPr="00644AAB">
        <w:t>Datem uskutečnění dílčích zdanitelných plnění na daňových dokladech vystavených Zhotovitelem bude v případě jednotlivých dokončených Částí Díla vždy den podpisu příslušného Předávacího protokolu.</w:t>
      </w:r>
    </w:p>
    <w:p w14:paraId="4E3AFD28" w14:textId="77777777" w:rsidR="00644AAB" w:rsidRPr="00644AAB" w:rsidRDefault="00644AAB" w:rsidP="00644AAB">
      <w:pPr>
        <w:pStyle w:val="Text1-1"/>
      </w:pPr>
      <w:r w:rsidRPr="00644AAB">
        <w:t>Zhotovitel se zavazuje k tomu, že neprovede jednostranný zápočet pohledávky a že nepostoupí žádnou pohledávku vůči Objednateli ani její část, vzniklou na základě Smlouvy třetí osobě bez předchozího písemného souhlasu Objednatele.</w:t>
      </w:r>
    </w:p>
    <w:p w14:paraId="480EC45E" w14:textId="77777777" w:rsidR="00644AAB" w:rsidRPr="00644AAB" w:rsidRDefault="00644AAB" w:rsidP="00644AAB">
      <w:pPr>
        <w:pStyle w:val="Text1-1"/>
      </w:pPr>
      <w:r w:rsidRPr="00644AAB">
        <w:t>Objednatel je oprávněn užít k jednostrannému zápočt</w:t>
      </w:r>
      <w:r w:rsidR="004D7589">
        <w:t xml:space="preserve">u i pohledávku ve smyslu </w:t>
      </w:r>
      <w:proofErr w:type="spellStart"/>
      <w:r w:rsidR="004D7589">
        <w:t>ust</w:t>
      </w:r>
      <w:proofErr w:type="spellEnd"/>
      <w:r w:rsidR="004D7589">
        <w:t>. § </w:t>
      </w:r>
      <w:r w:rsidRPr="00644AAB">
        <w:t>1987 odst. 2 občanského zákoníku nejistou.</w:t>
      </w:r>
    </w:p>
    <w:p w14:paraId="79902602" w14:textId="77777777" w:rsidR="00644AAB" w:rsidRPr="00644AAB" w:rsidRDefault="00644AAB" w:rsidP="00644AAB">
      <w:pPr>
        <w:pStyle w:val="Text1-1"/>
      </w:pPr>
      <w:r w:rsidRPr="00644AAB">
        <w:t xml:space="preserve">Zhotovitel není oprávněn použít k zápočtu vůči Objednateli pohledávku svého spoludlužníka ve smyslu </w:t>
      </w:r>
      <w:proofErr w:type="spellStart"/>
      <w:r w:rsidRPr="00644AAB">
        <w:t>ust</w:t>
      </w:r>
      <w:proofErr w:type="spellEnd"/>
      <w:r w:rsidRPr="00644AAB">
        <w:t>. § 1984 občanského zákoníku.</w:t>
      </w:r>
    </w:p>
    <w:p w14:paraId="2A0F0F18" w14:textId="77777777" w:rsidR="00644AAB" w:rsidRPr="00644AAB" w:rsidRDefault="00644AAB" w:rsidP="00644AAB">
      <w:pPr>
        <w:pStyle w:val="Text1-1"/>
      </w:pPr>
      <w:r w:rsidRPr="00644AAB">
        <w:t>Objednatel může poskytnout Zhotoviteli zálohu jako bezúročnou půjčku na zhotovení Díla. Celkovou výši zálohy, počet a načasování splátek (pokud jich bude více než jedna), použité měny, splatnost a ostatní poměry zálohy je Objednatel oprávněn stanovit v souladu s jeho možnostmi takovou zálohu poskytnout.</w:t>
      </w:r>
    </w:p>
    <w:p w14:paraId="1EC2C2A5" w14:textId="77777777" w:rsidR="00644AAB" w:rsidRPr="00644AAB" w:rsidRDefault="00644AAB" w:rsidP="00B570AD">
      <w:pPr>
        <w:pStyle w:val="Nadpis1-1"/>
      </w:pPr>
      <w:bookmarkStart w:id="16" w:name="_Toc47335765"/>
      <w:r w:rsidRPr="00644AAB">
        <w:t>BANKOVNÍ ZÁRUKA ZA PROVEDENÍ DÍLA</w:t>
      </w:r>
      <w:bookmarkEnd w:id="16"/>
    </w:p>
    <w:p w14:paraId="30B1ECE3" w14:textId="77777777" w:rsidR="00644AAB" w:rsidRPr="00644AAB" w:rsidRDefault="00644AAB" w:rsidP="00644AAB">
      <w:pPr>
        <w:pStyle w:val="Text1-1"/>
      </w:pPr>
      <w:r w:rsidRPr="00644AAB">
        <w:t xml:space="preserve">Zhotovitel předal Bankovní záruku za provedení Díla Objednateli před uzavřením Smlouvy v souladu s podmínkami stanovenými Objednatelem v Pokynech pro dodavatele. Bankovní záruka za provedení Díla (dále též jen „Bankovní záruka“) bude zajišťovat dodržení smluvních podmínek, kvality a termínů provedení Díla. Bankovní </w:t>
      </w:r>
      <w:r w:rsidRPr="00644AAB">
        <w:lastRenderedPageBreak/>
        <w:t xml:space="preserve">záruka bude Objednatelem použita jako kompenzace nároků, které by vznikly nedodržením povinností Zhotovitele vyplývajících ze Smlouvy.  </w:t>
      </w:r>
    </w:p>
    <w:p w14:paraId="34D99C1A" w14:textId="77777777" w:rsidR="00644AAB" w:rsidRPr="00644AAB" w:rsidRDefault="00644AAB" w:rsidP="00644AAB">
      <w:pPr>
        <w:pStyle w:val="Text1-1"/>
      </w:pPr>
      <w:r w:rsidRPr="00644AAB">
        <w:t xml:space="preserve">Objednatel je oprávněn využít prostředků Bankovní záruky ve výši, která odpovídá výši splatné částky smluvní pokuty, jakéhokoli neuspokojeného dluhu Zhotovitele vůči Objednateli, nákladů nezbytných k odstranění vad Díla </w:t>
      </w:r>
      <w:r w:rsidR="004D7589">
        <w:t>či případného nároku na slevu z </w:t>
      </w:r>
      <w:r w:rsidRPr="00644AAB">
        <w:t>Ceny Díla, škod způsobených plněním Zhotovitele v rozporu se Smlouvou, nebo jakékoli částce, která podle mínění Objednatele odpovídá náhradě vadného plnění Zhotovitele.</w:t>
      </w:r>
    </w:p>
    <w:p w14:paraId="1B4670E8" w14:textId="77777777" w:rsidR="00644AAB" w:rsidRPr="00644AAB" w:rsidRDefault="00644AAB" w:rsidP="00644AAB">
      <w:pPr>
        <w:pStyle w:val="Text1-1"/>
      </w:pPr>
      <w:r w:rsidRPr="00644AAB">
        <w:t>Bankovní záruka za provedení Díla bude vydána českou bankou nebo jinou českou osobou oprávněnou vydávat bankovní záruky v rámci svého podnikání nebo zahraniční bankou (kreditní institucí) se sídlem v členském státu EU s pobočkou v České republice (dále jen „česká banka“) nebo zahraniční bankou (</w:t>
      </w:r>
      <w:r w:rsidR="004D7589">
        <w:t>kreditní institucí) se sídlem v </w:t>
      </w:r>
      <w:r w:rsidRPr="00644AAB">
        <w:t>členském státu EU působící v České republice na základě práva volného pohybu služeb (dále jen „zahraniční banka“) ve prospěch Objednatele jako oprávněného. Pokud Bankovní záruka bude vydána zahraniční bankou, musí Zhotovitel zajistit, aby postavení Objednatele v případě čerpání z Bankovn</w:t>
      </w:r>
      <w:r w:rsidR="004D7589">
        <w:t>í záruky a vymáhání jeho práv z </w:t>
      </w:r>
      <w:r w:rsidRPr="00644AAB">
        <w:t>Bankovní záruky nebylo méně výhodné, než b</w:t>
      </w:r>
      <w:r w:rsidR="004D7589">
        <w:t>y tomu bylo v případě čerpání a </w:t>
      </w:r>
      <w:r w:rsidRPr="00644AAB">
        <w:t>vymáhání Bankovní záruky vydané českou bankou (tj. zejména, že rozhodné právo, postup čerpání a proces vymáhání nejsou méně výhodné) a že doda</w:t>
      </w:r>
      <w:r w:rsidR="004D7589">
        <w:t>tečné náklady s </w:t>
      </w:r>
      <w:r w:rsidRPr="00644AAB">
        <w:t>tím spojené hradí plně Zhotovitel. To lze zajistit např. potvrzením Bankovní záruky českou bankou. V této souvislosti si Objednatel v případě nejasností vyhrazuje právo vyzvat Zhotovitele k prokázání takových skutečností, včetně doložení příslušných dokladů.</w:t>
      </w:r>
    </w:p>
    <w:p w14:paraId="7866377D" w14:textId="77777777" w:rsidR="00644AAB" w:rsidRPr="00644AAB" w:rsidRDefault="00644AAB" w:rsidP="00644AAB">
      <w:pPr>
        <w:pStyle w:val="Text1-1"/>
      </w:pPr>
      <w:r w:rsidRPr="00644AAB">
        <w:t>Bankovní záruka musí splňovat tyto podmínky:</w:t>
      </w:r>
    </w:p>
    <w:p w14:paraId="046BB3FE" w14:textId="77777777" w:rsidR="00644AAB" w:rsidRPr="00644AAB" w:rsidRDefault="00644AAB" w:rsidP="00B570AD">
      <w:pPr>
        <w:pStyle w:val="Odstavec1-1a"/>
      </w:pPr>
      <w:r w:rsidRPr="00644AAB">
        <w:t>Bankovní záruka musí být vystavena jako neodvolatelná a bezpodmínečná, přičemž česká banka nebo zahraniční banka (tj. ta, která vydala Bankovní záruku) se zaváže k plnění bez námitek a na základě první výzvy oprávněného,</w:t>
      </w:r>
    </w:p>
    <w:p w14:paraId="32E4DB3C" w14:textId="77777777" w:rsidR="00644AAB" w:rsidRPr="00644AAB" w:rsidRDefault="00644AAB" w:rsidP="00B570AD">
      <w:pPr>
        <w:pStyle w:val="Odstavec1-1a"/>
      </w:pPr>
      <w:r w:rsidRPr="00644AAB">
        <w:t>Bankovní záruka bude platná nejméně po dobu provádění Díla stanovenou ve Smlouvě a dále minimálně 2 měsíce po předání a převzetí Díla.</w:t>
      </w:r>
    </w:p>
    <w:p w14:paraId="10BB5CF9" w14:textId="77777777" w:rsidR="00644AAB" w:rsidRPr="00644AAB" w:rsidRDefault="00644AAB" w:rsidP="00644AAB">
      <w:pPr>
        <w:pStyle w:val="Text1-1"/>
      </w:pPr>
      <w:r w:rsidRPr="00644AAB">
        <w:t>Právo uhradit z Bankovní záruky své nároky dle odst. 11.2 těchto Obchodních podmínek bude Objednatel oprávněn uplatnit v případech, pokud:</w:t>
      </w:r>
    </w:p>
    <w:p w14:paraId="7EEA7D91" w14:textId="77777777" w:rsidR="00644AAB" w:rsidRPr="00644AAB" w:rsidRDefault="00644AAB" w:rsidP="00B570AD">
      <w:pPr>
        <w:pStyle w:val="Odstavec1-1a"/>
        <w:numPr>
          <w:ilvl w:val="0"/>
          <w:numId w:val="11"/>
        </w:numPr>
      </w:pPr>
      <w:r w:rsidRPr="00644AAB">
        <w:t>Zhotovitel neprovádí Dílo v souladu s podmínkami uzavřené Smlouvy či nesplnil své povinnosti vyplývající ze Smlouvy; nebo</w:t>
      </w:r>
    </w:p>
    <w:p w14:paraId="04E01DF6" w14:textId="77777777" w:rsidR="00644AAB" w:rsidRPr="00644AAB" w:rsidRDefault="00644AAB" w:rsidP="00B570AD">
      <w:pPr>
        <w:pStyle w:val="Odstavec1-1a"/>
        <w:numPr>
          <w:ilvl w:val="0"/>
          <w:numId w:val="11"/>
        </w:numPr>
      </w:pPr>
      <w:r w:rsidRPr="00644AAB">
        <w:t>Objednatel odstoupí od Smlouvy z důvodů na straně Zhotovitele; nebo</w:t>
      </w:r>
    </w:p>
    <w:p w14:paraId="24EA2AA1" w14:textId="77777777" w:rsidR="00644AAB" w:rsidRPr="00644AAB" w:rsidRDefault="00644AAB" w:rsidP="00B570AD">
      <w:pPr>
        <w:pStyle w:val="Odstavec1-1a"/>
      </w:pPr>
      <w:r w:rsidRPr="00644AAB">
        <w:t>Zhotovitel neuhradí Objednateli způsobenou škodu či smluvní pokutu, k níž je podle Smlouvy povinen a která vůči němu byla Objednatelem uplatněna; nebo</w:t>
      </w:r>
    </w:p>
    <w:p w14:paraId="4672282C" w14:textId="77777777" w:rsidR="00644AAB" w:rsidRPr="00644AAB" w:rsidRDefault="00644AAB" w:rsidP="00B570AD">
      <w:pPr>
        <w:pStyle w:val="Odstavec1-1a"/>
      </w:pPr>
      <w:r w:rsidRPr="00644AAB">
        <w:t xml:space="preserve">vůči majetku Zhotovitele probíhá insolvenční řízení, v němž bylo vydáno rozhodnutí o úpadku nebo insolvenční návrh byl zamítnut </w:t>
      </w:r>
      <w:r w:rsidR="004D7589">
        <w:t>proto, že majetek nepostačuje k </w:t>
      </w:r>
      <w:r w:rsidRPr="00644AAB">
        <w:t>úhradě nákladů insolvenčního řízení, nebo byl konkurs zrušen proto, že majetek byl zcela nepostačující nebo byla zavedena nucená správa podle zvláštních právních předpisů.</w:t>
      </w:r>
    </w:p>
    <w:p w14:paraId="247BF6FA" w14:textId="77777777" w:rsidR="00644AAB" w:rsidRPr="00644AAB" w:rsidRDefault="00644AAB" w:rsidP="00644AAB">
      <w:pPr>
        <w:pStyle w:val="Text1-1"/>
      </w:pPr>
      <w:r w:rsidRPr="00644AAB">
        <w:t>Zhotovitel zajistí, že Bankovní záruka za provedení Díla bude platná a vymahatelná, dokud nebude podepsán Protokol o provedení Díla Zhotovitelem i Objednatelem. Pokud podmínky Bankovní záruky specifikují datum ("datum ukončení platnosti"), kdy vyprší povinnosti české banky nebo zahraniční banky (tj. té, která vydala Bankovní záruku za provedení Díla) a Zhotovitel nezískal právo na obdržení Protokolu o provedení Díla do data třiceti (30) dnů před datem ukončení platnosti Bankovní záruky, potom Zhotovitel podle toho prodlouží platnost Bankovní záruky, dokud není Dílo dokončeno, všechny závady odstraněny.</w:t>
      </w:r>
    </w:p>
    <w:p w14:paraId="42BEAA3D" w14:textId="77777777" w:rsidR="00644AAB" w:rsidRPr="00644AAB" w:rsidRDefault="00644AAB" w:rsidP="00644AAB">
      <w:pPr>
        <w:pStyle w:val="Text1-1"/>
      </w:pPr>
      <w:r w:rsidRPr="00644AAB">
        <w:t>Objednatel je oprávněn uplatnit právo z Bankovní záruky dále v případech, pokud:</w:t>
      </w:r>
    </w:p>
    <w:p w14:paraId="2795C2B3" w14:textId="77777777" w:rsidR="00644AAB" w:rsidRPr="00644AAB" w:rsidRDefault="00644AAB" w:rsidP="00B570AD">
      <w:pPr>
        <w:pStyle w:val="Text1-2"/>
      </w:pPr>
      <w:r w:rsidRPr="00644AAB">
        <w:t>Zhotovitel neprodlouží platnost Bankovní záruky za provedení Díla, v případech kdy je k tomu povinen dle Smlouvy, přičemž za těchto okolností může Objednatel nárokovat plnou výši částky bankovní záruky za provedení Díla,</w:t>
      </w:r>
    </w:p>
    <w:p w14:paraId="375B0D04" w14:textId="77777777" w:rsidR="00644AAB" w:rsidRPr="00644AAB" w:rsidRDefault="00644AAB" w:rsidP="00B570AD">
      <w:pPr>
        <w:pStyle w:val="Text1-2"/>
      </w:pPr>
      <w:r w:rsidRPr="00644AAB">
        <w:lastRenderedPageBreak/>
        <w:t>Zhotovitel nezaplatí Objednateli splatnou částku podle toho, jak bylo mezi stranami sjednáno, nebo jak bylo rozhodnuto</w:t>
      </w:r>
      <w:r w:rsidR="004D7589">
        <w:t xml:space="preserve"> osobou příslušnou rozhodovat o </w:t>
      </w:r>
      <w:r w:rsidRPr="00644AAB">
        <w:t>nárocích dle Smlouvy v případě vznesení těchto nároků Objednatelem, do čtyřiceti (40) dnů po tomto souhlasu nebo rozhodnutí,</w:t>
      </w:r>
    </w:p>
    <w:p w14:paraId="3B0F30F0" w14:textId="77777777" w:rsidR="00644AAB" w:rsidRPr="00644AAB" w:rsidRDefault="00644AAB" w:rsidP="00B570AD">
      <w:pPr>
        <w:pStyle w:val="Text1-2"/>
      </w:pPr>
      <w:r w:rsidRPr="00644AAB">
        <w:t>Zhotovitel nesplní dosud nesplněnou povinnost do čtyřiceti (40) dnů poté, co obdržel oznámení Objednatele, v němž bylo požadováno splnění takové povinnosti.</w:t>
      </w:r>
    </w:p>
    <w:p w14:paraId="50D542E6" w14:textId="77777777" w:rsidR="00644AAB" w:rsidRPr="00644AAB" w:rsidRDefault="00644AAB" w:rsidP="00B570AD">
      <w:pPr>
        <w:pStyle w:val="Text1-1"/>
      </w:pPr>
      <w:r w:rsidRPr="00644AAB">
        <w:t>Objednatel vrátí záruční listinu Zhotoviteli do dvaceti (20) dnů ode dne, kdy Objednatel a Zhotovitel podepsali Protokol o provedení Díla.</w:t>
      </w:r>
    </w:p>
    <w:p w14:paraId="207457FC" w14:textId="46536613" w:rsidR="00644AAB" w:rsidRDefault="00A41DC2" w:rsidP="00B570AD">
      <w:pPr>
        <w:pStyle w:val="Nadpis1-1"/>
      </w:pPr>
      <w:bookmarkStart w:id="17" w:name="_Toc47335766"/>
      <w:r>
        <w:t>UPUŠTĚNÍ OD DOKONČENÍ DÍLA</w:t>
      </w:r>
      <w:bookmarkEnd w:id="17"/>
    </w:p>
    <w:p w14:paraId="2A601DA3" w14:textId="19636895" w:rsidR="00A41DC2" w:rsidRDefault="0082175F" w:rsidP="00A41DC2">
      <w:pPr>
        <w:pStyle w:val="Text1-1"/>
      </w:pPr>
      <w:r>
        <w:t xml:space="preserve">Smluvní strany souhlasně prohlašují, že účelem Díla prováděného dle Smlouvy, je vytvořit podmínky pro projekční přípravu a následně realizaci stavby Objednatele. Dále prohlašují, že Studie proveditelnosti je podkladem pro následně zpracování </w:t>
      </w:r>
      <w:r w:rsidR="002E6FA7">
        <w:t>Z</w:t>
      </w:r>
      <w:r>
        <w:t>áměru projektu.</w:t>
      </w:r>
    </w:p>
    <w:p w14:paraId="052F8D97" w14:textId="77777777" w:rsidR="003E59E5" w:rsidRDefault="003E59E5" w:rsidP="003E59E5">
      <w:pPr>
        <w:pStyle w:val="Text1-1"/>
      </w:pPr>
      <w:r>
        <w:t>Smluvní strany dále konstatují, že Studie proveditelnosti je klíčovým podkladem pro posouzení reálnosti a proveditelnosti záměru objednatele, a tedy i pro rozhodnutí o dalším postupu přípravy stavby.</w:t>
      </w:r>
    </w:p>
    <w:p w14:paraId="5DAD3EA3" w14:textId="235FA34C" w:rsidR="0082175F" w:rsidRDefault="0082175F" w:rsidP="00A41DC2">
      <w:pPr>
        <w:pStyle w:val="Text1-1"/>
      </w:pPr>
      <w:r>
        <w:t xml:space="preserve">Dále smluvní strany konstatují, že </w:t>
      </w:r>
      <w:r w:rsidR="00BB7BD6">
        <w:t xml:space="preserve">výsledky činnosti Zhotovitele v rámci provádění díla poléhají schválení </w:t>
      </w:r>
      <w:r w:rsidR="00BE1425">
        <w:t>CK MD</w:t>
      </w:r>
      <w:r w:rsidR="003E59E5">
        <w:t>, která</w:t>
      </w:r>
      <w:r w:rsidR="00BB7BD6">
        <w:t xml:space="preserve"> je ústředním orgánem státní správy na úseku dopravy a</w:t>
      </w:r>
      <w:r w:rsidR="00BE1425">
        <w:t> </w:t>
      </w:r>
      <w:r w:rsidR="00BB7BD6">
        <w:t>současně zřizovatelem Objednatele.</w:t>
      </w:r>
    </w:p>
    <w:p w14:paraId="5A48D525" w14:textId="77777777" w:rsidR="00A41DC2" w:rsidRDefault="0082175F" w:rsidP="00A41DC2">
      <w:pPr>
        <w:pStyle w:val="Text1-1"/>
      </w:pPr>
      <w:r>
        <w:t>Z uvedeného současně vyplývá, že výsledky Studie proveditelnosti mohou vést k rozhodnutí o upuštění od další přípravy stavby či podstatnému přehodnocení parametrů záměru Objednatele.</w:t>
      </w:r>
      <w:r w:rsidR="00BF25A2">
        <w:t xml:space="preserve"> Zhotovitel bere na vědomí, že v takovém případě ztrácí Objednatel ekonomický zájem na zpracování Záměru projektu.</w:t>
      </w:r>
    </w:p>
    <w:p w14:paraId="3725D5CB" w14:textId="77777777" w:rsidR="0082175F" w:rsidRDefault="00BF25A2" w:rsidP="00A41DC2">
      <w:pPr>
        <w:pStyle w:val="Text1-1"/>
      </w:pPr>
      <w:r>
        <w:t>S ohledem na výše uvedené si smluvní strany sjednávají, že Objednatel je oprávněn odstoupit od Smlouvy v části zahrnující zpracování Záměru projektu v případě, kdy:</w:t>
      </w:r>
    </w:p>
    <w:p w14:paraId="41878F0F" w14:textId="77777777" w:rsidR="00CF1E32" w:rsidRDefault="00CF1E32" w:rsidP="00BF25A2">
      <w:pPr>
        <w:pStyle w:val="Text1-2"/>
      </w:pPr>
      <w:r>
        <w:t>Studie proveditelnosti zpracovaná Zhotovitelem dospěje ve všech variantách k závěru, že záměr není reálný či proveditelný, popř. cílů stanovených pro záměr nelze dosáhnout,</w:t>
      </w:r>
    </w:p>
    <w:p w14:paraId="088802C7" w14:textId="77777777" w:rsidR="00BF25A2" w:rsidRDefault="00BF25A2" w:rsidP="00BF25A2">
      <w:pPr>
        <w:pStyle w:val="Text1-2"/>
      </w:pPr>
      <w:r>
        <w:t xml:space="preserve">Centrální komise Ministerstva dopravy ČR neschválí </w:t>
      </w:r>
      <w:r w:rsidR="00CF1E32">
        <w:t>Zhotovitelem vypracovanou Studii proveditelnosti,</w:t>
      </w:r>
    </w:p>
    <w:p w14:paraId="40917F4B" w14:textId="77777777" w:rsidR="006B2935" w:rsidRDefault="00BC1F1E" w:rsidP="00BF25A2">
      <w:pPr>
        <w:pStyle w:val="Text1-2"/>
      </w:pPr>
      <w:r>
        <w:t>Záměr projektu nelze zpracovat bez porušení pravidel uvedených v </w:t>
      </w:r>
      <w:proofErr w:type="spellStart"/>
      <w:r>
        <w:t>ust</w:t>
      </w:r>
      <w:proofErr w:type="spellEnd"/>
      <w:r>
        <w:t>. § 222 zákona o zadávání veřejných zakázek, a</w:t>
      </w:r>
    </w:p>
    <w:p w14:paraId="28CD4540" w14:textId="73E4933E" w:rsidR="00BC1F1E" w:rsidRDefault="00BC1F1E" w:rsidP="00723D26">
      <w:pPr>
        <w:pStyle w:val="Text1-2"/>
      </w:pPr>
      <w:r>
        <w:t xml:space="preserve">Nastane některý z důvodů, pro který by byl Objednatel jako zadavatel oprávněn zrušit zadávací řízení dle </w:t>
      </w:r>
      <w:proofErr w:type="spellStart"/>
      <w:r>
        <w:t>ust</w:t>
      </w:r>
      <w:proofErr w:type="spellEnd"/>
      <w:r>
        <w:t>. § 127 odst. 2 písm. c), d) nebo e) zákona o</w:t>
      </w:r>
      <w:r w:rsidR="00BE1425">
        <w:t> </w:t>
      </w:r>
      <w:r>
        <w:t>zadávání veřejných zakázek.</w:t>
      </w:r>
    </w:p>
    <w:p w14:paraId="21077521" w14:textId="47A9FE7E" w:rsidR="006A6181" w:rsidRDefault="006A6181" w:rsidP="006A6181">
      <w:pPr>
        <w:pStyle w:val="Text1-1"/>
      </w:pPr>
      <w:r>
        <w:t>Práva odstoupit od zbývající části závazku ze Smlouvy může Objednatel využít pouze do doby, dokud nevydá Zhotoviteli písemný pokyn k zahájení prací na poslední</w:t>
      </w:r>
      <w:r w:rsidR="009819FA">
        <w:t>m</w:t>
      </w:r>
      <w:r>
        <w:t xml:space="preserve"> Dílčím plnění (zpracování Záměrů projektu).</w:t>
      </w:r>
    </w:p>
    <w:p w14:paraId="362545C9" w14:textId="77777777" w:rsidR="006A6181" w:rsidRDefault="006A6181" w:rsidP="006A6181">
      <w:pPr>
        <w:pStyle w:val="Text1-1"/>
      </w:pPr>
      <w:r>
        <w:t>Odstoupením dle tohoto článku Obchodních podmínek zaniká závazek ze smlouvy v rozsahu práv a povinností smluvních stran ve vztahu k poslednímu Dílčímu plnění (zpracování Záměrů projektu). V ostatním rozsahu zůstává závazek ze smlouvy nedotčen.</w:t>
      </w:r>
    </w:p>
    <w:p w14:paraId="0E7BD46F" w14:textId="77777777" w:rsidR="00644AAB" w:rsidRPr="00644AAB" w:rsidRDefault="00644AAB" w:rsidP="00B570AD">
      <w:pPr>
        <w:pStyle w:val="Nadpis1-1"/>
      </w:pPr>
      <w:bookmarkStart w:id="18" w:name="_Toc47335767"/>
      <w:r w:rsidRPr="00644AAB">
        <w:t>VLASTNICKÁ PRÁVA A UŽÍVACÍ PRÁVA</w:t>
      </w:r>
      <w:bookmarkEnd w:id="18"/>
    </w:p>
    <w:p w14:paraId="3F916B69" w14:textId="77777777" w:rsidR="00644AAB" w:rsidRPr="00644AAB" w:rsidRDefault="00644AAB" w:rsidP="00644AAB">
      <w:pPr>
        <w:pStyle w:val="Text1-1"/>
      </w:pPr>
      <w:r w:rsidRPr="00644AAB">
        <w:t>Vlastnické právo k jednotlivým Částem Díla a veškerým dokumentům, předaným Zhotovitelem Objednateli na základě Smlouvy, nabývá okamžikem jejich předání Zhotovitelem Objednateli Stát a Objednatel současně získává odpovídající právo hospodařit ve smyslu zákona č. 77/1997 Sb., o státním podniku, ve znění pozdějších předpisů.</w:t>
      </w:r>
    </w:p>
    <w:p w14:paraId="48D260C1" w14:textId="77777777" w:rsidR="00644AAB" w:rsidRPr="00644AAB" w:rsidRDefault="00644AAB" w:rsidP="00644AAB">
      <w:pPr>
        <w:pStyle w:val="Text1-1"/>
      </w:pPr>
      <w:r w:rsidRPr="00644AAB">
        <w:lastRenderedPageBreak/>
        <w:t xml:space="preserve">K výsledkům činnosti Zhotovitele v souvislosti s plněním Smlouvy, které jsou autorským dílem ve smyslu </w:t>
      </w:r>
      <w:proofErr w:type="spellStart"/>
      <w:r w:rsidRPr="00644AAB">
        <w:t>ust</w:t>
      </w:r>
      <w:proofErr w:type="spellEnd"/>
      <w:r w:rsidRPr="00644AAB">
        <w:t>. § 2 zákona č. 121</w:t>
      </w:r>
      <w:r w:rsidR="004D7589">
        <w:t>/2000 Sb., o právu autorském, o </w:t>
      </w:r>
      <w:r w:rsidRPr="00644AAB">
        <w:t xml:space="preserve">právech souvisejících s právem autorským a o změně některých zákonů (autorský zákon), ve znění pozdějších předpisů, Zhotovitel ve smyslu </w:t>
      </w:r>
      <w:proofErr w:type="spellStart"/>
      <w:r w:rsidRPr="00644AAB">
        <w:t>ust</w:t>
      </w:r>
      <w:proofErr w:type="spellEnd"/>
      <w:r w:rsidRPr="00644AAB">
        <w: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w:t>
      </w:r>
      <w:r w:rsidR="004D7589">
        <w:t>, možnosti udělení podlicence a </w:t>
      </w:r>
      <w:r w:rsidRPr="00644AAB">
        <w:t>možnosti licenci převést na třetí osobu. Pro vyloučení pochybností platí, že cena veškerých licencí poskytnutých na základě tohoto článku je již zahrnuta v Ceně Díla. Objednatel či jeho právní nástupce nejsou povinni licenci využít.</w:t>
      </w:r>
    </w:p>
    <w:p w14:paraId="49D69C23" w14:textId="77777777" w:rsidR="00644AAB" w:rsidRPr="00644AAB" w:rsidRDefault="00644AAB" w:rsidP="00644AAB">
      <w:pPr>
        <w:pStyle w:val="Text1-1"/>
      </w:pPr>
      <w:r w:rsidRPr="00644AAB">
        <w:t>V případě licence dle předcházejícího odstavce se Z</w:t>
      </w:r>
      <w:r w:rsidR="004D7589">
        <w:t>hotovitel s ohledem na význam a </w:t>
      </w:r>
      <w:r w:rsidRPr="00644AAB">
        <w:t xml:space="preserve">způsob použití výslovně zříká práva licenční smlouvu vypovědět dle </w:t>
      </w:r>
      <w:proofErr w:type="spellStart"/>
      <w:r w:rsidRPr="00644AAB">
        <w:t>ust</w:t>
      </w:r>
      <w:proofErr w:type="spellEnd"/>
      <w:r w:rsidRPr="00644AAB">
        <w:t xml:space="preserve">. § 2370 občanského zákoníku a práva odstoupit od licenční smlouvy pro změnu přesvědčení dle </w:t>
      </w:r>
      <w:proofErr w:type="spellStart"/>
      <w:r w:rsidRPr="00644AAB">
        <w:t>ust</w:t>
      </w:r>
      <w:proofErr w:type="spellEnd"/>
      <w:r w:rsidRPr="00644AAB">
        <w:t>. § 2382 občanského zákoníku.</w:t>
      </w:r>
    </w:p>
    <w:p w14:paraId="4930C441" w14:textId="77777777" w:rsidR="00644AAB" w:rsidRPr="005A76D5" w:rsidRDefault="00644AAB" w:rsidP="00B570AD">
      <w:pPr>
        <w:pStyle w:val="Nadpis1-1"/>
      </w:pPr>
      <w:bookmarkStart w:id="19" w:name="_Toc47335768"/>
      <w:r w:rsidRPr="005A76D5">
        <w:t>ZMĚNY DÍLA</w:t>
      </w:r>
      <w:bookmarkEnd w:id="19"/>
    </w:p>
    <w:p w14:paraId="6EE5CDC6" w14:textId="5CF884A2" w:rsidR="00644AAB" w:rsidRDefault="00644AAB" w:rsidP="00644AAB">
      <w:pPr>
        <w:pStyle w:val="Text1-1"/>
      </w:pPr>
      <w:r w:rsidRPr="00644AAB">
        <w:t>Objednatel je kdykoli v průběhu provádění Díla oprávněn požádat Zhotovitele o změnu Díla, tedy o provedení prací, jež nebyly souč</w:t>
      </w:r>
      <w:r w:rsidR="004D7589">
        <w:t>ástí plnění dle Smlouvy, nebo o </w:t>
      </w:r>
      <w:r w:rsidRPr="00644AAB">
        <w:t>neprovedení prací, jež byly součástí plnění dle Smlouvy, případně jiné provedení prací, než jak bylo popsáno ve Smlouvě. Zhotovitel je povinen takové žádosti vyhovět. Vždy se musí jednat o změnu, která nebude změnou podstatnou</w:t>
      </w:r>
      <w:r w:rsidR="00EA5CB1">
        <w:t xml:space="preserve"> ve smyslu</w:t>
      </w:r>
      <w:r w:rsidRPr="00644AAB">
        <w:t xml:space="preserve"> dle § 222 ZZVZ</w:t>
      </w:r>
      <w:r w:rsidR="00EA5CB1">
        <w:t>, který se použije obdobně</w:t>
      </w:r>
      <w:r w:rsidRPr="00644AAB">
        <w:t>.</w:t>
      </w:r>
    </w:p>
    <w:p w14:paraId="01140ECF" w14:textId="77777777" w:rsidR="00644AAB" w:rsidRPr="00644AAB" w:rsidRDefault="00644AAB" w:rsidP="00644AAB">
      <w:pPr>
        <w:pStyle w:val="Text1-1"/>
      </w:pPr>
      <w:r w:rsidRPr="00644AAB">
        <w:t>Zhotovitel je oprávněn na základě svého uvážení či na doporučení sám navrhovat změny plnění Smlouvy. Jedná se zejména o změny, které budou vylepšením plnění Smlouvy, úsporou pro Objednatele nebo které řeší nově vzniklé situace.</w:t>
      </w:r>
    </w:p>
    <w:p w14:paraId="7988C1A2" w14:textId="77777777" w:rsidR="00644AAB" w:rsidRPr="00644AAB" w:rsidRDefault="00644AAB" w:rsidP="00644AAB">
      <w:pPr>
        <w:pStyle w:val="Text1-1"/>
      </w:pPr>
      <w:r w:rsidRPr="00644AAB">
        <w:t>Veškeré nové či upravené Části Díla, dotčené přímo či nepřímo změnou, musí po realizaci schválené změny splňovat všechny podmínky Smlouvy ve znění po</w:t>
      </w:r>
      <w:r w:rsidR="004D7589">
        <w:t> </w:t>
      </w:r>
      <w:r w:rsidRPr="00644AAB">
        <w:t>zapracování příslušné změny. Stejně tak celé Dí</w:t>
      </w:r>
      <w:r w:rsidR="004D7589">
        <w:t xml:space="preserve">lo a všechny Části Díla musí po </w:t>
      </w:r>
      <w:r w:rsidRPr="00644AAB">
        <w:t>provedení změny nadále splňovat všechny podmínky Smlouvy. Provedení schválené změny plnění Smlouvy nemá vliv na platnost veškerých ustanovení Smlouvy.</w:t>
      </w:r>
    </w:p>
    <w:p w14:paraId="0E796B07" w14:textId="77777777" w:rsidR="00644AAB" w:rsidRPr="00644AAB" w:rsidRDefault="00644AAB" w:rsidP="00644AAB">
      <w:pPr>
        <w:pStyle w:val="Text1-1"/>
      </w:pPr>
      <w:r w:rsidRPr="00644AAB">
        <w:t>Navrhne-li Objednatel nebo Zhotovitel změnu Díla, oznámí takovou skutečnost druhé straně a zároveň popíše předmět změny, její důvody, p</w:t>
      </w:r>
      <w:r w:rsidR="004D7589">
        <w:t>ředpokládané technické řešení a </w:t>
      </w:r>
      <w:r w:rsidRPr="00644AAB">
        <w:t xml:space="preserve">předpokládané důsledky změny. Změna Díla bude označena pořadovým číslem a obě strany na nejbližším jednání návrh změny projednají.  </w:t>
      </w:r>
    </w:p>
    <w:p w14:paraId="630B9E45" w14:textId="77777777" w:rsidR="00644AAB" w:rsidRPr="00644AAB" w:rsidRDefault="00644AAB" w:rsidP="00644AAB">
      <w:pPr>
        <w:pStyle w:val="Text1-1"/>
      </w:pPr>
      <w:r w:rsidRPr="00644AAB">
        <w:t>Zhotovitel následně provede hodnocení dopadů navrhované změny Díla na výši Ceny Díla (tj. přehled veškerých nákladů nebo úspor touto změnou způsobených) a případně též na termíny plnění dle Harmonogramu plnění a součinnost Objednatele apod. Zhotovitel provede toto hodnocení v písemné formě nejpozději do patnácti (15) dnů od navržení změny Objednatelem nebo Zhotovitelem, nedohodne-li se písemně Zhotovitel s Objednatelem jinak. Zhotovitel nemá nárok na odměnu za provedení hodnocení dopadů navrhované změny.</w:t>
      </w:r>
    </w:p>
    <w:p w14:paraId="4FC395C8" w14:textId="77777777" w:rsidR="00644AAB" w:rsidRPr="00644AAB" w:rsidRDefault="00644AAB" w:rsidP="00644AAB">
      <w:pPr>
        <w:pStyle w:val="Text1-1"/>
      </w:pPr>
      <w:r w:rsidRPr="00644AAB">
        <w:t>Bude-li výsledkem navrhované změny Díla také změna Ceny Díla, je Zhotovitel povinen sestavit v hodnocení dopadů navrhované změny rozpočet nebo kvalifikovaný odhad změny ceny příslušných částí plnění Smlouvy, kterých se změna dotýká (tj. veškerých nákladů nebo úspor touto změnou způsobených).</w:t>
      </w:r>
    </w:p>
    <w:p w14:paraId="1D55F5E5" w14:textId="77777777" w:rsidR="00644AAB" w:rsidRPr="00644AAB" w:rsidRDefault="00644AAB" w:rsidP="00644AAB">
      <w:pPr>
        <w:pStyle w:val="Text1-1"/>
      </w:pPr>
      <w:r w:rsidRPr="00644AAB">
        <w:t>Objednatel na základě písemného hodnocení navrhované změny Díla návrh změny schválí nebo odmítne.</w:t>
      </w:r>
    </w:p>
    <w:p w14:paraId="05C71CAD" w14:textId="77777777" w:rsidR="00644AAB" w:rsidRPr="00644AAB" w:rsidRDefault="00644AAB" w:rsidP="00644AAB">
      <w:pPr>
        <w:pStyle w:val="Text1-1"/>
      </w:pPr>
      <w:r w:rsidRPr="00644AAB">
        <w:lastRenderedPageBreak/>
        <w:t xml:space="preserve">V případě schválení návrhu změny Díla ze strany Objednatele musí být následně změny sjednány písemně ve formě dodatku ke Smlouvě podepsaného oběma smluvními stranami. </w:t>
      </w:r>
    </w:p>
    <w:p w14:paraId="42A3BB17" w14:textId="26F297A1" w:rsidR="00644AAB" w:rsidRPr="00644AAB" w:rsidRDefault="00644AAB" w:rsidP="00644AAB">
      <w:pPr>
        <w:pStyle w:val="Text1-1"/>
      </w:pPr>
      <w:r w:rsidRPr="00644AAB">
        <w:t>Smluvní strany jsou při změnách Díla podle toh</w:t>
      </w:r>
      <w:r w:rsidR="004D7589">
        <w:t>oto článku povinny postupovat v </w:t>
      </w:r>
      <w:r w:rsidRPr="00644AAB">
        <w:t>souladu s kogentními ustanoveními obecně závazných právních předpisů.</w:t>
      </w:r>
    </w:p>
    <w:p w14:paraId="1E4D3B92" w14:textId="77777777" w:rsidR="00644AAB" w:rsidRPr="00644AAB" w:rsidRDefault="00644AAB" w:rsidP="00644AAB">
      <w:pPr>
        <w:pStyle w:val="Text1-1"/>
      </w:pPr>
      <w:r w:rsidRPr="00644AAB">
        <w:t xml:space="preserve">Zhotovitel se zavazuje postupovat v rámci změn Díla tak, aby neohrozil řádné plnění Smlouvy v souladu Harmonogram plnění. </w:t>
      </w:r>
    </w:p>
    <w:p w14:paraId="70DA0295" w14:textId="1B98BB52" w:rsidR="005A76D5" w:rsidRPr="00644AAB" w:rsidRDefault="00644AAB" w:rsidP="00644AAB">
      <w:pPr>
        <w:pStyle w:val="Text1-1"/>
      </w:pPr>
      <w:r w:rsidRPr="00644AAB">
        <w:t>Zhotovitel se zavazuje, že v době od návrhu na změny Díla do schválení návrhu změny Díla nebude činit žádné kroky, které by znamenaly ohrožení, znemožnění či navýšení ceny navrhované změny Díla. Vedlo-li by respektování takové povinnosti dle názoru Zhotovitele ke zpoždění Harmonogramu plnění, je Zhotovitel povinen neprodleně takovou skutečnost oznámit Objednateli.</w:t>
      </w:r>
    </w:p>
    <w:p w14:paraId="76A20496" w14:textId="77777777" w:rsidR="00644AAB" w:rsidRPr="00644AAB" w:rsidRDefault="00644AAB" w:rsidP="00644AAB">
      <w:pPr>
        <w:pStyle w:val="Text1-1"/>
      </w:pPr>
      <w:r w:rsidRPr="00644AAB">
        <w:t>Ujednání čl. 8 těchto Obchodních podmínek o akceptaci Díla nejsou ujednáními tohoto článku dotčena.</w:t>
      </w:r>
    </w:p>
    <w:p w14:paraId="4096F570" w14:textId="77777777" w:rsidR="00644AAB" w:rsidRPr="00644AAB" w:rsidRDefault="00644AAB" w:rsidP="00B570AD">
      <w:pPr>
        <w:pStyle w:val="Nadpis1-1"/>
      </w:pPr>
      <w:bookmarkStart w:id="20" w:name="_Toc47335769"/>
      <w:r w:rsidRPr="00644AAB">
        <w:t>ODPOVĚDNOST ZA ŠKODU A ZPROŠTĚNÍ POVINNOSTI K JEJÍ NÁHRADĚ</w:t>
      </w:r>
      <w:bookmarkEnd w:id="20"/>
    </w:p>
    <w:p w14:paraId="7A52A8C5" w14:textId="77777777" w:rsidR="00644AAB" w:rsidRPr="00644AAB" w:rsidRDefault="00644AAB" w:rsidP="00644AAB">
      <w:pPr>
        <w:pStyle w:val="Text1-1"/>
      </w:pPr>
      <w:r w:rsidRPr="00644AAB">
        <w:t xml:space="preserve">Nebezpečí škody na prováděném Díle nebo Části Díla nese Zhotovitel až do okamžiku řádného předání celého Díla, tzn. podpisu Protokolu </w:t>
      </w:r>
      <w:r w:rsidR="004D7589">
        <w:t>o provedení Díla Zhotovitelem i </w:t>
      </w:r>
      <w:r w:rsidRPr="00644AAB">
        <w:t>Objednatelem, a to i po předložení Díla či Části Díla k akceptaci.</w:t>
      </w:r>
    </w:p>
    <w:p w14:paraId="50217AA9" w14:textId="77777777" w:rsidR="00644AAB" w:rsidRPr="00644AAB" w:rsidRDefault="00644AAB" w:rsidP="00644AAB">
      <w:pPr>
        <w:pStyle w:val="Text1-1"/>
      </w:pPr>
      <w:r w:rsidRPr="00644AAB">
        <w:t>Zhotovitel odpovídá za veškerou škodu, která vznikne Objednateli nebo třetím osobám v důsledku porušení povinností Zhotovitele stanovených právními předpisy nebo na základě právních předpisů nebo v důsledku porušení povinností vyplývajících pro Zhotovitele ze Smlouvy.</w:t>
      </w:r>
    </w:p>
    <w:p w14:paraId="2F6B9138" w14:textId="77777777" w:rsidR="00644AAB" w:rsidRPr="00644AAB" w:rsidRDefault="00644AAB" w:rsidP="00644AAB">
      <w:pPr>
        <w:pStyle w:val="Text1-1"/>
      </w:pPr>
      <w:r w:rsidRPr="00644AAB">
        <w:t>Zhotovitel se zavazuje nahradit Objednateli veškerou š</w:t>
      </w:r>
      <w:r w:rsidR="004D7589">
        <w:t>kodu, kterou Objednatel utrpí v </w:t>
      </w:r>
      <w:r w:rsidRPr="00644AAB">
        <w:t>důsledku porušení povinností Zhotovitele stanovených zákonem nebo na základě zákona nebo v důsledku porušení povinností vyplývajících pro Zhotovitele ze Smlouvy.</w:t>
      </w:r>
    </w:p>
    <w:p w14:paraId="4CAED36E" w14:textId="77777777" w:rsidR="00644AAB" w:rsidRPr="00644AAB" w:rsidRDefault="00644AAB" w:rsidP="00644AAB">
      <w:pPr>
        <w:pStyle w:val="Text1-1"/>
      </w:pPr>
      <w:r w:rsidRPr="00644AAB">
        <w:t>Zhotovitel se zavazuje Objednateli nahradit veškerou škodu vzniklou na základě řádně uplatněných nároků třetích osob, vzniklých v důsledku porušení jakékoliv povinnosti Zhotovitele uvedené v tomto článku, a to včetně nároků vyplývajících z uplatnění práv třetích osob k duševnímu či průmyslovému vlastnictví, které bylo součástí plnění Zhotovitele. Zhotovitel se zároveň zavazuje v případě, že porušení práv třetích práv osob je trvalého charakteru zajistit bez zbytečného odkladu a na vlastní náklady, aby Dílo nebo Část Díla nadále práva třetích osob neporušovalo.</w:t>
      </w:r>
    </w:p>
    <w:p w14:paraId="69F204BD" w14:textId="77777777" w:rsidR="00644AAB" w:rsidRPr="00644AAB" w:rsidRDefault="00644AAB" w:rsidP="00644AAB">
      <w:pPr>
        <w:pStyle w:val="Text1-1"/>
      </w:pPr>
      <w:r w:rsidRPr="00644AAB">
        <w:t xml:space="preserve">Žádná ze stran není odpovědná za škodu, pokud prokáže, že jí ve splnění povinnosti ze Smlouvy dočasně nebo trvale zabránila mimořádná nepředvídatelná a nepřekonatelná překážka vzniklá nezávisle na její vůli ve smyslu </w:t>
      </w:r>
      <w:proofErr w:type="spellStart"/>
      <w:r w:rsidRPr="00644AAB">
        <w:t>ust</w:t>
      </w:r>
      <w:proofErr w:type="spellEnd"/>
      <w:r w:rsidRPr="00644AAB">
        <w:t xml:space="preserve">. § 2913 odst. 2 občanského zákoníku. Překážka vzniklá ze škůdcových osobních poměrů nebo vzniklá až v době, kdy byl škůdce s plněním smluvené povinnosti v prodlení, ani překážka, kterou byl škůdce podle Smlouvy povinen překonat, ho však povinnosti k náhradě nezprostí. Tím však nejsou dotčeny nároky Objednatele plynoucí z porušení povinností Zhotovitele dle Smlouvy, jsou-li tyto pokryty pojistnými smlouvami uvedenými v příloze č. 7 Smlouvy. </w:t>
      </w:r>
    </w:p>
    <w:p w14:paraId="04ACC871" w14:textId="77777777" w:rsidR="00644AAB" w:rsidRPr="00644AAB" w:rsidRDefault="00644AAB" w:rsidP="00644AAB">
      <w:pPr>
        <w:pStyle w:val="Text1-1"/>
      </w:pPr>
      <w:r w:rsidRPr="00644AAB">
        <w:t>Právo na uplatnění nároků z titulu náhrady škody se promlčí uplynutím lhůty patnácti let, počítané ode dne, kdy právo mohlo být uplatněno poprvé.</w:t>
      </w:r>
    </w:p>
    <w:p w14:paraId="73923B3D" w14:textId="77777777" w:rsidR="00644AAB" w:rsidRPr="00644AAB" w:rsidRDefault="00644AAB" w:rsidP="00B570AD">
      <w:pPr>
        <w:pStyle w:val="Nadpis1-1"/>
      </w:pPr>
      <w:bookmarkStart w:id="21" w:name="_Toc47335770"/>
      <w:r w:rsidRPr="00644AAB">
        <w:t>ODPOVĚDNOST ZA VADY A ZÁRUKY</w:t>
      </w:r>
      <w:bookmarkEnd w:id="21"/>
    </w:p>
    <w:p w14:paraId="4BF78919" w14:textId="77777777" w:rsidR="00644AAB" w:rsidRPr="00644AAB" w:rsidRDefault="00644AAB" w:rsidP="00644AAB">
      <w:pPr>
        <w:pStyle w:val="Text1-1"/>
      </w:pPr>
      <w:r w:rsidRPr="00644AAB">
        <w:t xml:space="preserve">Zhotovitel odpovídá za všechny vady, které má Dílo nebo Část Díla v okamžiku jeho předání a převzetí Objednatelem a dále za vady, které vyjdou najevo kdykoliv do doby 60 měsíců od předání a převzetí Díla. </w:t>
      </w:r>
    </w:p>
    <w:p w14:paraId="72535A52" w14:textId="77777777" w:rsidR="00644AAB" w:rsidRPr="00644AAB" w:rsidRDefault="00644AAB" w:rsidP="00644AAB">
      <w:pPr>
        <w:pStyle w:val="Text1-1"/>
      </w:pPr>
      <w:r w:rsidRPr="00644AAB">
        <w:t xml:space="preserve">Po dobu dle předchozího odstavce je Zhotovitel povinen předat Objednateli duplikát Díla, pokud po jeho předání a převzetí Objednatelem dojde k úplnému či částečnému </w:t>
      </w:r>
      <w:r w:rsidRPr="00644AAB">
        <w:lastRenderedPageBreak/>
        <w:t xml:space="preserve">zničení Díla a Objednatel o vydání duplikátu Díla požádá. Náklady na pořízení duplikátu Díla nese Objednatel. </w:t>
      </w:r>
    </w:p>
    <w:p w14:paraId="02BCFE9E" w14:textId="77777777" w:rsidR="00644AAB" w:rsidRPr="00644AAB" w:rsidRDefault="00644AAB" w:rsidP="00644AAB">
      <w:pPr>
        <w:pStyle w:val="Text1-1"/>
      </w:pPr>
      <w:r w:rsidRPr="00644AAB">
        <w:t>Zhotovitel zejména odpovídá za přesnost a úplnost Díla, tedy veškeré dokumentace, vypracované v rámci plnění Smlouvy. Zhotovitel odpovídá za všechny vady včetně vad právních.</w:t>
      </w:r>
    </w:p>
    <w:p w14:paraId="2780AC92" w14:textId="77777777" w:rsidR="00644AAB" w:rsidRPr="00644AAB" w:rsidRDefault="00644AAB" w:rsidP="00644AAB">
      <w:pPr>
        <w:pStyle w:val="Text1-1"/>
      </w:pPr>
      <w:r w:rsidRPr="00644AAB">
        <w:t>Doba dle odst. 16.1 těchto Obchodních podmínek neběží:</w:t>
      </w:r>
    </w:p>
    <w:p w14:paraId="0E692739" w14:textId="5FBDE5ED" w:rsidR="00644AAB" w:rsidRPr="00644AAB" w:rsidRDefault="00644AAB" w:rsidP="00B570AD">
      <w:pPr>
        <w:pStyle w:val="Text1-2"/>
      </w:pPr>
      <w:r w:rsidRPr="00644AAB">
        <w:t xml:space="preserve">po dobu, po kterou Objednatel nemůže Dílo, nebo jeho vadou dotčenou Část Díla, řádně užívat (zejména pokračovat </w:t>
      </w:r>
      <w:r w:rsidR="002A24ED">
        <w:t>v projekční přípravě Stavby</w:t>
      </w:r>
      <w:r w:rsidRPr="00644AAB">
        <w:t xml:space="preserve">) pro jeho vadu, za kterou odpovídá Zhotovitel, </w:t>
      </w:r>
    </w:p>
    <w:p w14:paraId="73127970" w14:textId="77777777" w:rsidR="00644AAB" w:rsidRPr="00644AAB" w:rsidRDefault="00644AAB" w:rsidP="00B570AD">
      <w:pPr>
        <w:pStyle w:val="Text1-2"/>
      </w:pPr>
      <w:r w:rsidRPr="00644AAB">
        <w:t xml:space="preserve">po dobu, po kterou Zhotovitel odstraňuje vady Díla nebo Části Díla, za které odpovídá Zhotovitel a které sice nebrání Objednateli v řádném užívání Díla nebo Části Díla, ale vyskytnou se opakovaně. </w:t>
      </w:r>
    </w:p>
    <w:p w14:paraId="26C9C5AF" w14:textId="77777777" w:rsidR="00644AAB" w:rsidRPr="00644AAB" w:rsidRDefault="00644AAB" w:rsidP="00644AAB">
      <w:pPr>
        <w:pStyle w:val="Text1-1"/>
      </w:pPr>
      <w:r w:rsidRPr="00644AAB">
        <w:t xml:space="preserve">Za vady Díla se považují zejména: </w:t>
      </w:r>
    </w:p>
    <w:p w14:paraId="25B19820" w14:textId="580BF081" w:rsidR="00644AAB" w:rsidRPr="00644AAB" w:rsidRDefault="00644AAB" w:rsidP="00B570AD">
      <w:pPr>
        <w:pStyle w:val="Text1-2"/>
      </w:pPr>
      <w:r w:rsidRPr="00644AAB">
        <w:t xml:space="preserve">neúplnost Díla a takové chyby a nedostatky, jejichž odstranění způsobí prodloužení termínu předání Díla a popřípadě negativně ovlivní </w:t>
      </w:r>
      <w:r w:rsidR="002A24ED">
        <w:t>zadání veřejné zakázky na pokračování v projekční přípravě Stavby</w:t>
      </w:r>
      <w:r w:rsidR="0022646D">
        <w:t xml:space="preserve"> nebo veřejnoprávní projednání záměru;</w:t>
      </w:r>
      <w:r w:rsidRPr="00644AAB">
        <w:t xml:space="preserve"> </w:t>
      </w:r>
    </w:p>
    <w:p w14:paraId="2925DD64" w14:textId="77777777" w:rsidR="00644AAB" w:rsidRPr="00644AAB" w:rsidRDefault="00644AAB" w:rsidP="00B570AD">
      <w:pPr>
        <w:pStyle w:val="Text1-2"/>
      </w:pPr>
      <w:r w:rsidRPr="00644AAB">
        <w:t>neúplnost Díla a takové chyby a nedostatky, které budou mít za důsledek změnu rozhodujících parametrů stavby případně navýšení celkových nákladů stavby, které bude negativní vliv na prokázání ekonomické efektivity stavby;</w:t>
      </w:r>
    </w:p>
    <w:p w14:paraId="2CAB1008" w14:textId="77777777" w:rsidR="00644AAB" w:rsidRPr="00644AAB" w:rsidRDefault="00644AAB" w:rsidP="00B570AD">
      <w:pPr>
        <w:pStyle w:val="Text1-2"/>
      </w:pPr>
      <w:r w:rsidRPr="00644AAB">
        <w:t>veškeré neprojednané odchylky od Smlouvy, vč. platného právního řádu, norem a Interních předpisů Objednatele;</w:t>
      </w:r>
    </w:p>
    <w:p w14:paraId="3992E06B" w14:textId="5D165E54" w:rsidR="00644AAB" w:rsidRPr="00644AAB" w:rsidRDefault="00644AAB" w:rsidP="00B570AD">
      <w:pPr>
        <w:pStyle w:val="Text1-2"/>
      </w:pPr>
      <w:r w:rsidRPr="00644AAB">
        <w:t>nesoulad mezi výkresovou a textovou částí;</w:t>
      </w:r>
    </w:p>
    <w:p w14:paraId="52B836B9" w14:textId="77777777" w:rsidR="00644AAB" w:rsidRPr="00644AAB" w:rsidRDefault="00644AAB" w:rsidP="00B570AD">
      <w:pPr>
        <w:pStyle w:val="Text1-2"/>
      </w:pPr>
      <w:r w:rsidRPr="00644AAB">
        <w:t>chyby vycházející ze zaměření ze strany projektanta;</w:t>
      </w:r>
    </w:p>
    <w:p w14:paraId="0018267C" w14:textId="77777777" w:rsidR="00644AAB" w:rsidRPr="00644AAB" w:rsidRDefault="00644AAB" w:rsidP="00B570AD">
      <w:pPr>
        <w:pStyle w:val="Text1-2"/>
      </w:pPr>
      <w:r w:rsidRPr="00644AAB">
        <w:t>nepřezkoumání závazných podkladů a výstupních dat předaných Objednatelem;</w:t>
      </w:r>
    </w:p>
    <w:p w14:paraId="39891D44" w14:textId="3E2D91B6" w:rsidR="00644AAB" w:rsidRPr="00644AAB" w:rsidRDefault="00644AAB" w:rsidP="00B570AD">
      <w:pPr>
        <w:pStyle w:val="Text1-2"/>
      </w:pPr>
      <w:r w:rsidRPr="00644AAB">
        <w:t>chyby v koordinaci mezi jednotlivými profesemi;</w:t>
      </w:r>
    </w:p>
    <w:p w14:paraId="68D371E1" w14:textId="20F962FC" w:rsidR="00644AAB" w:rsidRPr="00644AAB" w:rsidRDefault="00644AAB" w:rsidP="001562FF">
      <w:pPr>
        <w:pStyle w:val="Text1-2"/>
      </w:pPr>
      <w:r w:rsidRPr="00644AAB">
        <w:t>.</w:t>
      </w:r>
    </w:p>
    <w:p w14:paraId="12C4B6EF" w14:textId="77777777" w:rsidR="00644AAB" w:rsidRPr="00644AAB" w:rsidRDefault="00644AAB" w:rsidP="00644AAB">
      <w:pPr>
        <w:pStyle w:val="Text1-1"/>
      </w:pPr>
      <w:r w:rsidRPr="00644AAB">
        <w:t>Nemůže-li Objednatel pro vadu užívat Část Díla, doba podle odst. 16.1 těchto Obchodních podmínek neběží ani pro funkčně související Části Díla.</w:t>
      </w:r>
    </w:p>
    <w:p w14:paraId="1FAA9B69" w14:textId="77777777" w:rsidR="00644AAB" w:rsidRPr="00644AAB" w:rsidRDefault="00644AAB" w:rsidP="00644AAB">
      <w:pPr>
        <w:pStyle w:val="Text1-1"/>
      </w:pPr>
      <w:r w:rsidRPr="00644AAB">
        <w:t>Doba dle odst. 16.1 těchto Obchodních podmínek neběží vždy ode dne, kdy Zhotoviteli podle ustanovení Smlouvy vznikla povinnost započít s odstraňováním vady, nejdříve však ode dne, kdy Objednatel fakticky umožní Zhotoviteli zahájit práce na jejím odstraňování, až do dne, kdy Zhotovitel předá Objednateli příslušnou Část Díla po odstranění vady.</w:t>
      </w:r>
    </w:p>
    <w:p w14:paraId="6F18C18A" w14:textId="77777777" w:rsidR="00644AAB" w:rsidRPr="00644AAB" w:rsidRDefault="00644AAB" w:rsidP="00644AAB">
      <w:pPr>
        <w:pStyle w:val="Text1-1"/>
      </w:pPr>
      <w:r w:rsidRPr="00644AAB">
        <w:t>Doba dle odst. 16.1 těchto Obchodních podmínek se prodlužuje vždy o dobu, po kterou tato doba podle předchozích ustanovení neběží.</w:t>
      </w:r>
    </w:p>
    <w:p w14:paraId="23C5C664" w14:textId="77777777" w:rsidR="00644AAB" w:rsidRPr="00644AAB" w:rsidRDefault="00644AAB" w:rsidP="00644AAB">
      <w:pPr>
        <w:pStyle w:val="Text1-1"/>
      </w:pPr>
      <w:r w:rsidRPr="00644AAB">
        <w:t>Objednatel nebo jiná oprávněná osoba jsou povinni oznámit Zhotoviteli, že Dílo nebo Část Díla má vady, a požadovat jejich odstranění vždy bez zbytečného odkladu poté, kdy je zjistili při předání a převzetí Díla nebo Části Díl</w:t>
      </w:r>
      <w:r w:rsidR="00261402">
        <w:t>a a u vad, které se objeví až v </w:t>
      </w:r>
      <w:r w:rsidRPr="00644AAB">
        <w:t>průběhu doby dle odst. 16.1, bez zbytečného odkladu poté, kdy je zjistili v průběhu této doby. Objednatel nebo jiná oprávněná osoba rovněž Zhotovitele upozorní na škody vznikající Objednateli v souvislosti se zjištěnými vadami Díla.</w:t>
      </w:r>
    </w:p>
    <w:p w14:paraId="7558BC86" w14:textId="77777777" w:rsidR="00644AAB" w:rsidRPr="00644AAB" w:rsidRDefault="00644AAB" w:rsidP="00644AAB">
      <w:pPr>
        <w:pStyle w:val="Text1-1"/>
      </w:pPr>
      <w:r w:rsidRPr="00644AAB">
        <w:t>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w:t>
      </w:r>
      <w:r w:rsidR="00261402">
        <w:t>zuje bez přerušení pokračovat a </w:t>
      </w:r>
      <w:r w:rsidRPr="00644AAB">
        <w:t xml:space="preserve">odstranit je v co nejkratší technicky a technologicky možné lhůtě, kterou Zhotovitel navrhne a Objednatel odsouhlasí. Nedojde-li mezi smluvními stranami k dohodě o lhůtě pro odstranění vady, je Zhotovitel povinen odstranit vadu v dle povahy vady přiměřené </w:t>
      </w:r>
      <w:r w:rsidRPr="00644AAB">
        <w:lastRenderedPageBreak/>
        <w:t>lhůtě stanovené Objednatelem.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6845447B" w14:textId="77777777" w:rsidR="00644AAB" w:rsidRPr="00644AAB" w:rsidRDefault="00644AAB" w:rsidP="00644AAB">
      <w:pPr>
        <w:pStyle w:val="Text1-1"/>
      </w:pPr>
      <w:r w:rsidRPr="00644AAB">
        <w:t>V případě, že Zhotovitel nesplní svoji povinnost odstranit vadu v dohodnuté, příp. Objednatelem určené lhůtě, je Objednatel nebo jiná oprávněná osoba oprávněn zajistit odstranění této vady vlastními kapacitami nebo jiným dodavatelem na náklady Zhotovitele. Takovýmto postupem Objednatele nebude dotčena záruka za jakost poskytnutá Zhotovitelem na dotčenou Část Díla včetně jejího případného prodloužení. Náklady na odstranění vady je povinen uhradit Zhotovitel Objednateli na základě výzvy k úhradě. Objednatel má právo využít k úhradě nákladů na odstranění vad</w:t>
      </w:r>
      <w:r w:rsidR="00B570AD">
        <w:t xml:space="preserve"> </w:t>
      </w:r>
      <w:r w:rsidRPr="00644AAB">
        <w:t xml:space="preserve">Bankovní záruku. </w:t>
      </w:r>
    </w:p>
    <w:p w14:paraId="446120CA" w14:textId="77777777" w:rsidR="00644AAB" w:rsidRPr="00644AAB" w:rsidRDefault="00644AAB" w:rsidP="00644AAB">
      <w:pPr>
        <w:pStyle w:val="Text1-1"/>
      </w:pPr>
      <w:r w:rsidRPr="00644AAB">
        <w:t>V případě, že je vada Díla nebo vada Části Díla neodstranitelná, je Zhotovitel povinen provést náhradní Dílo nebo Část Díla nebo poskytnout</w:t>
      </w:r>
      <w:r w:rsidR="00261402">
        <w:t xml:space="preserve"> Objednateli přiměřenou slevu z </w:t>
      </w:r>
      <w:r w:rsidRPr="00644AAB">
        <w:t xml:space="preserve">Ceny Díla. Rozhodnutí, zda Objednatel přijme náhradní Dílo nebo slevu z Ceny Díla, je zcela v pravomoci Objednatele a není dotčeno předchozím uplatněním jiného práva </w:t>
      </w:r>
      <w:r w:rsidR="00261402">
        <w:t>z </w:t>
      </w:r>
      <w:r w:rsidRPr="00644AAB">
        <w:t xml:space="preserve">vad. V případě, že Zhotovitel nesplní svou povinnost provést náhradní Dílo nebo Část Díla, je Objednatel oprávněn zajistit jeho provedení vlastními kapacitami nebo jiným dodavatelem na náklady Zhotovitele. Objednatel má právo využít k úhradě nákladů na provedení náhradního Díla nebo Části Díla, či k úhradě svého nároku na poskytnutí přiměřené slevy z Ceny Díla Bankovní záruku. </w:t>
      </w:r>
    </w:p>
    <w:p w14:paraId="5D33B3C2" w14:textId="77777777" w:rsidR="00644AAB" w:rsidRPr="00644AAB" w:rsidRDefault="00644AAB" w:rsidP="00644AAB">
      <w:pPr>
        <w:pStyle w:val="Text1-1"/>
      </w:pPr>
      <w:r w:rsidRPr="00644AAB">
        <w:t>Nad rámec příslušných ustanovení právních předpisů up</w:t>
      </w:r>
      <w:r w:rsidR="00261402">
        <w:t>ravujících nároky Objednatele z </w:t>
      </w:r>
      <w:r w:rsidRPr="00644AAB">
        <w:t>vadného plnění se Zhotovitel zavazuje uhradit Objednateli podíl na vícenákladech, které vzniknou Objednateli při zhotovení Stavby podle Dokumentace staveb z důvodu vad Díla. Vícenákladem podle předchozí věty se rozumí náklady, které bude muset Objednatel uhradit jako náklady za práce a dodávky při zhotovování Stavby dle Dokumentace staveb, které nebyly Zhotovitelem zachyceny v Dokumentaci staveb, ač tam vzhledem k závazkům Zhotovitele zachyceny být měly a mohly (vícepráce), ponížené o případné úspory, kterých v důsledku odstranění týchž vad Díla a z toho vyplývající změny postupu při realizaci Stavby bude dosaženo (</w:t>
      </w:r>
      <w:proofErr w:type="spellStart"/>
      <w:r w:rsidRPr="00644AAB">
        <w:t>méněpráce</w:t>
      </w:r>
      <w:proofErr w:type="spellEnd"/>
      <w:r w:rsidRPr="00644AAB">
        <w:t>). Podíl na vícenákladech dle tohoto ustanovení je Objedn</w:t>
      </w:r>
      <w:r w:rsidR="00261402">
        <w:t>atel oprávněn požadovat, a to i </w:t>
      </w:r>
      <w:r w:rsidRPr="00644AAB">
        <w:t xml:space="preserve">opakovaně, po Zhotoviteli do celkové výše maximálně 10 % celkové konečné Ceny Díla se zahrnutím veškerých dodatků ke Smlouvě. Zhotovitel tento podíl na vícenákladech uhradí na písemnou výzvu Objednatele, nejpozději do 60 dnů od doručení výzvy k úhradě. Maximální výše podílu již reflektuje skutečnost, že Objednatel vady Díla po své kontrole (zejména úplnosti Dokumentace) sám nezjistí, ačkoliv je zjistit měl a mohl. Toto ustanovení nijak nevylučuje právo na náhradu škody, zaplacení smluvní pokuty ani ostatní práva z vadného plnění, avšak v rozsahu v jakém se uplatní nárok Objednatele na úhradu podílu na vícenákladech, dle tohoto ustanovení, již nemohou být uplatněny nároky Objednatele na náhradu škody nebo smluvní pokuty dle odst. 17.8 těchto Obchodních podmínek vzniklé v důsledku stejné vady. </w:t>
      </w:r>
    </w:p>
    <w:p w14:paraId="2383F32B" w14:textId="77777777" w:rsidR="00644AAB" w:rsidRPr="00644AAB" w:rsidRDefault="00644AAB" w:rsidP="00644AAB">
      <w:pPr>
        <w:pStyle w:val="Text1-1"/>
      </w:pPr>
      <w:r w:rsidRPr="00644AAB">
        <w:t>Právo na uplatnění nároků z vadného plnění se promlčí uplynutím lhůty patnácti let, počítané ode dne, kdy právo mohlo být uplatněno poprvé.</w:t>
      </w:r>
    </w:p>
    <w:p w14:paraId="18147C5C" w14:textId="77777777" w:rsidR="00644AAB" w:rsidRPr="00644AAB" w:rsidRDefault="00644AAB" w:rsidP="00644AAB">
      <w:pPr>
        <w:pStyle w:val="Text1-1"/>
      </w:pPr>
      <w:r w:rsidRPr="00644AAB">
        <w:t xml:space="preserve">Ujednáními tohoto článku není dotčeno </w:t>
      </w:r>
      <w:proofErr w:type="spellStart"/>
      <w:r w:rsidRPr="00644AAB">
        <w:t>ust</w:t>
      </w:r>
      <w:proofErr w:type="spellEnd"/>
      <w:r w:rsidRPr="00644AAB">
        <w:t>. § 2630 občanského zákoníku ke Smlouvě.</w:t>
      </w:r>
    </w:p>
    <w:p w14:paraId="64F390B0" w14:textId="77777777" w:rsidR="00644AAB" w:rsidRPr="00644AAB" w:rsidRDefault="00644AAB" w:rsidP="00B570AD">
      <w:pPr>
        <w:pStyle w:val="Nadpis1-1"/>
      </w:pPr>
      <w:bookmarkStart w:id="22" w:name="_Toc47335771"/>
      <w:r w:rsidRPr="00644AAB">
        <w:t>SANKCE</w:t>
      </w:r>
      <w:bookmarkEnd w:id="22"/>
    </w:p>
    <w:p w14:paraId="6F02A3C6" w14:textId="77777777" w:rsidR="00644AAB" w:rsidRPr="00644AAB" w:rsidRDefault="00644AAB" w:rsidP="00644AAB">
      <w:pPr>
        <w:pStyle w:val="Text1-1"/>
      </w:pPr>
      <w:r w:rsidRPr="00644AAB">
        <w:t xml:space="preserve">V případě prodlení některé ze smluvních stran s peněžitým plněním je druhá smluvní strana oprávněna požadovat zaplacení úroku z prodlení ve výši stanovené obecně závaznými právními předpisy. Pro účely nároku na zaplacení smluvní pokuty nejsou úroky z prodlení ve smyslu </w:t>
      </w:r>
      <w:proofErr w:type="spellStart"/>
      <w:r w:rsidRPr="00644AAB">
        <w:t>ust</w:t>
      </w:r>
      <w:proofErr w:type="spellEnd"/>
      <w:r w:rsidRPr="00644AAB">
        <w:t>. § 1971 občanského zákoníku považovány za součást náhrady škody.</w:t>
      </w:r>
    </w:p>
    <w:p w14:paraId="5351DC16" w14:textId="77777777" w:rsidR="00644AAB" w:rsidRPr="00644AAB" w:rsidRDefault="00644AAB" w:rsidP="00644AAB">
      <w:pPr>
        <w:pStyle w:val="Text1-1"/>
      </w:pPr>
      <w:r w:rsidRPr="00644AAB">
        <w:t>Úrok z prodlení nebo smluvní pokutu se povinná smluvní strana zavazuje zaplatit do třiceti (30) dnů ode dne doručení písemné výzvy druhé smluvní strany.</w:t>
      </w:r>
    </w:p>
    <w:p w14:paraId="06752D42" w14:textId="77777777" w:rsidR="00644AAB" w:rsidRPr="00644AAB" w:rsidRDefault="00644AAB" w:rsidP="00644AAB">
      <w:pPr>
        <w:pStyle w:val="Text1-1"/>
      </w:pPr>
      <w:r w:rsidRPr="00644AAB">
        <w:lastRenderedPageBreak/>
        <w:t>Zaplacením smluvní pokuty není dotčeno právo druhé smluvní strany na náhradu škody v plné výši.</w:t>
      </w:r>
    </w:p>
    <w:p w14:paraId="5855FAB7" w14:textId="77777777" w:rsidR="00644AAB" w:rsidRPr="00644AAB" w:rsidRDefault="00644AAB" w:rsidP="00644AAB">
      <w:pPr>
        <w:pStyle w:val="Text1-1"/>
      </w:pPr>
      <w:r w:rsidRPr="00644AAB">
        <w:t xml:space="preserve">Povinnost, jejíž splnění bylo zajištěno smluvní pokutou, je povinná smluvní strana zavázána plnit i po zaplacení smluvní pokuty. </w:t>
      </w:r>
    </w:p>
    <w:p w14:paraId="75803218" w14:textId="77777777" w:rsidR="00644AAB" w:rsidRPr="00644AAB" w:rsidRDefault="00644AAB" w:rsidP="00644AAB">
      <w:pPr>
        <w:pStyle w:val="Text1-1"/>
      </w:pPr>
      <w:r w:rsidRPr="00644AAB">
        <w:t>Právo na uplatnění nároků dle tohoto článku se promlčí uplynutím lhůty patnácti let, počítané ode dne, kdy právo mohlo být uplatněno poprvé.</w:t>
      </w:r>
    </w:p>
    <w:p w14:paraId="520EA6F9" w14:textId="37096BDC" w:rsidR="00644AAB" w:rsidRPr="00644AAB" w:rsidRDefault="00644AAB" w:rsidP="00644AAB">
      <w:pPr>
        <w:pStyle w:val="Text1-1"/>
      </w:pPr>
      <w:r w:rsidRPr="00644AAB">
        <w:t>V případě prodlení Zhotovitele s předáním celého Díla</w:t>
      </w:r>
      <w:r w:rsidR="0022646D">
        <w:t xml:space="preserve"> nebo dvou a více Částí Díla</w:t>
      </w:r>
      <w:r w:rsidRPr="00644AAB">
        <w:t xml:space="preserve"> či</w:t>
      </w:r>
      <w:r w:rsidR="00261402">
        <w:t xml:space="preserve"> jeho předložením k akceptaci v </w:t>
      </w:r>
      <w:r w:rsidRPr="00644AAB">
        <w:t>termínu a za podmínek stanovených Harmonogramem, plnění je Zhotovitel povinen zaplatit smluvní pokutu ve výši 0,</w:t>
      </w:r>
      <w:r w:rsidR="0022646D">
        <w:t>5</w:t>
      </w:r>
      <w:r w:rsidRPr="00644AAB">
        <w:t>% z Ceny Díla za každý započatý den prodlení.</w:t>
      </w:r>
    </w:p>
    <w:p w14:paraId="172879CC" w14:textId="4C9DE92A" w:rsidR="00644AAB" w:rsidRPr="00644AAB" w:rsidRDefault="00644AAB" w:rsidP="00644AAB">
      <w:pPr>
        <w:pStyle w:val="Text1-1"/>
      </w:pPr>
      <w:r w:rsidRPr="00644AAB">
        <w:t xml:space="preserve">V případě prodlení Zhotovitele s předáním řádně provedené Části Díla či jejím předložením k akceptaci v termínech a za podmínek stanovených Harmonogramem plnění pro jednotlivé Dílčí </w:t>
      </w:r>
      <w:r w:rsidR="00285199">
        <w:t>plnění</w:t>
      </w:r>
      <w:r w:rsidRPr="00644AAB">
        <w:t xml:space="preserve"> je Zhotovitel povinen uhradit smluvní pokutu ve výši 0,</w:t>
      </w:r>
      <w:r w:rsidR="0022646D">
        <w:t>5</w:t>
      </w:r>
      <w:r w:rsidRPr="00644AAB">
        <w:t>% z ceny za příslušnou Část Díla za každý započatý den prodlení.</w:t>
      </w:r>
    </w:p>
    <w:p w14:paraId="06D54AB3" w14:textId="33887EDC" w:rsidR="00644AAB" w:rsidRPr="00644AAB" w:rsidRDefault="00644AAB" w:rsidP="00644AAB">
      <w:pPr>
        <w:pStyle w:val="Text1-1"/>
      </w:pPr>
      <w:r w:rsidRPr="00644AAB">
        <w:t>V případě, že Dílo obsahuje vadu, která má za důsledek změnu následného stupně rozpracování projektové dokumentace (např. změnu technických parametrů stavby, změnu celkových investičních nákladů stavby, změnu územního rozhodnutí)</w:t>
      </w:r>
      <w:r w:rsidR="002A24ED">
        <w:t xml:space="preserve"> nebo vyvolá nutnost aktualizace Záměru projektu</w:t>
      </w:r>
      <w:r w:rsidRPr="00644AAB">
        <w:t xml:space="preserve">, je Zhotovitel povinen uhradit smluvní pokutu ve výši 0,5% z Ceny Díla za každý takový případ. </w:t>
      </w:r>
      <w:r w:rsidR="0022646D">
        <w:t>Za vadu se nepovažuje, pokud jsou změny v následném projektovém stupni dány zvýšenou mírou poznání a podrobnosti zpracování následných stupňů přípravy Stavby, než mohl mít Zhotovitel jednající s odbornou péčí při zpracování Studie.</w:t>
      </w:r>
    </w:p>
    <w:p w14:paraId="3F9F625C" w14:textId="77777777" w:rsidR="00644AAB" w:rsidRPr="00644AAB" w:rsidRDefault="00644AAB" w:rsidP="00644AAB">
      <w:pPr>
        <w:pStyle w:val="Text1-1"/>
      </w:pPr>
      <w:r w:rsidRPr="00644AAB">
        <w:t>V případě, že Zhotovitel při ukončení činnosti některé z oprávněných osob, která byla uvedena jako člen odborného personálu dodavatele, nebo osoby, kterou pro účel hodnocení Zhotovitel navrhl v Nabídce Zhotovitele a která splnila minimální úroveň kvalifikace, neoznámí Objednateli v souladu odst. 5.2 jinou oprávněnou osobu, je povinen uhradit smluvní pokutu ve výš výši 0,1 % z Ceny Díla za každý takový případ a započatý den prodlení.</w:t>
      </w:r>
    </w:p>
    <w:p w14:paraId="608D3923" w14:textId="77777777" w:rsidR="00644AAB" w:rsidRPr="00644AAB" w:rsidRDefault="00644AAB" w:rsidP="00644AAB">
      <w:pPr>
        <w:pStyle w:val="Text1-1"/>
      </w:pPr>
      <w:r w:rsidRPr="00644AAB">
        <w:t xml:space="preserve">V případě, že Zhotovitel pověřil prováděním Díla jiného Poddodavatele než toho, který byl uveden v příloze č. 8 Smlouvy, bez předchozího písemného souhlasu Objednatele, provedeného formou dodatku ke Smlouvě, je Zhotovitel povinen uhradit smluvní pokutu ve výši 5 % z Ceny Díla za každý takový případ. </w:t>
      </w:r>
    </w:p>
    <w:p w14:paraId="24D5EC20" w14:textId="77777777" w:rsidR="00644AAB" w:rsidRPr="00644AAB" w:rsidRDefault="00644AAB" w:rsidP="00644AAB">
      <w:pPr>
        <w:pStyle w:val="Text1-1"/>
      </w:pPr>
      <w:r w:rsidRPr="00644AAB">
        <w:t xml:space="preserve">V případě, že Zhotovitel nesplní svoji povinnost stanovenou Smlouvou udržovat po celou dobu provádění Díla v platnosti Objednatelem vyžadované pojistné smlouvy anebo nepředloží Objednateli k prokázání splnění této své povinnosti stanovené doklady, je Zhotovitel povinen uhradit smluvní pokutu ve výši 0,02% z Ceny Díla za každý den neplnění této povinnosti. </w:t>
      </w:r>
    </w:p>
    <w:p w14:paraId="3DD05D7E" w14:textId="77777777" w:rsidR="00644AAB" w:rsidRPr="00644AAB" w:rsidRDefault="00644AAB" w:rsidP="00644AAB">
      <w:pPr>
        <w:pStyle w:val="Text1-1"/>
      </w:pPr>
      <w:r w:rsidRPr="00644AAB">
        <w:t>V případě, že Zhotovitel nesplní svoji povinnost poskytnout a předat Objednateli Bankovní záruku za provedení Díla nebo neudržuj</w:t>
      </w:r>
      <w:r w:rsidR="00261402">
        <w:t>e v platnosti Bankovní záruku v </w:t>
      </w:r>
      <w:r w:rsidRPr="00644AAB">
        <w:t xml:space="preserve">rozsahu vyžadovaném Smlouvou o dílo, je Zhotovitel povinen uhradit smluvní pokutu ve výši 0,03% z Ceny za zpracování díla za každý den neplnění této povinnosti. </w:t>
      </w:r>
    </w:p>
    <w:p w14:paraId="7D9F8AC1" w14:textId="77777777" w:rsidR="00644AAB" w:rsidRPr="00644AAB" w:rsidRDefault="00644AAB" w:rsidP="00644AAB">
      <w:pPr>
        <w:pStyle w:val="Text1-1"/>
      </w:pPr>
      <w:r w:rsidRPr="00644AAB">
        <w:t xml:space="preserve">V případě, že Zhotovitel bez předchozího písemného souhlasu Objednatele postoupil byť i jen částečně povinnosti související s prováděním Díla třetí osobě, je Zhotovitel povinen uhradit smluvní pokutu ve výši 3 % z Ceny Díla. </w:t>
      </w:r>
    </w:p>
    <w:p w14:paraId="11AC802E" w14:textId="77777777" w:rsidR="00644AAB" w:rsidRPr="00644AAB" w:rsidRDefault="00644AAB" w:rsidP="00644AAB">
      <w:pPr>
        <w:pStyle w:val="Text1-1"/>
      </w:pPr>
      <w:r w:rsidRPr="00644AAB">
        <w:t>V případě prodlení Zhotovitele se splněním jiné povinnosti dle Smlouvy, než je uvedeno výše, je Zhotovitel povinen uhradit smluvní pokutu ve výši 0,05% z ceny dotčené Části Díla za každý započatý den prodlení.</w:t>
      </w:r>
    </w:p>
    <w:p w14:paraId="21BE2B5F" w14:textId="77777777" w:rsidR="00644AAB" w:rsidRPr="00644AAB" w:rsidRDefault="00644AAB" w:rsidP="00644AAB">
      <w:pPr>
        <w:pStyle w:val="Text1-1"/>
      </w:pPr>
      <w:r w:rsidRPr="00644AAB">
        <w:t>V případě, že Zhotovitel poruší jakoukoliv povinnost dle čl. 4. těchto Obchodních podmínek, je povinen uhradit Objednateli smluvní pokutu ve výši 0,1 % z ceny Díla za každé jednotlivé porušení.</w:t>
      </w:r>
    </w:p>
    <w:p w14:paraId="17929A01" w14:textId="77777777" w:rsidR="00644AAB" w:rsidRPr="00644AAB" w:rsidRDefault="00644AAB" w:rsidP="00B570AD">
      <w:pPr>
        <w:pStyle w:val="Nadpis1-1"/>
      </w:pPr>
      <w:bookmarkStart w:id="23" w:name="_Toc47335772"/>
      <w:r w:rsidRPr="00644AAB">
        <w:lastRenderedPageBreak/>
        <w:t>ODSTOUPENÍ OBJEDNATELE</w:t>
      </w:r>
      <w:bookmarkEnd w:id="23"/>
    </w:p>
    <w:p w14:paraId="6E2ADE92" w14:textId="7C2EEFD5" w:rsidR="00644AAB" w:rsidRPr="00644AAB" w:rsidRDefault="00644AAB" w:rsidP="00644AAB">
      <w:pPr>
        <w:pStyle w:val="Text1-1"/>
      </w:pPr>
      <w:r w:rsidRPr="00A6528D">
        <w:t>Objednatel si vyhrazuje právo odstoupit od Smlouvy po každé</w:t>
      </w:r>
      <w:r w:rsidR="0063545E">
        <w:t>m</w:t>
      </w:r>
      <w:r w:rsidRPr="00A6528D">
        <w:t xml:space="preserve"> dílčí</w:t>
      </w:r>
      <w:r w:rsidR="0063545E">
        <w:t>m</w:t>
      </w:r>
      <w:r w:rsidRPr="00A6528D">
        <w:t xml:space="preserve"> </w:t>
      </w:r>
      <w:r w:rsidR="0063545E">
        <w:t>plnění</w:t>
      </w:r>
      <w:r w:rsidRPr="00A6528D">
        <w:t xml:space="preserve"> upřesněné ve Smlouvě v případě, že z příslušné</w:t>
      </w:r>
      <w:r w:rsidR="0063545E">
        <w:t>ho</w:t>
      </w:r>
      <w:r w:rsidRPr="00A6528D">
        <w:t xml:space="preserve"> dílčí</w:t>
      </w:r>
      <w:r w:rsidR="0063545E">
        <w:t>ho</w:t>
      </w:r>
      <w:r w:rsidRPr="00A6528D">
        <w:t xml:space="preserve"> </w:t>
      </w:r>
      <w:r w:rsidR="0063545E">
        <w:t>plnění</w:t>
      </w:r>
      <w:r w:rsidRPr="00A6528D">
        <w:t xml:space="preserve"> vyplývají podstatné změny zadání dalších </w:t>
      </w:r>
      <w:r w:rsidR="0063545E">
        <w:t>plnění</w:t>
      </w:r>
      <w:r w:rsidRPr="00A6528D">
        <w:t xml:space="preserve">, případně zpracování dalších dílčích částí plnění pozbylo smyslu. </w:t>
      </w:r>
    </w:p>
    <w:p w14:paraId="7DA96871" w14:textId="77777777" w:rsidR="00644AAB" w:rsidRPr="00644AAB" w:rsidRDefault="00644AAB" w:rsidP="00644AAB">
      <w:pPr>
        <w:pStyle w:val="Text1-1"/>
      </w:pPr>
      <w:r w:rsidRPr="00644AAB">
        <w:t>Kromě jiných důvodů, vyplývajících z právních předpisů je Objednatel oprávněn odstoupit od Smlouvy v případě podstatného porušení Smlouvy, jestliže:</w:t>
      </w:r>
    </w:p>
    <w:p w14:paraId="6718BC59" w14:textId="77777777" w:rsidR="00644AAB" w:rsidRPr="00644AAB" w:rsidRDefault="00644AAB" w:rsidP="00B570AD">
      <w:pPr>
        <w:pStyle w:val="Text1-2"/>
      </w:pPr>
      <w:r w:rsidRPr="00644AAB">
        <w:t>Zhotovitel je v prodlení s provedením Díla nebo Části Díla delším než 30 dní.</w:t>
      </w:r>
    </w:p>
    <w:p w14:paraId="3AFE8191" w14:textId="77777777" w:rsidR="00644AAB" w:rsidRPr="00644AAB" w:rsidRDefault="00644AAB" w:rsidP="00B570AD">
      <w:pPr>
        <w:pStyle w:val="Text1-2"/>
      </w:pPr>
      <w:r w:rsidRPr="00644AAB">
        <w:t xml:space="preserve">Zhotovitel porušuje svou povinnost dle Smlouvy, pokud závadný stav z důvodu na straně Zhotovitele trvá i po 15 dnech ode dne písemného upozornění Objednatele na tuto skutečnost. </w:t>
      </w:r>
    </w:p>
    <w:p w14:paraId="50BD6C58" w14:textId="77777777" w:rsidR="00644AAB" w:rsidRPr="00644AAB" w:rsidRDefault="00644AAB" w:rsidP="00B570AD">
      <w:pPr>
        <w:pStyle w:val="Text1-2"/>
      </w:pPr>
      <w:r w:rsidRPr="00644AAB">
        <w:t xml:space="preserve">Zhotovitel nesplní svou povinnost poskytnout Bankovní záruku za provedení Díla dle čl. 11 těchto Obchodních podmínek nebo nesplní svoji povinnost udržovat po celou dobu provádění Díla v platnosti některou z Objednatelem vyžadovaných pojistných smluv. </w:t>
      </w:r>
    </w:p>
    <w:p w14:paraId="0DF24F8D" w14:textId="77777777" w:rsidR="00644AAB" w:rsidRPr="00644AAB" w:rsidRDefault="00644AAB" w:rsidP="00B570AD">
      <w:pPr>
        <w:pStyle w:val="Text1-2"/>
      </w:pPr>
      <w:r w:rsidRPr="00644AAB">
        <w:t>Z okolností je zjevné, že Zhotovitel není schopen pokračovat v provádění Díla nebo Zhotovitel písemně vyrozumí Obje</w:t>
      </w:r>
      <w:r w:rsidR="00261402">
        <w:t>dnatele, že nebude pokračovat v </w:t>
      </w:r>
      <w:r w:rsidRPr="00644AAB">
        <w:t>provádění Díla.</w:t>
      </w:r>
    </w:p>
    <w:p w14:paraId="23E29710" w14:textId="77777777" w:rsidR="00644AAB" w:rsidRPr="00644AAB" w:rsidRDefault="00644AAB" w:rsidP="00B570AD">
      <w:pPr>
        <w:pStyle w:val="Text1-2"/>
      </w:pPr>
      <w:r w:rsidRPr="00644AAB">
        <w:t>Zhotovitel nesplní výzvu k odstranění některé z vad dle čl. 16 těchto Obchodních podmínek, jestliže vada zbavuje Objednatele v zásadě veškerého prospěchu z Díla nebo Části Díla.</w:t>
      </w:r>
    </w:p>
    <w:p w14:paraId="46C9F530" w14:textId="77777777" w:rsidR="00644AAB" w:rsidRPr="00644AAB" w:rsidRDefault="00644AAB" w:rsidP="00B570AD">
      <w:pPr>
        <w:pStyle w:val="Text1-2"/>
      </w:pPr>
      <w:r w:rsidRPr="00644AAB">
        <w:t>Zhotovitel poruší závazek, že Poddodavatelé budou poskytovat plnění dle Smlouvy pouze v rozsahu dle přílohy č. 8 Smlouvy nebo postoupí práva či povinnosti ze Smlouvy bez písemného souhlasu Objednatele.</w:t>
      </w:r>
    </w:p>
    <w:p w14:paraId="4CD00B01" w14:textId="77777777" w:rsidR="00644AAB" w:rsidRPr="00644AAB" w:rsidRDefault="00644AAB" w:rsidP="00B570AD">
      <w:pPr>
        <w:pStyle w:val="Text1-2"/>
      </w:pPr>
      <w:r w:rsidRPr="00644AAB">
        <w:t>Dojde u Zhotovitele k platební neschopnosti, byl zrušen s likvidací nebo bez likvidace v případě, že nemá žádný majetek, že na majetek Zhotovitele je prohlášen úpadek, Zhotovitel sám podá dlužnický návrh na zahájení insolvenčního řízení nebo insolvenční návrh je zamítnut proto, že majetek nepostačuje k úhradě nákladů insolvenčního říz</w:t>
      </w:r>
      <w:r w:rsidR="00261402">
        <w:t>ení (ve znění zákona č. </w:t>
      </w:r>
      <w:r w:rsidRPr="00644AAB">
        <w:t>182/2006 Sb., o úpadku a způsobech jeho řešení (insolvenční zákon), ve znění pozdějších předpisů) nebo byl konkurs zrušen proto, že majetek byl zcela nepostačující pro uspokojení věřitelů, jestliže bylo proti Zhotoviteli zahájeno exekuční řízení nebo nařízen výkon</w:t>
      </w:r>
      <w:r w:rsidR="00261402">
        <w:t xml:space="preserve"> rozhodnutí, nebo pokud dojde k </w:t>
      </w:r>
      <w:r w:rsidRPr="00644AAB">
        <w:t>jakémukoliv jinému úkonu nebo události, které by měly podobný efekt jako kterýkoli z uvedených úkonů nebo událostí.</w:t>
      </w:r>
    </w:p>
    <w:p w14:paraId="6442F3A9" w14:textId="77777777" w:rsidR="00644AAB" w:rsidRPr="00644AAB" w:rsidRDefault="00644AAB" w:rsidP="00B570AD">
      <w:pPr>
        <w:pStyle w:val="Text1-2"/>
      </w:pPr>
      <w:r w:rsidRPr="00644AAB">
        <w:t>Zhotovitel, osoba na straně Zhotovitele</w:t>
      </w:r>
      <w:r w:rsidR="00261402">
        <w:t xml:space="preserve"> nebo zástupce Zhotovitele se v </w:t>
      </w:r>
      <w:r w:rsidRPr="00644AAB">
        <w:t>souvislosti s plněním Smlouvy dopustí trestného činu úplatkářství nebo přijetí úplatku.</w:t>
      </w:r>
    </w:p>
    <w:p w14:paraId="778A937A" w14:textId="394682E8" w:rsidR="00644AAB" w:rsidRPr="00644AAB" w:rsidRDefault="00644AAB" w:rsidP="00B570AD">
      <w:pPr>
        <w:pStyle w:val="Text1-2"/>
      </w:pPr>
      <w:r w:rsidRPr="00644AAB">
        <w:t>Jakékoli prohlášení Zhotovitele dle Smlouvy</w:t>
      </w:r>
      <w:r w:rsidR="001562FF">
        <w:t xml:space="preserve"> či učiněné v Nabídce Zhotovitele</w:t>
      </w:r>
      <w:r w:rsidRPr="00644AAB">
        <w:t xml:space="preserve"> se ukáže nepravdivým.</w:t>
      </w:r>
    </w:p>
    <w:p w14:paraId="1A489D8B" w14:textId="77777777" w:rsidR="00644AAB" w:rsidRPr="00644AAB" w:rsidRDefault="00644AAB" w:rsidP="00B570AD">
      <w:pPr>
        <w:pStyle w:val="Text1-2"/>
      </w:pPr>
      <w:r w:rsidRPr="00644AAB">
        <w:t>Zhotovitel nepředloží do doby zahájení prací na železniční dopravní cestě originál nebo ověřenou kopii dokladu, prokazujícího odbornou způsobilost stanovenou zákonem č. 266/1994 Sb., o dráhách, a prováděcími vyhláškami k tomuto zákonu, to vše ve znění pozdějších předpisů, kterým prokáže, že každý pracovník, který bude vykonávat vedoucí práce, je oprávněn provádět činnosti na železniční dopravní cestě, je-li takový dokl</w:t>
      </w:r>
      <w:r w:rsidR="00261402">
        <w:t>ad vzhledem k charakteru Díla a </w:t>
      </w:r>
      <w:r w:rsidRPr="00644AAB">
        <w:t>prováděných prací nezbytný.</w:t>
      </w:r>
    </w:p>
    <w:p w14:paraId="6ED09876" w14:textId="77777777" w:rsidR="00644AAB" w:rsidRPr="00644AAB" w:rsidRDefault="00644AAB" w:rsidP="00B570AD">
      <w:pPr>
        <w:pStyle w:val="Text1-2"/>
      </w:pPr>
      <w:r w:rsidRPr="00644AAB">
        <w:t>Zhotovitel neoznámí Objednateli ani do 30 dnů</w:t>
      </w:r>
      <w:r w:rsidR="00261402">
        <w:t xml:space="preserve"> po ukončení činnosti některé z </w:t>
      </w:r>
      <w:r w:rsidRPr="00644AAB">
        <w:t>oprávněných osob, která byla uvedena jako člen odborného personálu dodavatele, nebo osoby, která pro účel hodnocení byla Zhotovitelem navržena v Nabídce Zhotovitele a která splnila minimální úroveň kvalifikace, v souladu odst. 5.2 těchto Obchodních podmínek jinou oprávněnou osobu.</w:t>
      </w:r>
    </w:p>
    <w:p w14:paraId="5375E532" w14:textId="1136B15C" w:rsidR="00644AAB" w:rsidRPr="00644AAB" w:rsidRDefault="00644AAB" w:rsidP="00644AAB">
      <w:pPr>
        <w:pStyle w:val="Text1-1"/>
      </w:pPr>
      <w:r w:rsidRPr="00644AAB">
        <w:lastRenderedPageBreak/>
        <w:t xml:space="preserve">Nastane-li kterákoli z událostí nebo okolností, uvedených v odst. 18.2 těchto Obchodních podmínek, může Objednatel odstoupit od Smlouvy písemným oznámením Zhotoviteli, které nabude účinnosti dnem doručení Zhotoviteli. </w:t>
      </w:r>
    </w:p>
    <w:p w14:paraId="6CE69297" w14:textId="2055517B" w:rsidR="00644AAB" w:rsidRDefault="00644AAB" w:rsidP="00644AAB">
      <w:pPr>
        <w:pStyle w:val="Text1-1"/>
      </w:pPr>
      <w:r w:rsidRPr="00644AAB">
        <w:t>Rozhodnutí Objednatele odstoupit od Smlouvy nemá vliv na uplatnění jiných práv Objednatele podle Smlouvy, která mají dle své povahy trvat i po tomto odstoupení.</w:t>
      </w:r>
    </w:p>
    <w:p w14:paraId="04239A54" w14:textId="163D68E7" w:rsidR="0066473E" w:rsidRDefault="0066473E" w:rsidP="00644AAB">
      <w:pPr>
        <w:pStyle w:val="Text1-1"/>
      </w:pPr>
      <w:r>
        <w:t xml:space="preserve">Objednatel je oprávněn odstoupit od </w:t>
      </w:r>
      <w:r w:rsidR="00405EB6">
        <w:t>S</w:t>
      </w:r>
      <w:r>
        <w:t>ml</w:t>
      </w:r>
      <w:r w:rsidR="00405EB6">
        <w:t>o</w:t>
      </w:r>
      <w:r>
        <w:t xml:space="preserve">uvy v rozsahu dílčích </w:t>
      </w:r>
      <w:r w:rsidR="0063545E">
        <w:t>plnění</w:t>
      </w:r>
      <w:r>
        <w:t xml:space="preserve"> (Částí Díla), které ke dni odstoupení od </w:t>
      </w:r>
      <w:r w:rsidR="00A6528D">
        <w:t>S</w:t>
      </w:r>
      <w:r>
        <w:t>mlouvy nebyly předány a převzaty dle čl. 8 těchto Obchodních podmínek.</w:t>
      </w:r>
      <w:r w:rsidR="009A21CC">
        <w:t xml:space="preserve"> Pro vyloučení pochybností se sjednává, že Objednatel je takto oprávněn odstoupit od Smlouvy i v rozsahu dílčí</w:t>
      </w:r>
      <w:r w:rsidR="0063545E">
        <w:t>ho</w:t>
      </w:r>
      <w:r w:rsidR="009A21CC">
        <w:t xml:space="preserve"> </w:t>
      </w:r>
      <w:r w:rsidR="0063545E">
        <w:t>plnění</w:t>
      </w:r>
      <w:r w:rsidR="009A21CC">
        <w:t>, ohledně které Zhotovitel nesplnil dle odst. 18.2.5 výzvu k odstranění vady. Ustanovení § 2004 odst. 2 občanského zákoníku není dotčeno.</w:t>
      </w:r>
    </w:p>
    <w:p w14:paraId="13122E80" w14:textId="7FF70B84" w:rsidR="00405EB6" w:rsidRDefault="00405EB6" w:rsidP="00644AAB">
      <w:pPr>
        <w:pStyle w:val="Text1-1"/>
      </w:pPr>
      <w:r>
        <w:t xml:space="preserve">Objednatel je oprávněn odstoupit od Smlouvy i od samého počátku, pokud odstupuje z důvodů dle odst. 18.2.6, 18.2.7, 18.2.8, 18.2.9 a </w:t>
      </w:r>
      <w:proofErr w:type="gramStart"/>
      <w:r>
        <w:t>18.2.11</w:t>
      </w:r>
      <w:proofErr w:type="gramEnd"/>
      <w:r>
        <w:t xml:space="preserve"> těchto Obchodních podmínek. Rozsah odstoupení závisí na rozhodnutí Objednatele.</w:t>
      </w:r>
    </w:p>
    <w:p w14:paraId="6492AC7B" w14:textId="77777777" w:rsidR="00644AAB" w:rsidRPr="00644AAB" w:rsidRDefault="00644AAB" w:rsidP="00644AAB">
      <w:pPr>
        <w:pStyle w:val="Text1-1"/>
      </w:pPr>
      <w:r w:rsidRPr="00644AAB">
        <w:t>Zhotovitel se zavazuje, že dnem, kdy nabyde účinnosti odstoupení od Smlouvy:</w:t>
      </w:r>
    </w:p>
    <w:p w14:paraId="69EFCDD0" w14:textId="77777777" w:rsidR="00644AAB" w:rsidRPr="00644AAB" w:rsidRDefault="00644AAB" w:rsidP="00B570AD">
      <w:pPr>
        <w:pStyle w:val="Text1-2"/>
      </w:pPr>
      <w:r w:rsidRPr="00644AAB">
        <w:t>přestane provádět veškeré další práce kromě těch, k nimž dal Objednatel pokyn pro ochranu života nebo majetku nebo pro bezpečnost Díla;</w:t>
      </w:r>
    </w:p>
    <w:p w14:paraId="2FB78A51" w14:textId="77777777" w:rsidR="00644AAB" w:rsidRPr="00644AAB" w:rsidRDefault="00644AAB" w:rsidP="00B570AD">
      <w:pPr>
        <w:pStyle w:val="Text1-2"/>
      </w:pPr>
      <w:r w:rsidRPr="00644AAB">
        <w:t>předá veškerou vyhotovenou dokumentaci, za niž obdržel platbu; a</w:t>
      </w:r>
    </w:p>
    <w:p w14:paraId="2F421287" w14:textId="77777777" w:rsidR="00644AAB" w:rsidRPr="00644AAB" w:rsidRDefault="00644AAB" w:rsidP="00B570AD">
      <w:pPr>
        <w:pStyle w:val="Text1-2"/>
      </w:pPr>
      <w:r w:rsidRPr="00644AAB">
        <w:t>vrátí Objednateli veškeré podklady a věci, které od něho za účelem provádění Díla převzal.</w:t>
      </w:r>
    </w:p>
    <w:p w14:paraId="14CD9B5D" w14:textId="500F2A66" w:rsidR="00644AAB" w:rsidRDefault="00644AAB" w:rsidP="00644AAB">
      <w:pPr>
        <w:pStyle w:val="Text1-1"/>
      </w:pPr>
      <w:r w:rsidRPr="00644AAB">
        <w:t>Zhotovitel bere na vědomí, že po odstoupení může Objednatel dokončit Dílo a/nebo zařídit, aby tak učinily jiné osoby. Objednatel a ty</w:t>
      </w:r>
      <w:r w:rsidR="00261402">
        <w:t>to osoby pak mohou využít DUR a </w:t>
      </w:r>
      <w:r w:rsidRPr="00644AAB">
        <w:t>další dokumentace zhotovené Zhotovitelem nebo v jeho zastoupení.</w:t>
      </w:r>
    </w:p>
    <w:p w14:paraId="70DA6245" w14:textId="1C7FE8F9" w:rsidR="009A21CC" w:rsidRDefault="009A21CC" w:rsidP="00644AAB">
      <w:pPr>
        <w:pStyle w:val="Text1-1"/>
      </w:pPr>
      <w:r>
        <w:t xml:space="preserve">V případě odstoupení od smlouvy z důvodů dle odst. 18.2 těchto Obchodních podmínek nemá Zhotovitel právo na úhradu provedených prací či pořízených materiálů v tom rozsahu, v jakém Objednatel od Smlouvy odstoupil. To platí i v případě odstoupení dle odst. 18.6 těchto Obchodních podmínek s tím, že </w:t>
      </w:r>
      <w:proofErr w:type="spellStart"/>
      <w:r>
        <w:t>ust</w:t>
      </w:r>
      <w:proofErr w:type="spellEnd"/>
      <w:r>
        <w:t>. § 2993 a § 2999 občanského zákoníku se nepoužijí.</w:t>
      </w:r>
    </w:p>
    <w:p w14:paraId="72195B24" w14:textId="701C9450" w:rsidR="009A21CC" w:rsidRPr="00644AAB" w:rsidRDefault="009A21CC" w:rsidP="00644AAB">
      <w:pPr>
        <w:pStyle w:val="Text1-1"/>
      </w:pPr>
      <w:r>
        <w:t>Pokud Objednatel od Smlouvy odstoupí z důvodů dle odst. 18.</w:t>
      </w:r>
      <w:r w:rsidR="00226144">
        <w:t>6</w:t>
      </w:r>
      <w:r>
        <w:t xml:space="preserve"> a s účinky dle odst. 18.9 těchto Obchodních podmínek, nemá právo Části Díla, ke kterým se toto odstoupení vztahuje a </w:t>
      </w:r>
      <w:proofErr w:type="gramStart"/>
      <w:r>
        <w:t>kterému</w:t>
      </w:r>
      <w:proofErr w:type="gramEnd"/>
      <w:r>
        <w:t xml:space="preserve"> mu již byly dle čl. 8 těchto Obchodních podmínek předány, užívat.</w:t>
      </w:r>
    </w:p>
    <w:p w14:paraId="137EE0B2" w14:textId="45F7A88E" w:rsidR="00226144" w:rsidRDefault="00226144" w:rsidP="00644AAB">
      <w:pPr>
        <w:pStyle w:val="Text1-1"/>
      </w:pPr>
      <w:r>
        <w:t>Vedle důvodů uvedených v čl. 12 a odst. 18.2 těchto Obchodních podmínek, je Objednatel dále oprávněn od Smlouvy odstoupit, pokud:</w:t>
      </w:r>
    </w:p>
    <w:p w14:paraId="42D999B6" w14:textId="77777777" w:rsidR="00896D0A" w:rsidRDefault="00896D0A" w:rsidP="00226144">
      <w:pPr>
        <w:pStyle w:val="Text1-2"/>
      </w:pPr>
      <w:r>
        <w:t>v průběhu provádění Díla dojde ke změně koncepčních materiálů Ministerstva dopravy, která neumožňuje provedení záměru stavby způsobem předpokládaným v Zadávací dokumentaci,</w:t>
      </w:r>
    </w:p>
    <w:p w14:paraId="490A2215" w14:textId="768C3650" w:rsidR="00226144" w:rsidRDefault="00896D0A" w:rsidP="00226144">
      <w:pPr>
        <w:pStyle w:val="Text1-2"/>
      </w:pPr>
      <w:r>
        <w:t>v průběhu provádění Díla dojde ke změně územně plánovací dokumentace, která neumožňuje provedení záměru stavby způsobem předpokládaným v Zadávací dokumentaci,</w:t>
      </w:r>
    </w:p>
    <w:p w14:paraId="7C0C9E09" w14:textId="5C5E20AA" w:rsidR="00896D0A" w:rsidRDefault="00896D0A" w:rsidP="00226144">
      <w:pPr>
        <w:pStyle w:val="Text1-2"/>
      </w:pPr>
      <w:r>
        <w:t>v průběhu provádění Díla dojde ke změně právních předpisů, která neumožňuje provedení záměru stavby způsobem předpokládaným v Zadávací dokumentaci, nebo</w:t>
      </w:r>
    </w:p>
    <w:p w14:paraId="2217F8EB" w14:textId="37883A7A" w:rsidR="00896D0A" w:rsidRDefault="00896D0A" w:rsidP="00226144">
      <w:pPr>
        <w:pStyle w:val="Text1-2"/>
      </w:pPr>
      <w:r>
        <w:t>v průběhu provádění Díla dojde ke změně jiných předpisů a norem uvedených v odst. 2.4 Obchodních podmínek, která neumožňuje provedení záměru stavby způsobem předpokládaným v Zadávací dokumentaci.</w:t>
      </w:r>
    </w:p>
    <w:p w14:paraId="44FCF9A7" w14:textId="676D710C" w:rsidR="00896D0A" w:rsidRDefault="00896D0A" w:rsidP="00644AAB">
      <w:pPr>
        <w:pStyle w:val="Text1-1"/>
      </w:pPr>
      <w:r>
        <w:t xml:space="preserve">Z důvodů dle odst. 18.11 je Objednatel oprávněn odstoupit od Smlouvy v rozsahu dílčích </w:t>
      </w:r>
      <w:r w:rsidR="0063545E">
        <w:t>plnění</w:t>
      </w:r>
      <w:r>
        <w:t xml:space="preserve"> (Částí Díla), které ke dni odstoupení od smlouvy nebyly předány a převzaty dle čl. 8 těchto Obchodních podmínek.</w:t>
      </w:r>
    </w:p>
    <w:p w14:paraId="2ECDFBDA" w14:textId="392469D6" w:rsidR="00644AAB" w:rsidRPr="00644AAB" w:rsidRDefault="00644AAB" w:rsidP="00644AAB">
      <w:pPr>
        <w:pStyle w:val="Text1-1"/>
      </w:pPr>
      <w:r w:rsidRPr="00644AAB">
        <w:lastRenderedPageBreak/>
        <w:t xml:space="preserve">Ke dni účinnosti odstoupení od Smlouvy </w:t>
      </w:r>
      <w:r w:rsidR="00896D0A">
        <w:t xml:space="preserve">dle odst. 18.11 Obchodních podmínek </w:t>
      </w:r>
      <w:r w:rsidRPr="00644AAB">
        <w:t xml:space="preserve">má Zhotovitel právo na úhradu prokazatelných nákladů </w:t>
      </w:r>
      <w:proofErr w:type="gramStart"/>
      <w:r w:rsidRPr="00644AAB">
        <w:t>za</w:t>
      </w:r>
      <w:proofErr w:type="gramEnd"/>
      <w:r w:rsidRPr="00644AAB">
        <w:t xml:space="preserve">: </w:t>
      </w:r>
    </w:p>
    <w:p w14:paraId="2F43B576" w14:textId="0C33146C" w:rsidR="00644AAB" w:rsidRPr="00644AAB" w:rsidRDefault="00644AAB" w:rsidP="00B570AD">
      <w:pPr>
        <w:pStyle w:val="Text1-2"/>
      </w:pPr>
      <w:r w:rsidRPr="00644AAB">
        <w:t>práce, které byly na Díle provedeny do okamžiku účinnosti odstoupení a nebyly Zhotoviteli zaplaceny jako plnění za Část Díla v rámci jiné</w:t>
      </w:r>
      <w:r w:rsidR="009819FA">
        <w:t>ho</w:t>
      </w:r>
      <w:r w:rsidRPr="00644AAB">
        <w:t xml:space="preserve"> Dílčí</w:t>
      </w:r>
      <w:r w:rsidR="009819FA">
        <w:t>ho</w:t>
      </w:r>
      <w:r w:rsidRPr="00644AAB">
        <w:t xml:space="preserve"> </w:t>
      </w:r>
      <w:r w:rsidR="009819FA">
        <w:t>plnění</w:t>
      </w:r>
      <w:r w:rsidRPr="00644AAB">
        <w:t>;</w:t>
      </w:r>
    </w:p>
    <w:p w14:paraId="53952C7C" w14:textId="77777777" w:rsidR="00644AAB" w:rsidRPr="00644AAB" w:rsidRDefault="00644AAB" w:rsidP="00B570AD">
      <w:pPr>
        <w:pStyle w:val="Text1-2"/>
      </w:pPr>
      <w:r w:rsidRPr="00644AAB">
        <w:t>materiály, které Zhotovitel objednal pro provedení Díla do dne účinnosti odstoupení od Smlouvy, které byly dodány Zhotoviteli, nebo jejichž dodávku je Zhotovitel povinen přijmout: tyto materiály se stávají okamžikem jejich zaplacení vlastnictvím Objednatele, přičemž Zhotovitel je povinen je Objednateli vydat v místě určeném Objednatelem.</w:t>
      </w:r>
    </w:p>
    <w:p w14:paraId="1CD868DE" w14:textId="2219224F" w:rsidR="00644AAB" w:rsidRDefault="00644AAB" w:rsidP="00B570AD">
      <w:pPr>
        <w:pStyle w:val="Text1-2"/>
      </w:pPr>
      <w:r w:rsidRPr="00644AAB">
        <w:t>Zhotovitel nemá právo na úhradu dle předcházejících odstavců ve vztahu k</w:t>
      </w:r>
      <w:r w:rsidR="00261402">
        <w:t> </w:t>
      </w:r>
      <w:r w:rsidRPr="00644AAB">
        <w:t>práci a materiálu, jejichž provedení, resp. použití při provádění Díla by vedlo k vadám Díla.</w:t>
      </w:r>
    </w:p>
    <w:p w14:paraId="39460020" w14:textId="1249B229" w:rsidR="007D077B" w:rsidRPr="00644AAB" w:rsidRDefault="007D077B" w:rsidP="005247F9">
      <w:pPr>
        <w:pStyle w:val="Text1-1"/>
      </w:pPr>
      <w:r>
        <w:t>Podmínkou pro vznik práva Zhotovitele na úhradu nákladů dle odst. 18.13 Obchodních podmínek je to, že Zhotovitel do 4 pracovních dnů od doručení odstoupení od smlouvy předá Objednateli v elektronické podobě veškeré rozpracované části Díla a výstupy své činnosti.</w:t>
      </w:r>
    </w:p>
    <w:p w14:paraId="353BBBA1" w14:textId="77777777" w:rsidR="00644AAB" w:rsidRPr="00644AAB" w:rsidRDefault="00644AAB" w:rsidP="00B570AD">
      <w:pPr>
        <w:pStyle w:val="Nadpis1-1"/>
      </w:pPr>
      <w:bookmarkStart w:id="24" w:name="_Toc47335773"/>
      <w:r w:rsidRPr="00644AAB">
        <w:t>ODSTOUPENÍ ZHOTOVITELE A NÁROKY ZHOTOVITELE</w:t>
      </w:r>
      <w:bookmarkEnd w:id="24"/>
      <w:r w:rsidRPr="00644AAB">
        <w:tab/>
      </w:r>
    </w:p>
    <w:p w14:paraId="26B68EAF" w14:textId="5C6742A7" w:rsidR="00644AAB" w:rsidRPr="00644AAB" w:rsidRDefault="00644AAB" w:rsidP="00644AAB">
      <w:pPr>
        <w:pStyle w:val="Text1-1"/>
      </w:pPr>
      <w:r w:rsidRPr="00644AAB">
        <w:t>Odstoupení Zhotovitele od Smlouvy je účinné dnem doručení písemného odstoupení od Smlouvy Objednateli.</w:t>
      </w:r>
    </w:p>
    <w:p w14:paraId="448CA43E" w14:textId="77777777" w:rsidR="00644AAB" w:rsidRPr="00644AAB" w:rsidRDefault="00644AAB" w:rsidP="00644AAB">
      <w:pPr>
        <w:pStyle w:val="Text1-1"/>
      </w:pPr>
      <w:r w:rsidRPr="00644AAB">
        <w:t>Rozhodnutí Zhotovitele odstoupit od Smlouvy nemá vliv na uplatnění jiných práv Zhotovitele podle Smlouvy.</w:t>
      </w:r>
    </w:p>
    <w:p w14:paraId="6285C21A" w14:textId="59DC6509" w:rsidR="00644AAB" w:rsidRPr="00644AAB" w:rsidRDefault="007D077B" w:rsidP="00644AAB">
      <w:pPr>
        <w:pStyle w:val="Text1-1"/>
      </w:pPr>
      <w:r>
        <w:t>Odstoupení Zhotovitele od Smlouvy nemá vliv na trvání jeho povinností dle čl. 16 Obchodních podmínek k těm Částem Díla, které již byly předány dle čl. 8 Obchodních podmínek</w:t>
      </w:r>
      <w:r w:rsidR="00644AAB" w:rsidRPr="00644AAB">
        <w:t>.</w:t>
      </w:r>
    </w:p>
    <w:p w14:paraId="407448A5" w14:textId="77777777" w:rsidR="00644AAB" w:rsidRPr="00644AAB" w:rsidRDefault="00644AAB" w:rsidP="00B570AD">
      <w:pPr>
        <w:pStyle w:val="Nadpis1-1"/>
      </w:pPr>
      <w:bookmarkStart w:id="25" w:name="_Toc47335774"/>
      <w:r w:rsidRPr="00644AAB">
        <w:t>ŘEŠENÍ SPORŮ</w:t>
      </w:r>
      <w:bookmarkEnd w:id="25"/>
    </w:p>
    <w:p w14:paraId="4813BCAE" w14:textId="77777777" w:rsidR="00644AAB" w:rsidRPr="00644AAB" w:rsidRDefault="00644AAB" w:rsidP="00644AAB">
      <w:pPr>
        <w:pStyle w:val="Text1-1"/>
      </w:pPr>
      <w:r w:rsidRPr="00644AAB">
        <w:t>Smluvní strany se zavazují vyvinout maximální úsilí k odstranění vzájemných sporů vzniklých na základě Smlouvy nebo v souvislosti s ní, včetně sporů o její výklad či platnost či sporů týkajících se potvrzení, rozhodnutí, pokynu, názoru nebo posouzení Objednatele a usilovat se o smírné vyřešení těchto sporů nejprve prostřednictvím jednání oprávněných osob nebo pověřených zástupců.</w:t>
      </w:r>
    </w:p>
    <w:p w14:paraId="383A37C7" w14:textId="77777777" w:rsidR="00644AAB" w:rsidRPr="00644AAB" w:rsidRDefault="00644AAB" w:rsidP="00644AAB">
      <w:pPr>
        <w:pStyle w:val="Text1-1"/>
      </w:pPr>
      <w:r w:rsidRPr="00644AAB">
        <w:t>Spory vznikající ze Smlouvy a v souvislosti s ní, budou postoupeny příslušnému obecnému soudu České republiky.</w:t>
      </w:r>
      <w:bookmarkEnd w:id="1"/>
      <w:bookmarkEnd w:id="2"/>
      <w:bookmarkEnd w:id="3"/>
      <w:bookmarkEnd w:id="4"/>
    </w:p>
    <w:sectPr w:rsidR="00644AAB" w:rsidRPr="00644AAB" w:rsidSect="00600B1D">
      <w:headerReference w:type="default" r:id="rId12"/>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4D6466" w14:textId="77777777" w:rsidR="008B4623" w:rsidRDefault="008B4623" w:rsidP="00962258">
      <w:pPr>
        <w:spacing w:after="0" w:line="240" w:lineRule="auto"/>
      </w:pPr>
      <w:r>
        <w:separator/>
      </w:r>
    </w:p>
  </w:endnote>
  <w:endnote w:type="continuationSeparator" w:id="0">
    <w:p w14:paraId="26921AC9" w14:textId="77777777" w:rsidR="008B4623" w:rsidRDefault="008B46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64"/>
      <w:gridCol w:w="7768"/>
    </w:tblGrid>
    <w:tr w:rsidR="00285199" w:rsidRPr="003462EB" w14:paraId="347880C7" w14:textId="77777777" w:rsidTr="00977855">
      <w:tc>
        <w:tcPr>
          <w:tcW w:w="964" w:type="dxa"/>
          <w:tcMar>
            <w:left w:w="0" w:type="dxa"/>
            <w:right w:w="0" w:type="dxa"/>
          </w:tcMar>
          <w:vAlign w:val="bottom"/>
        </w:tcPr>
        <w:p w14:paraId="0E3DFC7A" w14:textId="77777777" w:rsidR="00285199" w:rsidRPr="00B8518B" w:rsidRDefault="00285199" w:rsidP="0097785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553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553F">
            <w:rPr>
              <w:rStyle w:val="slostrnky"/>
              <w:noProof/>
            </w:rPr>
            <w:t>24</w:t>
          </w:r>
          <w:r w:rsidRPr="00B8518B">
            <w:rPr>
              <w:rStyle w:val="slostrnky"/>
            </w:rPr>
            <w:fldChar w:fldCharType="end"/>
          </w:r>
        </w:p>
      </w:tc>
      <w:tc>
        <w:tcPr>
          <w:tcW w:w="0" w:type="auto"/>
          <w:vAlign w:val="bottom"/>
        </w:tcPr>
        <w:p w14:paraId="7B0B9EDF" w14:textId="77777777" w:rsidR="00285199" w:rsidRPr="0031498F" w:rsidRDefault="00285199" w:rsidP="0031498F">
          <w:pPr>
            <w:pStyle w:val="Zpatvlevo"/>
          </w:pPr>
          <w:r w:rsidRPr="0031498F">
            <w:t>Příloha č. 2 – Obchodní podmínky</w:t>
          </w:r>
        </w:p>
        <w:p w14:paraId="07DAC6F4" w14:textId="028E7B68" w:rsidR="00285199" w:rsidRPr="0031498F" w:rsidRDefault="00285199" w:rsidP="0031498F">
          <w:pPr>
            <w:pStyle w:val="Zpatvlevo"/>
          </w:pPr>
          <w:r w:rsidRPr="0031498F">
            <w:t>Zhotovení</w:t>
          </w:r>
          <w:r w:rsidRPr="00B360D0">
            <w:t xml:space="preserve"> Studie proveditelnosti a Záměru projektu</w:t>
          </w:r>
        </w:p>
        <w:p w14:paraId="6F0F2E84" w14:textId="5A3ADF4C" w:rsidR="00285199" w:rsidRPr="0031498F" w:rsidRDefault="00285199" w:rsidP="0031498F">
          <w:pPr>
            <w:pStyle w:val="Zpatvlevo"/>
          </w:pPr>
          <w:r w:rsidRPr="0031498F">
            <w:rPr>
              <w:rStyle w:val="ZpatChar"/>
              <w:sz w:val="12"/>
              <w:szCs w:val="18"/>
            </w:rPr>
            <w:fldChar w:fldCharType="begin"/>
          </w:r>
          <w:r w:rsidRPr="0031498F">
            <w:rPr>
              <w:rStyle w:val="ZpatChar"/>
              <w:sz w:val="12"/>
              <w:szCs w:val="18"/>
            </w:rPr>
            <w:instrText>STYLEREF _Značka \* MERGEFORMAT</w:instrText>
          </w:r>
          <w:r w:rsidRPr="0031498F">
            <w:rPr>
              <w:rStyle w:val="ZpatChar"/>
              <w:sz w:val="12"/>
              <w:szCs w:val="18"/>
            </w:rPr>
            <w:fldChar w:fldCharType="separate"/>
          </w:r>
          <w:r w:rsidR="00A4553F">
            <w:rPr>
              <w:rStyle w:val="ZpatChar"/>
              <w:noProof/>
              <w:sz w:val="12"/>
              <w:szCs w:val="18"/>
            </w:rPr>
            <w:t>OP/SP+ZP/07/20</w:t>
          </w:r>
          <w:r w:rsidRPr="0031498F">
            <w:rPr>
              <w:rStyle w:val="ZpatChar"/>
              <w:sz w:val="12"/>
              <w:szCs w:val="18"/>
            </w:rPr>
            <w:fldChar w:fldCharType="end"/>
          </w:r>
        </w:p>
      </w:tc>
    </w:tr>
  </w:tbl>
  <w:p w14:paraId="0DF131D4" w14:textId="77777777" w:rsidR="00285199" w:rsidRPr="0031498F" w:rsidRDefault="00285199">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68"/>
      <w:gridCol w:w="964"/>
    </w:tblGrid>
    <w:tr w:rsidR="00285199" w:rsidRPr="009E09BE" w14:paraId="0F5B5383" w14:textId="77777777" w:rsidTr="00977855">
      <w:tc>
        <w:tcPr>
          <w:tcW w:w="0" w:type="auto"/>
          <w:tcMar>
            <w:left w:w="0" w:type="dxa"/>
            <w:right w:w="0" w:type="dxa"/>
          </w:tcMar>
          <w:vAlign w:val="bottom"/>
        </w:tcPr>
        <w:p w14:paraId="2A0ABD43" w14:textId="77777777" w:rsidR="00285199" w:rsidRPr="00CB203B" w:rsidRDefault="00285199" w:rsidP="00977855">
          <w:pPr>
            <w:pStyle w:val="Zpatvpravo"/>
          </w:pPr>
          <w:r w:rsidRPr="00CB203B">
            <w:t>Příloha č. 2 – Obchodní podmínky</w:t>
          </w:r>
        </w:p>
        <w:p w14:paraId="790B77BF" w14:textId="72B2528A" w:rsidR="00285199" w:rsidRPr="00CB203B" w:rsidRDefault="00285199" w:rsidP="00977855">
          <w:pPr>
            <w:pStyle w:val="Zpatvpravo"/>
          </w:pPr>
          <w:r w:rsidRPr="0031498F">
            <w:t xml:space="preserve">Zhotovení </w:t>
          </w:r>
          <w:r>
            <w:t>Studie proveditelnosti a Záměru projektu</w:t>
          </w:r>
        </w:p>
        <w:p w14:paraId="47FDD45F" w14:textId="56885864" w:rsidR="00285199" w:rsidRPr="00CB203B" w:rsidRDefault="00285199" w:rsidP="00977855">
          <w:pPr>
            <w:pStyle w:val="Zpatvpravo"/>
            <w:rPr>
              <w:rStyle w:val="slostrnky"/>
              <w:b w:val="0"/>
              <w:color w:val="auto"/>
              <w:sz w:val="12"/>
            </w:rPr>
          </w:pPr>
          <w:r w:rsidRPr="00CB203B">
            <w:rPr>
              <w:rStyle w:val="ZpatChar"/>
              <w:sz w:val="12"/>
              <w:szCs w:val="18"/>
            </w:rPr>
            <w:fldChar w:fldCharType="begin"/>
          </w:r>
          <w:r w:rsidRPr="00CB203B">
            <w:rPr>
              <w:rStyle w:val="ZpatChar"/>
              <w:sz w:val="12"/>
              <w:szCs w:val="18"/>
            </w:rPr>
            <w:instrText xml:space="preserve"> STYLEREF  _Značka \t  \* MERGEFORMAT </w:instrText>
          </w:r>
          <w:r w:rsidRPr="00CB203B">
            <w:rPr>
              <w:rStyle w:val="ZpatChar"/>
              <w:sz w:val="12"/>
              <w:szCs w:val="18"/>
            </w:rPr>
            <w:fldChar w:fldCharType="separate"/>
          </w:r>
          <w:r w:rsidR="00A4553F">
            <w:rPr>
              <w:rStyle w:val="ZpatChar"/>
              <w:noProof/>
              <w:sz w:val="12"/>
              <w:szCs w:val="18"/>
            </w:rPr>
            <w:t>OP/SP+ZP/07/20</w:t>
          </w:r>
          <w:r w:rsidRPr="00CB203B">
            <w:rPr>
              <w:rStyle w:val="ZpatChar"/>
              <w:sz w:val="12"/>
              <w:szCs w:val="18"/>
            </w:rPr>
            <w:fldChar w:fldCharType="end"/>
          </w:r>
        </w:p>
      </w:tc>
      <w:tc>
        <w:tcPr>
          <w:tcW w:w="964" w:type="dxa"/>
          <w:vAlign w:val="bottom"/>
        </w:tcPr>
        <w:p w14:paraId="6FC90F42" w14:textId="77777777" w:rsidR="00285199" w:rsidRPr="009E09BE" w:rsidRDefault="00285199" w:rsidP="00977855">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4553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553F">
            <w:rPr>
              <w:rStyle w:val="slostrnky"/>
              <w:noProof/>
            </w:rPr>
            <w:t>24</w:t>
          </w:r>
          <w:r w:rsidRPr="00B8518B">
            <w:rPr>
              <w:rStyle w:val="slostrnky"/>
            </w:rPr>
            <w:fldChar w:fldCharType="end"/>
          </w:r>
        </w:p>
      </w:tc>
    </w:tr>
  </w:tbl>
  <w:p w14:paraId="3D9F77DF" w14:textId="77777777" w:rsidR="00285199" w:rsidRPr="00B8518B" w:rsidRDefault="0028519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194B0C" w14:textId="77777777" w:rsidR="008B4623" w:rsidRDefault="008B4623" w:rsidP="00962258">
      <w:pPr>
        <w:spacing w:after="0" w:line="240" w:lineRule="auto"/>
      </w:pPr>
      <w:r>
        <w:separator/>
      </w:r>
    </w:p>
  </w:footnote>
  <w:footnote w:type="continuationSeparator" w:id="0">
    <w:p w14:paraId="7EF705A1" w14:textId="77777777" w:rsidR="008B4623" w:rsidRDefault="008B462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199" w14:paraId="5313E539" w14:textId="77777777" w:rsidTr="00C02D0A">
      <w:trPr>
        <w:trHeight w:hRule="exact" w:val="454"/>
      </w:trPr>
      <w:tc>
        <w:tcPr>
          <w:tcW w:w="1361" w:type="dxa"/>
          <w:tcMar>
            <w:top w:w="57" w:type="dxa"/>
            <w:left w:w="0" w:type="dxa"/>
            <w:right w:w="0" w:type="dxa"/>
          </w:tcMar>
        </w:tcPr>
        <w:p w14:paraId="3B35C30A" w14:textId="77777777" w:rsidR="00285199" w:rsidRPr="00B8518B" w:rsidRDefault="00285199" w:rsidP="00523EA7">
          <w:pPr>
            <w:pStyle w:val="Zpat"/>
            <w:rPr>
              <w:rStyle w:val="slostrnky"/>
            </w:rPr>
          </w:pPr>
        </w:p>
      </w:tc>
      <w:tc>
        <w:tcPr>
          <w:tcW w:w="3458" w:type="dxa"/>
          <w:shd w:val="clear" w:color="auto" w:fill="auto"/>
          <w:tcMar>
            <w:top w:w="57" w:type="dxa"/>
            <w:left w:w="0" w:type="dxa"/>
            <w:right w:w="0" w:type="dxa"/>
          </w:tcMar>
        </w:tcPr>
        <w:p w14:paraId="188835B8" w14:textId="77777777" w:rsidR="00285199" w:rsidRDefault="00285199" w:rsidP="00523EA7">
          <w:pPr>
            <w:pStyle w:val="Zpat"/>
          </w:pPr>
        </w:p>
      </w:tc>
      <w:tc>
        <w:tcPr>
          <w:tcW w:w="5698" w:type="dxa"/>
          <w:shd w:val="clear" w:color="auto" w:fill="auto"/>
          <w:tcMar>
            <w:top w:w="57" w:type="dxa"/>
            <w:left w:w="0" w:type="dxa"/>
            <w:right w:w="0" w:type="dxa"/>
          </w:tcMar>
        </w:tcPr>
        <w:p w14:paraId="3C819A94" w14:textId="77777777" w:rsidR="00285199" w:rsidRPr="00D6163D" w:rsidRDefault="00285199" w:rsidP="00D6163D">
          <w:pPr>
            <w:pStyle w:val="Druhdokumentu"/>
          </w:pPr>
        </w:p>
      </w:tc>
    </w:tr>
  </w:tbl>
  <w:p w14:paraId="3D4DA428" w14:textId="77777777" w:rsidR="00285199" w:rsidRPr="00D6163D" w:rsidRDefault="0028519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199" w14:paraId="574DAA0E" w14:textId="77777777" w:rsidTr="00B22106">
      <w:trPr>
        <w:trHeight w:hRule="exact" w:val="936"/>
      </w:trPr>
      <w:tc>
        <w:tcPr>
          <w:tcW w:w="1361" w:type="dxa"/>
          <w:tcMar>
            <w:left w:w="0" w:type="dxa"/>
            <w:right w:w="0" w:type="dxa"/>
          </w:tcMar>
        </w:tcPr>
        <w:p w14:paraId="3CED5958" w14:textId="77777777" w:rsidR="00285199" w:rsidRPr="00B8518B" w:rsidRDefault="00285199" w:rsidP="00FC6389">
          <w:pPr>
            <w:pStyle w:val="Zpat"/>
            <w:rPr>
              <w:rStyle w:val="slostrnky"/>
            </w:rPr>
          </w:pPr>
        </w:p>
      </w:tc>
      <w:tc>
        <w:tcPr>
          <w:tcW w:w="3458" w:type="dxa"/>
          <w:shd w:val="clear" w:color="auto" w:fill="auto"/>
          <w:tcMar>
            <w:left w:w="0" w:type="dxa"/>
            <w:right w:w="0" w:type="dxa"/>
          </w:tcMar>
        </w:tcPr>
        <w:p w14:paraId="78896493" w14:textId="77777777" w:rsidR="00285199" w:rsidRDefault="00285199" w:rsidP="00FC6389">
          <w:pPr>
            <w:pStyle w:val="Zpat"/>
          </w:pPr>
          <w:r>
            <w:rPr>
              <w:noProof/>
              <w:lang w:eastAsia="cs-CZ"/>
            </w:rPr>
            <w:drawing>
              <wp:anchor distT="0" distB="0" distL="114300" distR="114300" simplePos="0" relativeHeight="251659264" behindDoc="0" locked="1" layoutInCell="1" allowOverlap="1" wp14:anchorId="3A701F17" wp14:editId="7A65994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E452EA" w14:textId="77777777" w:rsidR="00285199" w:rsidRPr="00D6163D" w:rsidRDefault="00285199" w:rsidP="00FC6389">
          <w:pPr>
            <w:pStyle w:val="Druhdokumentu"/>
          </w:pPr>
        </w:p>
      </w:tc>
    </w:tr>
    <w:tr w:rsidR="00285199" w14:paraId="4FAF1DB9" w14:textId="77777777" w:rsidTr="00B22106">
      <w:trPr>
        <w:trHeight w:hRule="exact" w:val="936"/>
      </w:trPr>
      <w:tc>
        <w:tcPr>
          <w:tcW w:w="1361" w:type="dxa"/>
          <w:tcMar>
            <w:left w:w="0" w:type="dxa"/>
            <w:right w:w="0" w:type="dxa"/>
          </w:tcMar>
        </w:tcPr>
        <w:p w14:paraId="5981CD20" w14:textId="77777777" w:rsidR="00285199" w:rsidRPr="00B8518B" w:rsidRDefault="00285199" w:rsidP="00FC6389">
          <w:pPr>
            <w:pStyle w:val="Zpat"/>
            <w:rPr>
              <w:rStyle w:val="slostrnky"/>
            </w:rPr>
          </w:pPr>
        </w:p>
      </w:tc>
      <w:tc>
        <w:tcPr>
          <w:tcW w:w="3458" w:type="dxa"/>
          <w:shd w:val="clear" w:color="auto" w:fill="auto"/>
          <w:tcMar>
            <w:left w:w="0" w:type="dxa"/>
            <w:right w:w="0" w:type="dxa"/>
          </w:tcMar>
        </w:tcPr>
        <w:p w14:paraId="63A72FFF" w14:textId="77777777" w:rsidR="00285199" w:rsidRDefault="00285199" w:rsidP="00FC6389">
          <w:pPr>
            <w:pStyle w:val="Zpat"/>
          </w:pPr>
        </w:p>
      </w:tc>
      <w:tc>
        <w:tcPr>
          <w:tcW w:w="5756" w:type="dxa"/>
          <w:shd w:val="clear" w:color="auto" w:fill="auto"/>
          <w:tcMar>
            <w:left w:w="0" w:type="dxa"/>
            <w:right w:w="0" w:type="dxa"/>
          </w:tcMar>
        </w:tcPr>
        <w:p w14:paraId="1FE92EA4" w14:textId="77777777" w:rsidR="00285199" w:rsidRPr="00D6163D" w:rsidRDefault="00285199" w:rsidP="00FC6389">
          <w:pPr>
            <w:pStyle w:val="Druhdokumentu"/>
          </w:pPr>
        </w:p>
      </w:tc>
    </w:tr>
  </w:tbl>
  <w:p w14:paraId="0C141B60" w14:textId="77777777" w:rsidR="00285199" w:rsidRPr="00D6163D" w:rsidRDefault="00285199" w:rsidP="00FC6389">
    <w:pPr>
      <w:pStyle w:val="Zhlav"/>
      <w:rPr>
        <w:sz w:val="8"/>
        <w:szCs w:val="8"/>
      </w:rPr>
    </w:pPr>
  </w:p>
  <w:p w14:paraId="7A6AEB31" w14:textId="77777777" w:rsidR="00285199" w:rsidRPr="00460660" w:rsidRDefault="0028519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E38B52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5"/>
  </w:num>
  <w:num w:numId="6">
    <w:abstractNumId w:val="6"/>
  </w:num>
  <w:num w:numId="7">
    <w:abstractNumId w:val="2"/>
  </w:num>
  <w:num w:numId="8">
    <w:abstractNumId w:val="7"/>
  </w:num>
  <w:num w:numId="9">
    <w:abstractNumId w:val="9"/>
  </w:num>
  <w:num w:numId="10">
    <w:abstractNumId w:va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2"/>
    </w:lvlOverride>
    <w:lvlOverride w:ilvl="1">
      <w:startOverride w:val="3"/>
    </w:lvlOverride>
  </w:num>
  <w:num w:numId="13">
    <w:abstractNumId w:val="0"/>
  </w:num>
  <w:num w:numId="14">
    <w:abstractNumId w:val="2"/>
  </w:num>
  <w:num w:numId="15">
    <w:abstractNumId w:val="2"/>
  </w:num>
  <w:num w:numId="16">
    <w:abstractNumId w:val="5"/>
  </w:num>
  <w:num w:numId="17">
    <w:abstractNumId w:val="5"/>
  </w:num>
  <w:num w:numId="18">
    <w:abstractNumId w:val="5"/>
  </w:num>
  <w:num w:numId="19">
    <w:abstractNumId w:val="5"/>
  </w:num>
  <w:num w:numId="20">
    <w:abstractNumId w:val="6"/>
  </w:num>
  <w:num w:numId="21">
    <w:abstractNumId w:val="6"/>
  </w:num>
  <w:num w:numId="22">
    <w:abstractNumId w:val="6"/>
  </w:num>
  <w:num w:numId="23">
    <w:abstractNumId w:val="6"/>
  </w:num>
  <w:num w:numId="24">
    <w:abstractNumId w:val="7"/>
  </w:num>
  <w:num w:numId="25">
    <w:abstractNumId w:val="0"/>
  </w:num>
  <w:num w:numId="26">
    <w:abstractNumId w:val="0"/>
  </w:num>
  <w:num w:numId="27">
    <w:abstractNumId w:val="2"/>
  </w:num>
  <w:num w:numId="28">
    <w:abstractNumId w:val="2"/>
  </w:num>
  <w:num w:numId="29">
    <w:abstractNumId w:val="8"/>
  </w:num>
  <w:num w:numId="30">
    <w:abstractNumId w:val="8"/>
  </w:num>
  <w:num w:numId="31">
    <w:abstractNumId w:val="0"/>
  </w:num>
  <w:num w:numId="32">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94B"/>
    <w:rsid w:val="00001E84"/>
    <w:rsid w:val="00012EC4"/>
    <w:rsid w:val="00015867"/>
    <w:rsid w:val="00017F3C"/>
    <w:rsid w:val="00041EC8"/>
    <w:rsid w:val="00054FC6"/>
    <w:rsid w:val="0006465A"/>
    <w:rsid w:val="0006588D"/>
    <w:rsid w:val="00067A5E"/>
    <w:rsid w:val="000719BB"/>
    <w:rsid w:val="00072A65"/>
    <w:rsid w:val="00072C1E"/>
    <w:rsid w:val="00076B14"/>
    <w:rsid w:val="000B408F"/>
    <w:rsid w:val="000B4EB8"/>
    <w:rsid w:val="000C41F2"/>
    <w:rsid w:val="000D22C4"/>
    <w:rsid w:val="000D27D1"/>
    <w:rsid w:val="000E1A7F"/>
    <w:rsid w:val="000F15F1"/>
    <w:rsid w:val="00112864"/>
    <w:rsid w:val="00114472"/>
    <w:rsid w:val="00114988"/>
    <w:rsid w:val="00114DE9"/>
    <w:rsid w:val="00115069"/>
    <w:rsid w:val="001150F2"/>
    <w:rsid w:val="00146BCB"/>
    <w:rsid w:val="0015027B"/>
    <w:rsid w:val="001562FF"/>
    <w:rsid w:val="001656A2"/>
    <w:rsid w:val="00170ACC"/>
    <w:rsid w:val="00170BFC"/>
    <w:rsid w:val="00170EC5"/>
    <w:rsid w:val="001747C1"/>
    <w:rsid w:val="00177D6B"/>
    <w:rsid w:val="00191F90"/>
    <w:rsid w:val="001A3B3C"/>
    <w:rsid w:val="001B4180"/>
    <w:rsid w:val="001B4E74"/>
    <w:rsid w:val="001B7668"/>
    <w:rsid w:val="001C645F"/>
    <w:rsid w:val="001E678E"/>
    <w:rsid w:val="002038C9"/>
    <w:rsid w:val="002071BB"/>
    <w:rsid w:val="00207DF5"/>
    <w:rsid w:val="00226144"/>
    <w:rsid w:val="0022646D"/>
    <w:rsid w:val="00240B81"/>
    <w:rsid w:val="00247D01"/>
    <w:rsid w:val="0025030F"/>
    <w:rsid w:val="00261402"/>
    <w:rsid w:val="00261A5B"/>
    <w:rsid w:val="00262E5B"/>
    <w:rsid w:val="0027487F"/>
    <w:rsid w:val="00276AFE"/>
    <w:rsid w:val="00285199"/>
    <w:rsid w:val="002948F7"/>
    <w:rsid w:val="002A24ED"/>
    <w:rsid w:val="002A3B57"/>
    <w:rsid w:val="002B6B58"/>
    <w:rsid w:val="002C31BF"/>
    <w:rsid w:val="002C6161"/>
    <w:rsid w:val="002D2102"/>
    <w:rsid w:val="002D7FD6"/>
    <w:rsid w:val="002E0CD7"/>
    <w:rsid w:val="002E0CFB"/>
    <w:rsid w:val="002E52E4"/>
    <w:rsid w:val="002E5C7B"/>
    <w:rsid w:val="002E6FA7"/>
    <w:rsid w:val="002F4333"/>
    <w:rsid w:val="00303B75"/>
    <w:rsid w:val="00304DAF"/>
    <w:rsid w:val="0030686A"/>
    <w:rsid w:val="00307207"/>
    <w:rsid w:val="003130A4"/>
    <w:rsid w:val="0031498F"/>
    <w:rsid w:val="003229ED"/>
    <w:rsid w:val="003254A3"/>
    <w:rsid w:val="00327EEF"/>
    <w:rsid w:val="0033239F"/>
    <w:rsid w:val="00334918"/>
    <w:rsid w:val="0034089E"/>
    <w:rsid w:val="003418A3"/>
    <w:rsid w:val="00341CFA"/>
    <w:rsid w:val="0034274B"/>
    <w:rsid w:val="00344705"/>
    <w:rsid w:val="0034719F"/>
    <w:rsid w:val="00350A35"/>
    <w:rsid w:val="003571D8"/>
    <w:rsid w:val="00357BC6"/>
    <w:rsid w:val="00361422"/>
    <w:rsid w:val="0037545D"/>
    <w:rsid w:val="00375786"/>
    <w:rsid w:val="00377BB1"/>
    <w:rsid w:val="00386FF1"/>
    <w:rsid w:val="00392EB6"/>
    <w:rsid w:val="00394161"/>
    <w:rsid w:val="003956C6"/>
    <w:rsid w:val="003C33F2"/>
    <w:rsid w:val="003C6679"/>
    <w:rsid w:val="003D756E"/>
    <w:rsid w:val="003E420D"/>
    <w:rsid w:val="003E494B"/>
    <w:rsid w:val="003E4C13"/>
    <w:rsid w:val="003E59E5"/>
    <w:rsid w:val="0040046C"/>
    <w:rsid w:val="00405EB6"/>
    <w:rsid w:val="004078F3"/>
    <w:rsid w:val="0041671A"/>
    <w:rsid w:val="00427794"/>
    <w:rsid w:val="00431B8C"/>
    <w:rsid w:val="00450F07"/>
    <w:rsid w:val="00453CD3"/>
    <w:rsid w:val="00460660"/>
    <w:rsid w:val="00463BD5"/>
    <w:rsid w:val="00464BA9"/>
    <w:rsid w:val="004663CF"/>
    <w:rsid w:val="00466E9C"/>
    <w:rsid w:val="00483969"/>
    <w:rsid w:val="00486107"/>
    <w:rsid w:val="00491827"/>
    <w:rsid w:val="004C4399"/>
    <w:rsid w:val="004C787C"/>
    <w:rsid w:val="004D3A56"/>
    <w:rsid w:val="004D7589"/>
    <w:rsid w:val="004E7A1F"/>
    <w:rsid w:val="004F4B9B"/>
    <w:rsid w:val="0050666E"/>
    <w:rsid w:val="00511AB9"/>
    <w:rsid w:val="00514C38"/>
    <w:rsid w:val="00517ECA"/>
    <w:rsid w:val="00523BB5"/>
    <w:rsid w:val="00523EA7"/>
    <w:rsid w:val="005247F9"/>
    <w:rsid w:val="00531CB9"/>
    <w:rsid w:val="005406EB"/>
    <w:rsid w:val="005429B8"/>
    <w:rsid w:val="00543B1A"/>
    <w:rsid w:val="00553375"/>
    <w:rsid w:val="00555884"/>
    <w:rsid w:val="005736B7"/>
    <w:rsid w:val="00575E5A"/>
    <w:rsid w:val="00580245"/>
    <w:rsid w:val="0058742A"/>
    <w:rsid w:val="00597068"/>
    <w:rsid w:val="005A1F44"/>
    <w:rsid w:val="005A76D5"/>
    <w:rsid w:val="005C312B"/>
    <w:rsid w:val="005D01FC"/>
    <w:rsid w:val="005D3C39"/>
    <w:rsid w:val="005F45D0"/>
    <w:rsid w:val="00600B1D"/>
    <w:rsid w:val="00601A8C"/>
    <w:rsid w:val="0061068E"/>
    <w:rsid w:val="006115D3"/>
    <w:rsid w:val="00635053"/>
    <w:rsid w:val="0063545E"/>
    <w:rsid w:val="00644AAB"/>
    <w:rsid w:val="00650A2B"/>
    <w:rsid w:val="00655976"/>
    <w:rsid w:val="0065610E"/>
    <w:rsid w:val="00660AD3"/>
    <w:rsid w:val="0066473E"/>
    <w:rsid w:val="00666880"/>
    <w:rsid w:val="006776B6"/>
    <w:rsid w:val="0069136C"/>
    <w:rsid w:val="00693150"/>
    <w:rsid w:val="006A019B"/>
    <w:rsid w:val="006A157D"/>
    <w:rsid w:val="006A5570"/>
    <w:rsid w:val="006A6181"/>
    <w:rsid w:val="006A689C"/>
    <w:rsid w:val="006B2318"/>
    <w:rsid w:val="006B2935"/>
    <w:rsid w:val="006B3D79"/>
    <w:rsid w:val="006B4EEC"/>
    <w:rsid w:val="006B6FE4"/>
    <w:rsid w:val="006C16E1"/>
    <w:rsid w:val="006C2343"/>
    <w:rsid w:val="006C31D3"/>
    <w:rsid w:val="006C442A"/>
    <w:rsid w:val="006E0578"/>
    <w:rsid w:val="006E314D"/>
    <w:rsid w:val="00710723"/>
    <w:rsid w:val="00720802"/>
    <w:rsid w:val="00723D26"/>
    <w:rsid w:val="00723ED1"/>
    <w:rsid w:val="00733AD8"/>
    <w:rsid w:val="00740AF5"/>
    <w:rsid w:val="00743525"/>
    <w:rsid w:val="00745555"/>
    <w:rsid w:val="00745F94"/>
    <w:rsid w:val="007541A2"/>
    <w:rsid w:val="00755818"/>
    <w:rsid w:val="0076286B"/>
    <w:rsid w:val="00766846"/>
    <w:rsid w:val="0076790E"/>
    <w:rsid w:val="0077673A"/>
    <w:rsid w:val="00781DAD"/>
    <w:rsid w:val="007846E1"/>
    <w:rsid w:val="007847D6"/>
    <w:rsid w:val="00797950"/>
    <w:rsid w:val="007A5172"/>
    <w:rsid w:val="007A67A0"/>
    <w:rsid w:val="007B0940"/>
    <w:rsid w:val="007B570C"/>
    <w:rsid w:val="007D077B"/>
    <w:rsid w:val="007E4A6E"/>
    <w:rsid w:val="007F56A7"/>
    <w:rsid w:val="00800851"/>
    <w:rsid w:val="0080171C"/>
    <w:rsid w:val="00804C15"/>
    <w:rsid w:val="00807DD0"/>
    <w:rsid w:val="00810E5C"/>
    <w:rsid w:val="00816930"/>
    <w:rsid w:val="0082175F"/>
    <w:rsid w:val="00821D01"/>
    <w:rsid w:val="00826B7B"/>
    <w:rsid w:val="0083197D"/>
    <w:rsid w:val="00834146"/>
    <w:rsid w:val="00846789"/>
    <w:rsid w:val="0086630C"/>
    <w:rsid w:val="00866CBA"/>
    <w:rsid w:val="00887F36"/>
    <w:rsid w:val="00890A4F"/>
    <w:rsid w:val="00896D0A"/>
    <w:rsid w:val="008A3568"/>
    <w:rsid w:val="008B4623"/>
    <w:rsid w:val="008C24A8"/>
    <w:rsid w:val="008C50F3"/>
    <w:rsid w:val="008C51A4"/>
    <w:rsid w:val="008C7EFE"/>
    <w:rsid w:val="008D03B9"/>
    <w:rsid w:val="008D30C7"/>
    <w:rsid w:val="008F18D6"/>
    <w:rsid w:val="008F2C9B"/>
    <w:rsid w:val="008F651A"/>
    <w:rsid w:val="008F797B"/>
    <w:rsid w:val="00903D5D"/>
    <w:rsid w:val="00904780"/>
    <w:rsid w:val="0090635B"/>
    <w:rsid w:val="00914F81"/>
    <w:rsid w:val="00922385"/>
    <w:rsid w:val="009223DF"/>
    <w:rsid w:val="00923406"/>
    <w:rsid w:val="00923B96"/>
    <w:rsid w:val="00936091"/>
    <w:rsid w:val="00940D8A"/>
    <w:rsid w:val="00950944"/>
    <w:rsid w:val="00962258"/>
    <w:rsid w:val="009678B7"/>
    <w:rsid w:val="0097239D"/>
    <w:rsid w:val="00977855"/>
    <w:rsid w:val="009819FA"/>
    <w:rsid w:val="00981DB2"/>
    <w:rsid w:val="00992D9C"/>
    <w:rsid w:val="00996CB8"/>
    <w:rsid w:val="009A21CC"/>
    <w:rsid w:val="009A23CB"/>
    <w:rsid w:val="009A404E"/>
    <w:rsid w:val="009A46ED"/>
    <w:rsid w:val="009B2E97"/>
    <w:rsid w:val="009B5146"/>
    <w:rsid w:val="009C418E"/>
    <w:rsid w:val="009C442C"/>
    <w:rsid w:val="009D2FC5"/>
    <w:rsid w:val="009D4B86"/>
    <w:rsid w:val="009E07F4"/>
    <w:rsid w:val="009E606E"/>
    <w:rsid w:val="009F309B"/>
    <w:rsid w:val="009F392E"/>
    <w:rsid w:val="009F53C5"/>
    <w:rsid w:val="00A008AF"/>
    <w:rsid w:val="00A04D7F"/>
    <w:rsid w:val="00A06129"/>
    <w:rsid w:val="00A0740E"/>
    <w:rsid w:val="00A2668F"/>
    <w:rsid w:val="00A3656D"/>
    <w:rsid w:val="00A4050F"/>
    <w:rsid w:val="00A41DC2"/>
    <w:rsid w:val="00A4553F"/>
    <w:rsid w:val="00A50641"/>
    <w:rsid w:val="00A530BF"/>
    <w:rsid w:val="00A6177B"/>
    <w:rsid w:val="00A62E74"/>
    <w:rsid w:val="00A6528D"/>
    <w:rsid w:val="00A66136"/>
    <w:rsid w:val="00A71189"/>
    <w:rsid w:val="00A7364A"/>
    <w:rsid w:val="00A74DCC"/>
    <w:rsid w:val="00A753ED"/>
    <w:rsid w:val="00A77512"/>
    <w:rsid w:val="00A94C2F"/>
    <w:rsid w:val="00AA4CBB"/>
    <w:rsid w:val="00AA65FA"/>
    <w:rsid w:val="00AA7351"/>
    <w:rsid w:val="00AC2D99"/>
    <w:rsid w:val="00AD056F"/>
    <w:rsid w:val="00AD0C7B"/>
    <w:rsid w:val="00AD37BD"/>
    <w:rsid w:val="00AD38D0"/>
    <w:rsid w:val="00AD5F1A"/>
    <w:rsid w:val="00AD6731"/>
    <w:rsid w:val="00B008D5"/>
    <w:rsid w:val="00B00CFD"/>
    <w:rsid w:val="00B02F73"/>
    <w:rsid w:val="00B0619F"/>
    <w:rsid w:val="00B101FD"/>
    <w:rsid w:val="00B13A26"/>
    <w:rsid w:val="00B15D0D"/>
    <w:rsid w:val="00B22106"/>
    <w:rsid w:val="00B360D0"/>
    <w:rsid w:val="00B4253A"/>
    <w:rsid w:val="00B50AB2"/>
    <w:rsid w:val="00B5431A"/>
    <w:rsid w:val="00B570AD"/>
    <w:rsid w:val="00B602C2"/>
    <w:rsid w:val="00B6039C"/>
    <w:rsid w:val="00B61CAB"/>
    <w:rsid w:val="00B71E07"/>
    <w:rsid w:val="00B75EE1"/>
    <w:rsid w:val="00B77481"/>
    <w:rsid w:val="00B8518B"/>
    <w:rsid w:val="00B97CC3"/>
    <w:rsid w:val="00BB6060"/>
    <w:rsid w:val="00BB7BD6"/>
    <w:rsid w:val="00BC06C4"/>
    <w:rsid w:val="00BC1F1E"/>
    <w:rsid w:val="00BD7E91"/>
    <w:rsid w:val="00BD7F0D"/>
    <w:rsid w:val="00BE1425"/>
    <w:rsid w:val="00BF25A2"/>
    <w:rsid w:val="00BF39A4"/>
    <w:rsid w:val="00C02D0A"/>
    <w:rsid w:val="00C03A6E"/>
    <w:rsid w:val="00C13860"/>
    <w:rsid w:val="00C1521D"/>
    <w:rsid w:val="00C226C0"/>
    <w:rsid w:val="00C24A6A"/>
    <w:rsid w:val="00C42FE6"/>
    <w:rsid w:val="00C44F6A"/>
    <w:rsid w:val="00C6198E"/>
    <w:rsid w:val="00C708EA"/>
    <w:rsid w:val="00C71821"/>
    <w:rsid w:val="00C778A5"/>
    <w:rsid w:val="00C95162"/>
    <w:rsid w:val="00CB6A37"/>
    <w:rsid w:val="00CB7684"/>
    <w:rsid w:val="00CC7C8F"/>
    <w:rsid w:val="00CD1FC4"/>
    <w:rsid w:val="00CF1E32"/>
    <w:rsid w:val="00D034A0"/>
    <w:rsid w:val="00D0732C"/>
    <w:rsid w:val="00D21061"/>
    <w:rsid w:val="00D322B7"/>
    <w:rsid w:val="00D4108E"/>
    <w:rsid w:val="00D6094C"/>
    <w:rsid w:val="00D6163D"/>
    <w:rsid w:val="00D678E3"/>
    <w:rsid w:val="00D831A3"/>
    <w:rsid w:val="00D90C8B"/>
    <w:rsid w:val="00D97BE3"/>
    <w:rsid w:val="00DA27EA"/>
    <w:rsid w:val="00DA3711"/>
    <w:rsid w:val="00DB33CB"/>
    <w:rsid w:val="00DD46F3"/>
    <w:rsid w:val="00DE3A71"/>
    <w:rsid w:val="00DE51A5"/>
    <w:rsid w:val="00DE56F2"/>
    <w:rsid w:val="00DF07D1"/>
    <w:rsid w:val="00DF116D"/>
    <w:rsid w:val="00DF43F5"/>
    <w:rsid w:val="00DF4DDD"/>
    <w:rsid w:val="00E014A7"/>
    <w:rsid w:val="00E04A7B"/>
    <w:rsid w:val="00E146E6"/>
    <w:rsid w:val="00E16FF7"/>
    <w:rsid w:val="00E1732F"/>
    <w:rsid w:val="00E26D68"/>
    <w:rsid w:val="00E43E5A"/>
    <w:rsid w:val="00E44045"/>
    <w:rsid w:val="00E45C1F"/>
    <w:rsid w:val="00E618C4"/>
    <w:rsid w:val="00E7218A"/>
    <w:rsid w:val="00E84C3A"/>
    <w:rsid w:val="00E878EE"/>
    <w:rsid w:val="00E96A61"/>
    <w:rsid w:val="00EA4730"/>
    <w:rsid w:val="00EA5CB1"/>
    <w:rsid w:val="00EA6EC7"/>
    <w:rsid w:val="00EB104F"/>
    <w:rsid w:val="00EB46E5"/>
    <w:rsid w:val="00EC059C"/>
    <w:rsid w:val="00ED0703"/>
    <w:rsid w:val="00ED14BD"/>
    <w:rsid w:val="00EE3E65"/>
    <w:rsid w:val="00EF1373"/>
    <w:rsid w:val="00EF259B"/>
    <w:rsid w:val="00F016C7"/>
    <w:rsid w:val="00F12DEC"/>
    <w:rsid w:val="00F1715C"/>
    <w:rsid w:val="00F17E3F"/>
    <w:rsid w:val="00F310F8"/>
    <w:rsid w:val="00F315F5"/>
    <w:rsid w:val="00F35939"/>
    <w:rsid w:val="00F45607"/>
    <w:rsid w:val="00F4722B"/>
    <w:rsid w:val="00F54432"/>
    <w:rsid w:val="00F659EB"/>
    <w:rsid w:val="00F705D1"/>
    <w:rsid w:val="00F71FDE"/>
    <w:rsid w:val="00F75B02"/>
    <w:rsid w:val="00F86BA6"/>
    <w:rsid w:val="00F8788B"/>
    <w:rsid w:val="00FA1175"/>
    <w:rsid w:val="00FA5B88"/>
    <w:rsid w:val="00FB13EC"/>
    <w:rsid w:val="00FB5DE8"/>
    <w:rsid w:val="00FB6342"/>
    <w:rsid w:val="00FC1FDB"/>
    <w:rsid w:val="00FC6389"/>
    <w:rsid w:val="00FE5F22"/>
    <w:rsid w:val="00FE6AEC"/>
    <w:rsid w:val="00FF46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1FCE1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0B1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00B1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00B1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00B1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00B1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00B1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00B1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00B1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00B1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00B1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00B1D"/>
    <w:pPr>
      <w:tabs>
        <w:tab w:val="center" w:pos="4536"/>
        <w:tab w:val="right" w:pos="9072"/>
      </w:tabs>
      <w:spacing w:after="0" w:line="240" w:lineRule="auto"/>
    </w:pPr>
  </w:style>
  <w:style w:type="character" w:customStyle="1" w:styleId="ZpatChar">
    <w:name w:val="Zápatí Char"/>
    <w:basedOn w:val="Standardnpsmoodstavce"/>
    <w:link w:val="Zpat"/>
    <w:uiPriority w:val="99"/>
    <w:rsid w:val="00600B1D"/>
    <w:rPr>
      <w:rFonts w:ascii="Verdana" w:hAnsi="Verdana"/>
      <w:sz w:val="20"/>
      <w:szCs w:val="20"/>
    </w:rPr>
  </w:style>
  <w:style w:type="character" w:customStyle="1" w:styleId="Nadpis1Char">
    <w:name w:val="Nadpis 1 Char"/>
    <w:basedOn w:val="Standardnpsmoodstavce"/>
    <w:link w:val="Nadpis1"/>
    <w:uiPriority w:val="9"/>
    <w:rsid w:val="00600B1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00B1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00B1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00B1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00B1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00B1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00B1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00B1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00B1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600B1D"/>
    <w:pPr>
      <w:spacing w:after="0" w:line="240" w:lineRule="auto"/>
    </w:pPr>
    <w:rPr>
      <w:rFonts w:ascii="Verdana" w:hAnsi="Verdana"/>
      <w:sz w:val="20"/>
      <w:szCs w:val="20"/>
    </w:rPr>
  </w:style>
  <w:style w:type="paragraph" w:styleId="Citt">
    <w:name w:val="Quote"/>
    <w:basedOn w:val="Normln"/>
    <w:next w:val="Normln"/>
    <w:link w:val="CittChar"/>
    <w:uiPriority w:val="29"/>
    <w:qFormat/>
    <w:rsid w:val="00600B1D"/>
    <w:rPr>
      <w:i/>
      <w:iCs/>
      <w:color w:val="000000" w:themeColor="text1"/>
    </w:rPr>
  </w:style>
  <w:style w:type="character" w:customStyle="1" w:styleId="CittChar">
    <w:name w:val="Citát Char"/>
    <w:basedOn w:val="Standardnpsmoodstavce"/>
    <w:link w:val="Citt"/>
    <w:uiPriority w:val="29"/>
    <w:rsid w:val="00600B1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00B1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00B1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00B1D"/>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600B1D"/>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600B1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00B1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00B1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00B1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00B1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00B1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00B1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00B1D"/>
    <w:pPr>
      <w:keepNext/>
      <w:numPr>
        <w:numId w:val="2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00B1D"/>
    <w:pPr>
      <w:numPr>
        <w:ilvl w:val="1"/>
      </w:numPr>
      <w:spacing w:before="200"/>
      <w:outlineLvl w:val="1"/>
    </w:pPr>
    <w:rPr>
      <w:caps w:val="0"/>
      <w:sz w:val="20"/>
    </w:rPr>
  </w:style>
  <w:style w:type="character" w:customStyle="1" w:styleId="Nadpis2-1Char">
    <w:name w:val="_Nadpis_2-1 Char"/>
    <w:basedOn w:val="Standardnpsmoodstavce"/>
    <w:link w:val="Nadpis2-1"/>
    <w:rsid w:val="00600B1D"/>
    <w:rPr>
      <w:rFonts w:ascii="Verdana" w:hAnsi="Verdana"/>
      <w:b/>
      <w:caps/>
      <w:sz w:val="22"/>
    </w:rPr>
  </w:style>
  <w:style w:type="paragraph" w:customStyle="1" w:styleId="Text2-1">
    <w:name w:val="_Text_2-1"/>
    <w:basedOn w:val="Odstavecseseznamem"/>
    <w:link w:val="Text2-1Char"/>
    <w:qFormat/>
    <w:rsid w:val="00600B1D"/>
    <w:pPr>
      <w:numPr>
        <w:ilvl w:val="2"/>
        <w:numId w:val="28"/>
      </w:numPr>
      <w:spacing w:after="120" w:line="264" w:lineRule="auto"/>
      <w:contextualSpacing w:val="0"/>
      <w:jc w:val="both"/>
    </w:pPr>
    <w:rPr>
      <w:sz w:val="18"/>
      <w:szCs w:val="18"/>
    </w:rPr>
  </w:style>
  <w:style w:type="character" w:customStyle="1" w:styleId="Nadpis2-2Char">
    <w:name w:val="_Nadpis_2-2 Char"/>
    <w:basedOn w:val="Nadpis2-1Char"/>
    <w:link w:val="Nadpis2-2"/>
    <w:rsid w:val="00600B1D"/>
    <w:rPr>
      <w:rFonts w:ascii="Verdana" w:hAnsi="Verdana"/>
      <w:b/>
      <w:caps w:val="0"/>
      <w:sz w:val="20"/>
    </w:rPr>
  </w:style>
  <w:style w:type="paragraph" w:customStyle="1" w:styleId="Titul1">
    <w:name w:val="_Titul_1"/>
    <w:basedOn w:val="Normln"/>
    <w:qFormat/>
    <w:rsid w:val="00600B1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00B1D"/>
    <w:rPr>
      <w:rFonts w:ascii="Verdana" w:hAnsi="Verdana"/>
    </w:rPr>
  </w:style>
  <w:style w:type="paragraph" w:customStyle="1" w:styleId="Titul2">
    <w:name w:val="_Titul_2"/>
    <w:basedOn w:val="Normln"/>
    <w:qFormat/>
    <w:rsid w:val="00600B1D"/>
    <w:pPr>
      <w:tabs>
        <w:tab w:val="left" w:pos="6796"/>
      </w:tabs>
      <w:spacing w:after="240" w:line="264" w:lineRule="auto"/>
    </w:pPr>
    <w:rPr>
      <w:b/>
      <w:sz w:val="36"/>
      <w:szCs w:val="32"/>
    </w:rPr>
  </w:style>
  <w:style w:type="paragraph" w:customStyle="1" w:styleId="Tituldatum">
    <w:name w:val="_Titul_datum"/>
    <w:basedOn w:val="Normln"/>
    <w:link w:val="TituldatumChar"/>
    <w:qFormat/>
    <w:rsid w:val="00600B1D"/>
    <w:pPr>
      <w:spacing w:after="240" w:line="264" w:lineRule="auto"/>
    </w:pPr>
    <w:rPr>
      <w:sz w:val="24"/>
      <w:szCs w:val="24"/>
    </w:rPr>
  </w:style>
  <w:style w:type="character" w:customStyle="1" w:styleId="TituldatumChar">
    <w:name w:val="_Titul_datum Char"/>
    <w:basedOn w:val="Standardnpsmoodstavce"/>
    <w:link w:val="Tituldatum"/>
    <w:rsid w:val="00600B1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00B1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00B1D"/>
    <w:pPr>
      <w:numPr>
        <w:ilvl w:val="2"/>
      </w:numPr>
    </w:pPr>
  </w:style>
  <w:style w:type="paragraph" w:customStyle="1" w:styleId="Text1-1">
    <w:name w:val="_Text_1-1"/>
    <w:basedOn w:val="Normln"/>
    <w:link w:val="Text1-1Char"/>
    <w:rsid w:val="00600B1D"/>
    <w:pPr>
      <w:numPr>
        <w:ilvl w:val="1"/>
        <w:numId w:val="26"/>
      </w:numPr>
      <w:spacing w:after="120" w:line="264" w:lineRule="auto"/>
      <w:jc w:val="both"/>
    </w:pPr>
    <w:rPr>
      <w:sz w:val="18"/>
      <w:szCs w:val="18"/>
    </w:rPr>
  </w:style>
  <w:style w:type="paragraph" w:customStyle="1" w:styleId="Nadpis1-1">
    <w:name w:val="_Nadpis_1-1"/>
    <w:basedOn w:val="Odstavecseseznamem"/>
    <w:next w:val="Normln"/>
    <w:link w:val="Nadpis1-1Char"/>
    <w:qFormat/>
    <w:rsid w:val="00600B1D"/>
    <w:pPr>
      <w:keepNext/>
      <w:numPr>
        <w:numId w:val="26"/>
      </w:numPr>
      <w:spacing w:before="280" w:after="120" w:line="264" w:lineRule="auto"/>
      <w:outlineLvl w:val="0"/>
    </w:pPr>
    <w:rPr>
      <w:b/>
      <w:caps/>
      <w:sz w:val="22"/>
      <w:szCs w:val="18"/>
    </w:rPr>
  </w:style>
  <w:style w:type="paragraph" w:customStyle="1" w:styleId="Odrka1-1">
    <w:name w:val="_Odrážka_1-1_•"/>
    <w:basedOn w:val="Normln"/>
    <w:link w:val="Odrka1-1Char"/>
    <w:qFormat/>
    <w:rsid w:val="00600B1D"/>
    <w:pPr>
      <w:numPr>
        <w:numId w:val="19"/>
      </w:numPr>
      <w:spacing w:after="80" w:line="264" w:lineRule="auto"/>
      <w:jc w:val="both"/>
    </w:pPr>
    <w:rPr>
      <w:sz w:val="18"/>
      <w:szCs w:val="18"/>
    </w:rPr>
  </w:style>
  <w:style w:type="character" w:customStyle="1" w:styleId="Text1-1Char">
    <w:name w:val="_Text_1-1 Char"/>
    <w:basedOn w:val="Standardnpsmoodstavce"/>
    <w:link w:val="Text1-1"/>
    <w:rsid w:val="00600B1D"/>
    <w:rPr>
      <w:rFonts w:ascii="Verdana" w:hAnsi="Verdana"/>
    </w:rPr>
  </w:style>
  <w:style w:type="character" w:customStyle="1" w:styleId="Nadpis1-1Char">
    <w:name w:val="_Nadpis_1-1 Char"/>
    <w:basedOn w:val="Standardnpsmoodstavce"/>
    <w:link w:val="Nadpis1-1"/>
    <w:rsid w:val="00600B1D"/>
    <w:rPr>
      <w:rFonts w:ascii="Verdana" w:hAnsi="Verdana"/>
      <w:b/>
      <w:caps/>
      <w:sz w:val="22"/>
    </w:rPr>
  </w:style>
  <w:style w:type="character" w:customStyle="1" w:styleId="Text1-2Char">
    <w:name w:val="_Text_1-2 Char"/>
    <w:basedOn w:val="Text1-1Char"/>
    <w:link w:val="Text1-2"/>
    <w:rsid w:val="00600B1D"/>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600B1D"/>
    <w:rPr>
      <w:rFonts w:ascii="Verdana" w:hAnsi="Verdana"/>
    </w:rPr>
  </w:style>
  <w:style w:type="paragraph" w:customStyle="1" w:styleId="Odrka1-2-">
    <w:name w:val="_Odrážka_1-2_-"/>
    <w:basedOn w:val="Odrka1-1"/>
    <w:qFormat/>
    <w:rsid w:val="00600B1D"/>
    <w:pPr>
      <w:numPr>
        <w:ilvl w:val="1"/>
      </w:numPr>
    </w:pPr>
  </w:style>
  <w:style w:type="paragraph" w:customStyle="1" w:styleId="Odrka1-3">
    <w:name w:val="_Odrážka_1-3_·"/>
    <w:basedOn w:val="Odrka1-2-"/>
    <w:qFormat/>
    <w:rsid w:val="00600B1D"/>
    <w:pPr>
      <w:numPr>
        <w:ilvl w:val="2"/>
      </w:numPr>
    </w:pPr>
  </w:style>
  <w:style w:type="paragraph" w:customStyle="1" w:styleId="Odstavec1-1a">
    <w:name w:val="_Odstavec_1-1_a)"/>
    <w:basedOn w:val="Normln"/>
    <w:link w:val="Odstavec1-1aChar"/>
    <w:qFormat/>
    <w:rsid w:val="00600B1D"/>
    <w:pPr>
      <w:numPr>
        <w:numId w:val="23"/>
      </w:numPr>
      <w:spacing w:after="80" w:line="264" w:lineRule="auto"/>
      <w:jc w:val="both"/>
    </w:pPr>
    <w:rPr>
      <w:sz w:val="18"/>
      <w:szCs w:val="18"/>
    </w:rPr>
  </w:style>
  <w:style w:type="paragraph" w:customStyle="1" w:styleId="Odstavec1-2i">
    <w:name w:val="_Odstavec_1-2_(i)"/>
    <w:basedOn w:val="Odstavec1-1a"/>
    <w:qFormat/>
    <w:rsid w:val="00600B1D"/>
    <w:pPr>
      <w:numPr>
        <w:ilvl w:val="1"/>
      </w:numPr>
    </w:pPr>
  </w:style>
  <w:style w:type="paragraph" w:customStyle="1" w:styleId="Odstavec1-31">
    <w:name w:val="_Odstavec_1-3_1)"/>
    <w:basedOn w:val="Odstavec1-2i"/>
    <w:qFormat/>
    <w:rsid w:val="00600B1D"/>
    <w:pPr>
      <w:numPr>
        <w:ilvl w:val="2"/>
      </w:numPr>
    </w:pPr>
  </w:style>
  <w:style w:type="paragraph" w:customStyle="1" w:styleId="Textbezslovn">
    <w:name w:val="_Text_bez_číslování"/>
    <w:basedOn w:val="Normln"/>
    <w:link w:val="TextbezslovnChar"/>
    <w:qFormat/>
    <w:rsid w:val="00600B1D"/>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600B1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00B1D"/>
    <w:pPr>
      <w:numPr>
        <w:ilvl w:val="3"/>
      </w:numPr>
    </w:pPr>
  </w:style>
  <w:style w:type="character" w:customStyle="1" w:styleId="Text2-2Char">
    <w:name w:val="_Text_2-2 Char"/>
    <w:basedOn w:val="Text2-1Char"/>
    <w:link w:val="Text2-2"/>
    <w:rsid w:val="00600B1D"/>
    <w:rPr>
      <w:rFonts w:ascii="Verdana" w:hAnsi="Verdana"/>
    </w:rPr>
  </w:style>
  <w:style w:type="paragraph" w:customStyle="1" w:styleId="Zkratky1">
    <w:name w:val="_Zkratky_1"/>
    <w:basedOn w:val="Normln"/>
    <w:qFormat/>
    <w:rsid w:val="00600B1D"/>
    <w:pPr>
      <w:tabs>
        <w:tab w:val="right" w:leader="dot" w:pos="1134"/>
      </w:tabs>
      <w:spacing w:after="0" w:line="240" w:lineRule="auto"/>
    </w:pPr>
    <w:rPr>
      <w:b/>
      <w:sz w:val="16"/>
      <w:szCs w:val="18"/>
    </w:rPr>
  </w:style>
  <w:style w:type="paragraph" w:customStyle="1" w:styleId="Seznam1">
    <w:name w:val="_Seznam_[1]"/>
    <w:basedOn w:val="Normln"/>
    <w:qFormat/>
    <w:rsid w:val="00600B1D"/>
    <w:pPr>
      <w:numPr>
        <w:numId w:val="24"/>
      </w:numPr>
      <w:spacing w:after="60" w:line="264" w:lineRule="auto"/>
      <w:jc w:val="both"/>
    </w:pPr>
    <w:rPr>
      <w:sz w:val="16"/>
      <w:szCs w:val="18"/>
    </w:rPr>
  </w:style>
  <w:style w:type="paragraph" w:customStyle="1" w:styleId="TPSeznam1slovan">
    <w:name w:val="TP_Seznam_[1]_číslovaný"/>
    <w:basedOn w:val="Normln"/>
    <w:rsid w:val="00A62E74"/>
    <w:pPr>
      <w:numPr>
        <w:numId w:val="9"/>
      </w:numPr>
    </w:pPr>
  </w:style>
  <w:style w:type="paragraph" w:customStyle="1" w:styleId="Zkratky2">
    <w:name w:val="_Zkratky_2"/>
    <w:basedOn w:val="Normln"/>
    <w:qFormat/>
    <w:rsid w:val="00600B1D"/>
    <w:pPr>
      <w:spacing w:after="0" w:line="240" w:lineRule="auto"/>
    </w:pPr>
    <w:rPr>
      <w:sz w:val="16"/>
      <w:szCs w:val="16"/>
    </w:rPr>
  </w:style>
  <w:style w:type="character" w:customStyle="1" w:styleId="Tun-ZRUIT">
    <w:name w:val="_Tučně-ZRUŠIT"/>
    <w:basedOn w:val="Standardnpsmoodstavce"/>
    <w:qFormat/>
    <w:rsid w:val="00600B1D"/>
    <w:rPr>
      <w:b w:val="0"/>
      <w:i w:val="0"/>
    </w:rPr>
  </w:style>
  <w:style w:type="paragraph" w:customStyle="1" w:styleId="Nadpisbezsl1-1">
    <w:name w:val="_Nadpis_bez_čísl_1-1"/>
    <w:next w:val="Nadpisbezsl1-2"/>
    <w:qFormat/>
    <w:rsid w:val="00600B1D"/>
    <w:pPr>
      <w:keepNext/>
      <w:spacing w:before="280" w:after="120"/>
    </w:pPr>
    <w:rPr>
      <w:rFonts w:ascii="Verdana" w:hAnsi="Verdana"/>
      <w:b/>
      <w:caps/>
      <w:sz w:val="22"/>
    </w:rPr>
  </w:style>
  <w:style w:type="paragraph" w:customStyle="1" w:styleId="Nadpisbezsl1-2">
    <w:name w:val="_Nadpis_bez_čísl_1-2"/>
    <w:next w:val="Text2-1"/>
    <w:qFormat/>
    <w:rsid w:val="00600B1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00B1D"/>
    <w:pPr>
      <w:spacing w:after="120" w:line="264" w:lineRule="auto"/>
      <w:jc w:val="both"/>
    </w:pPr>
    <w:rPr>
      <w:sz w:val="18"/>
      <w:szCs w:val="18"/>
    </w:rPr>
  </w:style>
  <w:style w:type="character" w:customStyle="1" w:styleId="TextbezodsazenChar">
    <w:name w:val="_Text_bez_odsazení Char"/>
    <w:basedOn w:val="Standardnpsmoodstavce"/>
    <w:link w:val="Textbezodsazen"/>
    <w:rsid w:val="00600B1D"/>
    <w:rPr>
      <w:rFonts w:ascii="Verdana" w:hAnsi="Verdana"/>
    </w:rPr>
  </w:style>
  <w:style w:type="paragraph" w:customStyle="1" w:styleId="ZTPinfo-text">
    <w:name w:val="_ZTP_info-text"/>
    <w:basedOn w:val="Textbezslovn"/>
    <w:link w:val="ZTPinfo-textChar"/>
    <w:qFormat/>
    <w:rsid w:val="00600B1D"/>
    <w:pPr>
      <w:ind w:left="0"/>
    </w:pPr>
    <w:rPr>
      <w:i/>
      <w:color w:val="00A1E0"/>
    </w:rPr>
  </w:style>
  <w:style w:type="character" w:customStyle="1" w:styleId="ZTPinfo-textChar">
    <w:name w:val="_ZTP_info-text Char"/>
    <w:basedOn w:val="Standardnpsmoodstavce"/>
    <w:link w:val="ZTPinfo-text"/>
    <w:rsid w:val="00600B1D"/>
    <w:rPr>
      <w:rFonts w:ascii="Verdana" w:hAnsi="Verdana"/>
      <w:i/>
      <w:color w:val="00A1E0"/>
    </w:rPr>
  </w:style>
  <w:style w:type="paragraph" w:customStyle="1" w:styleId="ZTPinfo-text-odr">
    <w:name w:val="_ZTP_info-text-odr"/>
    <w:basedOn w:val="ZTPinfo-text"/>
    <w:link w:val="ZTPinfo-text-odrChar"/>
    <w:qFormat/>
    <w:rsid w:val="00600B1D"/>
    <w:pPr>
      <w:numPr>
        <w:numId w:val="30"/>
      </w:numPr>
    </w:pPr>
  </w:style>
  <w:style w:type="character" w:customStyle="1" w:styleId="ZTPinfo-text-odrChar">
    <w:name w:val="_ZTP_info-text-odr Char"/>
    <w:basedOn w:val="ZTPinfo-textChar"/>
    <w:link w:val="ZTPinfo-text-odr"/>
    <w:rsid w:val="00600B1D"/>
    <w:rPr>
      <w:rFonts w:ascii="Verdana" w:hAnsi="Verdana"/>
      <w:i/>
      <w:color w:val="00A1E0"/>
    </w:rPr>
  </w:style>
  <w:style w:type="paragraph" w:customStyle="1" w:styleId="Tabulka">
    <w:name w:val="_Tabulka"/>
    <w:basedOn w:val="Textbezodsazen"/>
    <w:qFormat/>
    <w:rsid w:val="00A62E74"/>
    <w:pPr>
      <w:spacing w:before="40" w:after="40" w:line="240" w:lineRule="auto"/>
    </w:pPr>
  </w:style>
  <w:style w:type="character" w:customStyle="1" w:styleId="Nzevakce">
    <w:name w:val="_Název_akce"/>
    <w:basedOn w:val="Standardnpsmoodstavce"/>
    <w:qFormat/>
    <w:rsid w:val="00600B1D"/>
    <w:rPr>
      <w:rFonts w:ascii="Verdana" w:hAnsi="Verdana"/>
      <w:b/>
      <w:sz w:val="36"/>
    </w:rPr>
  </w:style>
  <w:style w:type="paragraph" w:customStyle="1" w:styleId="Odrka1-4">
    <w:name w:val="_Odrážka_1-4_•"/>
    <w:basedOn w:val="Odrka1-1"/>
    <w:qFormat/>
    <w:rsid w:val="00600B1D"/>
    <w:pPr>
      <w:numPr>
        <w:ilvl w:val="3"/>
      </w:numPr>
    </w:pPr>
  </w:style>
  <w:style w:type="character" w:customStyle="1" w:styleId="Odstavec1-1aChar">
    <w:name w:val="_Odstavec_1-1_a) Char"/>
    <w:basedOn w:val="Standardnpsmoodstavce"/>
    <w:link w:val="Odstavec1-1a"/>
    <w:rsid w:val="00600B1D"/>
    <w:rPr>
      <w:rFonts w:ascii="Verdana" w:hAnsi="Verdana"/>
    </w:rPr>
  </w:style>
  <w:style w:type="paragraph" w:customStyle="1" w:styleId="Odstavec1-41">
    <w:name w:val="_Odstavec_1-4_1."/>
    <w:basedOn w:val="Odstavec1-1a"/>
    <w:link w:val="Odstavec1-41Char"/>
    <w:qFormat/>
    <w:rsid w:val="00600B1D"/>
    <w:pPr>
      <w:numPr>
        <w:ilvl w:val="3"/>
      </w:numPr>
    </w:pPr>
  </w:style>
  <w:style w:type="character" w:customStyle="1" w:styleId="Odstavec1-41Char">
    <w:name w:val="_Odstavec_1-4_1. Char"/>
    <w:basedOn w:val="Odstavec1-1aChar"/>
    <w:link w:val="Odstavec1-41"/>
    <w:rsid w:val="00600B1D"/>
    <w:rPr>
      <w:rFonts w:ascii="Verdana" w:hAnsi="Verdana"/>
    </w:rPr>
  </w:style>
  <w:style w:type="paragraph" w:customStyle="1" w:styleId="Tabulka-9">
    <w:name w:val="_Tabulka-9"/>
    <w:basedOn w:val="Textbezodsazen"/>
    <w:qFormat/>
    <w:rsid w:val="00600B1D"/>
    <w:pPr>
      <w:spacing w:before="40" w:after="40" w:line="240" w:lineRule="auto"/>
      <w:jc w:val="left"/>
    </w:pPr>
  </w:style>
  <w:style w:type="paragraph" w:customStyle="1" w:styleId="Tabulka-8">
    <w:name w:val="_Tabulka-8"/>
    <w:basedOn w:val="Tabulka-9"/>
    <w:qFormat/>
    <w:rsid w:val="00600B1D"/>
    <w:rPr>
      <w:sz w:val="16"/>
    </w:rPr>
  </w:style>
  <w:style w:type="character" w:customStyle="1" w:styleId="TextbezslovnChar">
    <w:name w:val="_Text_bez_číslování Char"/>
    <w:basedOn w:val="Standardnpsmoodstavce"/>
    <w:link w:val="Textbezslovn"/>
    <w:rsid w:val="00600B1D"/>
    <w:rPr>
      <w:rFonts w:ascii="Verdana" w:hAnsi="Verdana"/>
    </w:rPr>
  </w:style>
  <w:style w:type="paragraph" w:customStyle="1" w:styleId="Zpatvpravo">
    <w:name w:val="_Zápatí_vpravo"/>
    <w:qFormat/>
    <w:rsid w:val="00600B1D"/>
    <w:pPr>
      <w:spacing w:after="0" w:line="240" w:lineRule="auto"/>
      <w:jc w:val="right"/>
    </w:pPr>
    <w:rPr>
      <w:rFonts w:ascii="Verdana" w:hAnsi="Verdana"/>
      <w:sz w:val="12"/>
    </w:rPr>
  </w:style>
  <w:style w:type="paragraph" w:customStyle="1" w:styleId="Zpatvlevo">
    <w:name w:val="_Zápatí_vlevo"/>
    <w:basedOn w:val="Zpatvpravo"/>
    <w:qFormat/>
    <w:rsid w:val="00600B1D"/>
    <w:pPr>
      <w:jc w:val="left"/>
    </w:pPr>
  </w:style>
  <w:style w:type="character" w:customStyle="1" w:styleId="Znaka">
    <w:name w:val="_Značka"/>
    <w:basedOn w:val="Standardnpsmoodstavce"/>
    <w:rsid w:val="00600B1D"/>
    <w:rPr>
      <w:rFonts w:ascii="Verdana" w:hAnsi="Verdana"/>
      <w:b/>
      <w:sz w:val="36"/>
    </w:rPr>
  </w:style>
  <w:style w:type="paragraph" w:customStyle="1" w:styleId="ZTPinfo-text-odr0">
    <w:name w:val="_ZTP_info-text-odr_•"/>
    <w:basedOn w:val="ZTPinfo-text-odr"/>
    <w:link w:val="ZTPinfo-text-odrChar0"/>
    <w:qFormat/>
    <w:rsid w:val="00600B1D"/>
    <w:pPr>
      <w:numPr>
        <w:ilvl w:val="1"/>
      </w:numPr>
      <w:spacing w:after="80"/>
      <w:contextualSpacing/>
    </w:pPr>
  </w:style>
  <w:style w:type="character" w:customStyle="1" w:styleId="ZTPinfo-text-odrChar0">
    <w:name w:val="_ZTP_info-text-odr_• Char"/>
    <w:basedOn w:val="ZTPinfo-text-odrChar"/>
    <w:link w:val="ZTPinfo-text-odr0"/>
    <w:rsid w:val="00600B1D"/>
    <w:rPr>
      <w:rFonts w:ascii="Verdana" w:hAnsi="Verdana"/>
      <w:i/>
      <w:color w:val="00A1E0"/>
    </w:rPr>
  </w:style>
  <w:style w:type="table" w:customStyle="1" w:styleId="Mkatabulky1">
    <w:name w:val="Mřížka tabulky1"/>
    <w:basedOn w:val="Normlntabulka"/>
    <w:next w:val="Mkatabulky"/>
    <w:uiPriority w:val="39"/>
    <w:rsid w:val="0031498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0B1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00B1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00B1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00B1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00B1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00B1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00B1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00B1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00B1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00B1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00B1D"/>
    <w:pPr>
      <w:tabs>
        <w:tab w:val="center" w:pos="4536"/>
        <w:tab w:val="right" w:pos="9072"/>
      </w:tabs>
      <w:spacing w:after="0" w:line="240" w:lineRule="auto"/>
    </w:pPr>
  </w:style>
  <w:style w:type="character" w:customStyle="1" w:styleId="ZpatChar">
    <w:name w:val="Zápatí Char"/>
    <w:basedOn w:val="Standardnpsmoodstavce"/>
    <w:link w:val="Zpat"/>
    <w:uiPriority w:val="99"/>
    <w:rsid w:val="00600B1D"/>
    <w:rPr>
      <w:rFonts w:ascii="Verdana" w:hAnsi="Verdana"/>
      <w:sz w:val="20"/>
      <w:szCs w:val="20"/>
    </w:rPr>
  </w:style>
  <w:style w:type="character" w:customStyle="1" w:styleId="Nadpis1Char">
    <w:name w:val="Nadpis 1 Char"/>
    <w:basedOn w:val="Standardnpsmoodstavce"/>
    <w:link w:val="Nadpis1"/>
    <w:uiPriority w:val="9"/>
    <w:rsid w:val="00600B1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00B1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00B1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00B1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00B1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00B1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00B1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00B1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00B1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600B1D"/>
    <w:pPr>
      <w:spacing w:after="0" w:line="240" w:lineRule="auto"/>
    </w:pPr>
    <w:rPr>
      <w:rFonts w:ascii="Verdana" w:hAnsi="Verdana"/>
      <w:sz w:val="20"/>
      <w:szCs w:val="20"/>
    </w:rPr>
  </w:style>
  <w:style w:type="paragraph" w:styleId="Citt">
    <w:name w:val="Quote"/>
    <w:basedOn w:val="Normln"/>
    <w:next w:val="Normln"/>
    <w:link w:val="CittChar"/>
    <w:uiPriority w:val="29"/>
    <w:qFormat/>
    <w:rsid w:val="00600B1D"/>
    <w:rPr>
      <w:i/>
      <w:iCs/>
      <w:color w:val="000000" w:themeColor="text1"/>
    </w:rPr>
  </w:style>
  <w:style w:type="character" w:customStyle="1" w:styleId="CittChar">
    <w:name w:val="Citát Char"/>
    <w:basedOn w:val="Standardnpsmoodstavce"/>
    <w:link w:val="Citt"/>
    <w:uiPriority w:val="29"/>
    <w:rsid w:val="00600B1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00B1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00B1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00B1D"/>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600B1D"/>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600B1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00B1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00B1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00B1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00B1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00B1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00B1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00B1D"/>
    <w:pPr>
      <w:keepNext/>
      <w:numPr>
        <w:numId w:val="2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00B1D"/>
    <w:pPr>
      <w:numPr>
        <w:ilvl w:val="1"/>
      </w:numPr>
      <w:spacing w:before="200"/>
      <w:outlineLvl w:val="1"/>
    </w:pPr>
    <w:rPr>
      <w:caps w:val="0"/>
      <w:sz w:val="20"/>
    </w:rPr>
  </w:style>
  <w:style w:type="character" w:customStyle="1" w:styleId="Nadpis2-1Char">
    <w:name w:val="_Nadpis_2-1 Char"/>
    <w:basedOn w:val="Standardnpsmoodstavce"/>
    <w:link w:val="Nadpis2-1"/>
    <w:rsid w:val="00600B1D"/>
    <w:rPr>
      <w:rFonts w:ascii="Verdana" w:hAnsi="Verdana"/>
      <w:b/>
      <w:caps/>
      <w:sz w:val="22"/>
    </w:rPr>
  </w:style>
  <w:style w:type="paragraph" w:customStyle="1" w:styleId="Text2-1">
    <w:name w:val="_Text_2-1"/>
    <w:basedOn w:val="Odstavecseseznamem"/>
    <w:link w:val="Text2-1Char"/>
    <w:qFormat/>
    <w:rsid w:val="00600B1D"/>
    <w:pPr>
      <w:numPr>
        <w:ilvl w:val="2"/>
        <w:numId w:val="28"/>
      </w:numPr>
      <w:spacing w:after="120" w:line="264" w:lineRule="auto"/>
      <w:contextualSpacing w:val="0"/>
      <w:jc w:val="both"/>
    </w:pPr>
    <w:rPr>
      <w:sz w:val="18"/>
      <w:szCs w:val="18"/>
    </w:rPr>
  </w:style>
  <w:style w:type="character" w:customStyle="1" w:styleId="Nadpis2-2Char">
    <w:name w:val="_Nadpis_2-2 Char"/>
    <w:basedOn w:val="Nadpis2-1Char"/>
    <w:link w:val="Nadpis2-2"/>
    <w:rsid w:val="00600B1D"/>
    <w:rPr>
      <w:rFonts w:ascii="Verdana" w:hAnsi="Verdana"/>
      <w:b/>
      <w:caps w:val="0"/>
      <w:sz w:val="20"/>
    </w:rPr>
  </w:style>
  <w:style w:type="paragraph" w:customStyle="1" w:styleId="Titul1">
    <w:name w:val="_Titul_1"/>
    <w:basedOn w:val="Normln"/>
    <w:qFormat/>
    <w:rsid w:val="00600B1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00B1D"/>
    <w:rPr>
      <w:rFonts w:ascii="Verdana" w:hAnsi="Verdana"/>
    </w:rPr>
  </w:style>
  <w:style w:type="paragraph" w:customStyle="1" w:styleId="Titul2">
    <w:name w:val="_Titul_2"/>
    <w:basedOn w:val="Normln"/>
    <w:qFormat/>
    <w:rsid w:val="00600B1D"/>
    <w:pPr>
      <w:tabs>
        <w:tab w:val="left" w:pos="6796"/>
      </w:tabs>
      <w:spacing w:after="240" w:line="264" w:lineRule="auto"/>
    </w:pPr>
    <w:rPr>
      <w:b/>
      <w:sz w:val="36"/>
      <w:szCs w:val="32"/>
    </w:rPr>
  </w:style>
  <w:style w:type="paragraph" w:customStyle="1" w:styleId="Tituldatum">
    <w:name w:val="_Titul_datum"/>
    <w:basedOn w:val="Normln"/>
    <w:link w:val="TituldatumChar"/>
    <w:qFormat/>
    <w:rsid w:val="00600B1D"/>
    <w:pPr>
      <w:spacing w:after="240" w:line="264" w:lineRule="auto"/>
    </w:pPr>
    <w:rPr>
      <w:sz w:val="24"/>
      <w:szCs w:val="24"/>
    </w:rPr>
  </w:style>
  <w:style w:type="character" w:customStyle="1" w:styleId="TituldatumChar">
    <w:name w:val="_Titul_datum Char"/>
    <w:basedOn w:val="Standardnpsmoodstavce"/>
    <w:link w:val="Tituldatum"/>
    <w:rsid w:val="00600B1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00B1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00B1D"/>
    <w:pPr>
      <w:numPr>
        <w:ilvl w:val="2"/>
      </w:numPr>
    </w:pPr>
  </w:style>
  <w:style w:type="paragraph" w:customStyle="1" w:styleId="Text1-1">
    <w:name w:val="_Text_1-1"/>
    <w:basedOn w:val="Normln"/>
    <w:link w:val="Text1-1Char"/>
    <w:rsid w:val="00600B1D"/>
    <w:pPr>
      <w:numPr>
        <w:ilvl w:val="1"/>
        <w:numId w:val="26"/>
      </w:numPr>
      <w:spacing w:after="120" w:line="264" w:lineRule="auto"/>
      <w:jc w:val="both"/>
    </w:pPr>
    <w:rPr>
      <w:sz w:val="18"/>
      <w:szCs w:val="18"/>
    </w:rPr>
  </w:style>
  <w:style w:type="paragraph" w:customStyle="1" w:styleId="Nadpis1-1">
    <w:name w:val="_Nadpis_1-1"/>
    <w:basedOn w:val="Odstavecseseznamem"/>
    <w:next w:val="Normln"/>
    <w:link w:val="Nadpis1-1Char"/>
    <w:qFormat/>
    <w:rsid w:val="00600B1D"/>
    <w:pPr>
      <w:keepNext/>
      <w:numPr>
        <w:numId w:val="26"/>
      </w:numPr>
      <w:spacing w:before="280" w:after="120" w:line="264" w:lineRule="auto"/>
      <w:outlineLvl w:val="0"/>
    </w:pPr>
    <w:rPr>
      <w:b/>
      <w:caps/>
      <w:sz w:val="22"/>
      <w:szCs w:val="18"/>
    </w:rPr>
  </w:style>
  <w:style w:type="paragraph" w:customStyle="1" w:styleId="Odrka1-1">
    <w:name w:val="_Odrážka_1-1_•"/>
    <w:basedOn w:val="Normln"/>
    <w:link w:val="Odrka1-1Char"/>
    <w:qFormat/>
    <w:rsid w:val="00600B1D"/>
    <w:pPr>
      <w:numPr>
        <w:numId w:val="19"/>
      </w:numPr>
      <w:spacing w:after="80" w:line="264" w:lineRule="auto"/>
      <w:jc w:val="both"/>
    </w:pPr>
    <w:rPr>
      <w:sz w:val="18"/>
      <w:szCs w:val="18"/>
    </w:rPr>
  </w:style>
  <w:style w:type="character" w:customStyle="1" w:styleId="Text1-1Char">
    <w:name w:val="_Text_1-1 Char"/>
    <w:basedOn w:val="Standardnpsmoodstavce"/>
    <w:link w:val="Text1-1"/>
    <w:rsid w:val="00600B1D"/>
    <w:rPr>
      <w:rFonts w:ascii="Verdana" w:hAnsi="Verdana"/>
    </w:rPr>
  </w:style>
  <w:style w:type="character" w:customStyle="1" w:styleId="Nadpis1-1Char">
    <w:name w:val="_Nadpis_1-1 Char"/>
    <w:basedOn w:val="Standardnpsmoodstavce"/>
    <w:link w:val="Nadpis1-1"/>
    <w:rsid w:val="00600B1D"/>
    <w:rPr>
      <w:rFonts w:ascii="Verdana" w:hAnsi="Verdana"/>
      <w:b/>
      <w:caps/>
      <w:sz w:val="22"/>
    </w:rPr>
  </w:style>
  <w:style w:type="character" w:customStyle="1" w:styleId="Text1-2Char">
    <w:name w:val="_Text_1-2 Char"/>
    <w:basedOn w:val="Text1-1Char"/>
    <w:link w:val="Text1-2"/>
    <w:rsid w:val="00600B1D"/>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600B1D"/>
    <w:rPr>
      <w:rFonts w:ascii="Verdana" w:hAnsi="Verdana"/>
    </w:rPr>
  </w:style>
  <w:style w:type="paragraph" w:customStyle="1" w:styleId="Odrka1-2-">
    <w:name w:val="_Odrážka_1-2_-"/>
    <w:basedOn w:val="Odrka1-1"/>
    <w:qFormat/>
    <w:rsid w:val="00600B1D"/>
    <w:pPr>
      <w:numPr>
        <w:ilvl w:val="1"/>
      </w:numPr>
    </w:pPr>
  </w:style>
  <w:style w:type="paragraph" w:customStyle="1" w:styleId="Odrka1-3">
    <w:name w:val="_Odrážka_1-3_·"/>
    <w:basedOn w:val="Odrka1-2-"/>
    <w:qFormat/>
    <w:rsid w:val="00600B1D"/>
    <w:pPr>
      <w:numPr>
        <w:ilvl w:val="2"/>
      </w:numPr>
    </w:pPr>
  </w:style>
  <w:style w:type="paragraph" w:customStyle="1" w:styleId="Odstavec1-1a">
    <w:name w:val="_Odstavec_1-1_a)"/>
    <w:basedOn w:val="Normln"/>
    <w:link w:val="Odstavec1-1aChar"/>
    <w:qFormat/>
    <w:rsid w:val="00600B1D"/>
    <w:pPr>
      <w:numPr>
        <w:numId w:val="23"/>
      </w:numPr>
      <w:spacing w:after="80" w:line="264" w:lineRule="auto"/>
      <w:jc w:val="both"/>
    </w:pPr>
    <w:rPr>
      <w:sz w:val="18"/>
      <w:szCs w:val="18"/>
    </w:rPr>
  </w:style>
  <w:style w:type="paragraph" w:customStyle="1" w:styleId="Odstavec1-2i">
    <w:name w:val="_Odstavec_1-2_(i)"/>
    <w:basedOn w:val="Odstavec1-1a"/>
    <w:qFormat/>
    <w:rsid w:val="00600B1D"/>
    <w:pPr>
      <w:numPr>
        <w:ilvl w:val="1"/>
      </w:numPr>
    </w:pPr>
  </w:style>
  <w:style w:type="paragraph" w:customStyle="1" w:styleId="Odstavec1-31">
    <w:name w:val="_Odstavec_1-3_1)"/>
    <w:basedOn w:val="Odstavec1-2i"/>
    <w:qFormat/>
    <w:rsid w:val="00600B1D"/>
    <w:pPr>
      <w:numPr>
        <w:ilvl w:val="2"/>
      </w:numPr>
    </w:pPr>
  </w:style>
  <w:style w:type="paragraph" w:customStyle="1" w:styleId="Textbezslovn">
    <w:name w:val="_Text_bez_číslování"/>
    <w:basedOn w:val="Normln"/>
    <w:link w:val="TextbezslovnChar"/>
    <w:qFormat/>
    <w:rsid w:val="00600B1D"/>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600B1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00B1D"/>
    <w:pPr>
      <w:numPr>
        <w:ilvl w:val="3"/>
      </w:numPr>
    </w:pPr>
  </w:style>
  <w:style w:type="character" w:customStyle="1" w:styleId="Text2-2Char">
    <w:name w:val="_Text_2-2 Char"/>
    <w:basedOn w:val="Text2-1Char"/>
    <w:link w:val="Text2-2"/>
    <w:rsid w:val="00600B1D"/>
    <w:rPr>
      <w:rFonts w:ascii="Verdana" w:hAnsi="Verdana"/>
    </w:rPr>
  </w:style>
  <w:style w:type="paragraph" w:customStyle="1" w:styleId="Zkratky1">
    <w:name w:val="_Zkratky_1"/>
    <w:basedOn w:val="Normln"/>
    <w:qFormat/>
    <w:rsid w:val="00600B1D"/>
    <w:pPr>
      <w:tabs>
        <w:tab w:val="right" w:leader="dot" w:pos="1134"/>
      </w:tabs>
      <w:spacing w:after="0" w:line="240" w:lineRule="auto"/>
    </w:pPr>
    <w:rPr>
      <w:b/>
      <w:sz w:val="16"/>
      <w:szCs w:val="18"/>
    </w:rPr>
  </w:style>
  <w:style w:type="paragraph" w:customStyle="1" w:styleId="Seznam1">
    <w:name w:val="_Seznam_[1]"/>
    <w:basedOn w:val="Normln"/>
    <w:qFormat/>
    <w:rsid w:val="00600B1D"/>
    <w:pPr>
      <w:numPr>
        <w:numId w:val="24"/>
      </w:numPr>
      <w:spacing w:after="60" w:line="264" w:lineRule="auto"/>
      <w:jc w:val="both"/>
    </w:pPr>
    <w:rPr>
      <w:sz w:val="16"/>
      <w:szCs w:val="18"/>
    </w:rPr>
  </w:style>
  <w:style w:type="paragraph" w:customStyle="1" w:styleId="TPSeznam1slovan">
    <w:name w:val="TP_Seznam_[1]_číslovaný"/>
    <w:basedOn w:val="Normln"/>
    <w:rsid w:val="00A62E74"/>
    <w:pPr>
      <w:numPr>
        <w:numId w:val="9"/>
      </w:numPr>
    </w:pPr>
  </w:style>
  <w:style w:type="paragraph" w:customStyle="1" w:styleId="Zkratky2">
    <w:name w:val="_Zkratky_2"/>
    <w:basedOn w:val="Normln"/>
    <w:qFormat/>
    <w:rsid w:val="00600B1D"/>
    <w:pPr>
      <w:spacing w:after="0" w:line="240" w:lineRule="auto"/>
    </w:pPr>
    <w:rPr>
      <w:sz w:val="16"/>
      <w:szCs w:val="16"/>
    </w:rPr>
  </w:style>
  <w:style w:type="character" w:customStyle="1" w:styleId="Tun-ZRUIT">
    <w:name w:val="_Tučně-ZRUŠIT"/>
    <w:basedOn w:val="Standardnpsmoodstavce"/>
    <w:qFormat/>
    <w:rsid w:val="00600B1D"/>
    <w:rPr>
      <w:b w:val="0"/>
      <w:i w:val="0"/>
    </w:rPr>
  </w:style>
  <w:style w:type="paragraph" w:customStyle="1" w:styleId="Nadpisbezsl1-1">
    <w:name w:val="_Nadpis_bez_čísl_1-1"/>
    <w:next w:val="Nadpisbezsl1-2"/>
    <w:qFormat/>
    <w:rsid w:val="00600B1D"/>
    <w:pPr>
      <w:keepNext/>
      <w:spacing w:before="280" w:after="120"/>
    </w:pPr>
    <w:rPr>
      <w:rFonts w:ascii="Verdana" w:hAnsi="Verdana"/>
      <w:b/>
      <w:caps/>
      <w:sz w:val="22"/>
    </w:rPr>
  </w:style>
  <w:style w:type="paragraph" w:customStyle="1" w:styleId="Nadpisbezsl1-2">
    <w:name w:val="_Nadpis_bez_čísl_1-2"/>
    <w:next w:val="Text2-1"/>
    <w:qFormat/>
    <w:rsid w:val="00600B1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00B1D"/>
    <w:pPr>
      <w:spacing w:after="120" w:line="264" w:lineRule="auto"/>
      <w:jc w:val="both"/>
    </w:pPr>
    <w:rPr>
      <w:sz w:val="18"/>
      <w:szCs w:val="18"/>
    </w:rPr>
  </w:style>
  <w:style w:type="character" w:customStyle="1" w:styleId="TextbezodsazenChar">
    <w:name w:val="_Text_bez_odsazení Char"/>
    <w:basedOn w:val="Standardnpsmoodstavce"/>
    <w:link w:val="Textbezodsazen"/>
    <w:rsid w:val="00600B1D"/>
    <w:rPr>
      <w:rFonts w:ascii="Verdana" w:hAnsi="Verdana"/>
    </w:rPr>
  </w:style>
  <w:style w:type="paragraph" w:customStyle="1" w:styleId="ZTPinfo-text">
    <w:name w:val="_ZTP_info-text"/>
    <w:basedOn w:val="Textbezslovn"/>
    <w:link w:val="ZTPinfo-textChar"/>
    <w:qFormat/>
    <w:rsid w:val="00600B1D"/>
    <w:pPr>
      <w:ind w:left="0"/>
    </w:pPr>
    <w:rPr>
      <w:i/>
      <w:color w:val="00A1E0"/>
    </w:rPr>
  </w:style>
  <w:style w:type="character" w:customStyle="1" w:styleId="ZTPinfo-textChar">
    <w:name w:val="_ZTP_info-text Char"/>
    <w:basedOn w:val="Standardnpsmoodstavce"/>
    <w:link w:val="ZTPinfo-text"/>
    <w:rsid w:val="00600B1D"/>
    <w:rPr>
      <w:rFonts w:ascii="Verdana" w:hAnsi="Verdana"/>
      <w:i/>
      <w:color w:val="00A1E0"/>
    </w:rPr>
  </w:style>
  <w:style w:type="paragraph" w:customStyle="1" w:styleId="ZTPinfo-text-odr">
    <w:name w:val="_ZTP_info-text-odr"/>
    <w:basedOn w:val="ZTPinfo-text"/>
    <w:link w:val="ZTPinfo-text-odrChar"/>
    <w:qFormat/>
    <w:rsid w:val="00600B1D"/>
    <w:pPr>
      <w:numPr>
        <w:numId w:val="30"/>
      </w:numPr>
    </w:pPr>
  </w:style>
  <w:style w:type="character" w:customStyle="1" w:styleId="ZTPinfo-text-odrChar">
    <w:name w:val="_ZTP_info-text-odr Char"/>
    <w:basedOn w:val="ZTPinfo-textChar"/>
    <w:link w:val="ZTPinfo-text-odr"/>
    <w:rsid w:val="00600B1D"/>
    <w:rPr>
      <w:rFonts w:ascii="Verdana" w:hAnsi="Verdana"/>
      <w:i/>
      <w:color w:val="00A1E0"/>
    </w:rPr>
  </w:style>
  <w:style w:type="paragraph" w:customStyle="1" w:styleId="Tabulka">
    <w:name w:val="_Tabulka"/>
    <w:basedOn w:val="Textbezodsazen"/>
    <w:qFormat/>
    <w:rsid w:val="00A62E74"/>
    <w:pPr>
      <w:spacing w:before="40" w:after="40" w:line="240" w:lineRule="auto"/>
    </w:pPr>
  </w:style>
  <w:style w:type="character" w:customStyle="1" w:styleId="Nzevakce">
    <w:name w:val="_Název_akce"/>
    <w:basedOn w:val="Standardnpsmoodstavce"/>
    <w:qFormat/>
    <w:rsid w:val="00600B1D"/>
    <w:rPr>
      <w:rFonts w:ascii="Verdana" w:hAnsi="Verdana"/>
      <w:b/>
      <w:sz w:val="36"/>
    </w:rPr>
  </w:style>
  <w:style w:type="paragraph" w:customStyle="1" w:styleId="Odrka1-4">
    <w:name w:val="_Odrážka_1-4_•"/>
    <w:basedOn w:val="Odrka1-1"/>
    <w:qFormat/>
    <w:rsid w:val="00600B1D"/>
    <w:pPr>
      <w:numPr>
        <w:ilvl w:val="3"/>
      </w:numPr>
    </w:pPr>
  </w:style>
  <w:style w:type="character" w:customStyle="1" w:styleId="Odstavec1-1aChar">
    <w:name w:val="_Odstavec_1-1_a) Char"/>
    <w:basedOn w:val="Standardnpsmoodstavce"/>
    <w:link w:val="Odstavec1-1a"/>
    <w:rsid w:val="00600B1D"/>
    <w:rPr>
      <w:rFonts w:ascii="Verdana" w:hAnsi="Verdana"/>
    </w:rPr>
  </w:style>
  <w:style w:type="paragraph" w:customStyle="1" w:styleId="Odstavec1-41">
    <w:name w:val="_Odstavec_1-4_1."/>
    <w:basedOn w:val="Odstavec1-1a"/>
    <w:link w:val="Odstavec1-41Char"/>
    <w:qFormat/>
    <w:rsid w:val="00600B1D"/>
    <w:pPr>
      <w:numPr>
        <w:ilvl w:val="3"/>
      </w:numPr>
    </w:pPr>
  </w:style>
  <w:style w:type="character" w:customStyle="1" w:styleId="Odstavec1-41Char">
    <w:name w:val="_Odstavec_1-4_1. Char"/>
    <w:basedOn w:val="Odstavec1-1aChar"/>
    <w:link w:val="Odstavec1-41"/>
    <w:rsid w:val="00600B1D"/>
    <w:rPr>
      <w:rFonts w:ascii="Verdana" w:hAnsi="Verdana"/>
    </w:rPr>
  </w:style>
  <w:style w:type="paragraph" w:customStyle="1" w:styleId="Tabulka-9">
    <w:name w:val="_Tabulka-9"/>
    <w:basedOn w:val="Textbezodsazen"/>
    <w:qFormat/>
    <w:rsid w:val="00600B1D"/>
    <w:pPr>
      <w:spacing w:before="40" w:after="40" w:line="240" w:lineRule="auto"/>
      <w:jc w:val="left"/>
    </w:pPr>
  </w:style>
  <w:style w:type="paragraph" w:customStyle="1" w:styleId="Tabulka-8">
    <w:name w:val="_Tabulka-8"/>
    <w:basedOn w:val="Tabulka-9"/>
    <w:qFormat/>
    <w:rsid w:val="00600B1D"/>
    <w:rPr>
      <w:sz w:val="16"/>
    </w:rPr>
  </w:style>
  <w:style w:type="character" w:customStyle="1" w:styleId="TextbezslovnChar">
    <w:name w:val="_Text_bez_číslování Char"/>
    <w:basedOn w:val="Standardnpsmoodstavce"/>
    <w:link w:val="Textbezslovn"/>
    <w:rsid w:val="00600B1D"/>
    <w:rPr>
      <w:rFonts w:ascii="Verdana" w:hAnsi="Verdana"/>
    </w:rPr>
  </w:style>
  <w:style w:type="paragraph" w:customStyle="1" w:styleId="Zpatvpravo">
    <w:name w:val="_Zápatí_vpravo"/>
    <w:qFormat/>
    <w:rsid w:val="00600B1D"/>
    <w:pPr>
      <w:spacing w:after="0" w:line="240" w:lineRule="auto"/>
      <w:jc w:val="right"/>
    </w:pPr>
    <w:rPr>
      <w:rFonts w:ascii="Verdana" w:hAnsi="Verdana"/>
      <w:sz w:val="12"/>
    </w:rPr>
  </w:style>
  <w:style w:type="paragraph" w:customStyle="1" w:styleId="Zpatvlevo">
    <w:name w:val="_Zápatí_vlevo"/>
    <w:basedOn w:val="Zpatvpravo"/>
    <w:qFormat/>
    <w:rsid w:val="00600B1D"/>
    <w:pPr>
      <w:jc w:val="left"/>
    </w:pPr>
  </w:style>
  <w:style w:type="character" w:customStyle="1" w:styleId="Znaka">
    <w:name w:val="_Značka"/>
    <w:basedOn w:val="Standardnpsmoodstavce"/>
    <w:rsid w:val="00600B1D"/>
    <w:rPr>
      <w:rFonts w:ascii="Verdana" w:hAnsi="Verdana"/>
      <w:b/>
      <w:sz w:val="36"/>
    </w:rPr>
  </w:style>
  <w:style w:type="paragraph" w:customStyle="1" w:styleId="ZTPinfo-text-odr0">
    <w:name w:val="_ZTP_info-text-odr_•"/>
    <w:basedOn w:val="ZTPinfo-text-odr"/>
    <w:link w:val="ZTPinfo-text-odrChar0"/>
    <w:qFormat/>
    <w:rsid w:val="00600B1D"/>
    <w:pPr>
      <w:numPr>
        <w:ilvl w:val="1"/>
      </w:numPr>
      <w:spacing w:after="80"/>
      <w:contextualSpacing/>
    </w:pPr>
  </w:style>
  <w:style w:type="character" w:customStyle="1" w:styleId="ZTPinfo-text-odrChar0">
    <w:name w:val="_ZTP_info-text-odr_• Char"/>
    <w:basedOn w:val="ZTPinfo-text-odrChar"/>
    <w:link w:val="ZTPinfo-text-odr0"/>
    <w:rsid w:val="00600B1D"/>
    <w:rPr>
      <w:rFonts w:ascii="Verdana" w:hAnsi="Verdana"/>
      <w:i/>
      <w:color w:val="00A1E0"/>
    </w:rPr>
  </w:style>
  <w:style w:type="table" w:customStyle="1" w:styleId="Mkatabulky1">
    <w:name w:val="Mřížka tabulky1"/>
    <w:basedOn w:val="Normlntabulka"/>
    <w:next w:val="Mkatabulky"/>
    <w:uiPriority w:val="39"/>
    <w:rsid w:val="0031498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VTP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8409B376BE240F6868B86D1E62AC7F7"/>
        <w:category>
          <w:name w:val="Obecné"/>
          <w:gallery w:val="placeholder"/>
        </w:category>
        <w:types>
          <w:type w:val="bbPlcHdr"/>
        </w:types>
        <w:behaviors>
          <w:behavior w:val="content"/>
        </w:behaviors>
        <w:guid w:val="{8AF9258D-56FD-42E2-B440-0120B3CC0694}"/>
      </w:docPartPr>
      <w:docPartBody>
        <w:p w:rsidR="00C00741" w:rsidRDefault="00A43C63" w:rsidP="00A43C63">
          <w:pPr>
            <w:pStyle w:val="48409B376BE240F6868B86D1E62AC7F7"/>
          </w:pPr>
          <w:r w:rsidRPr="00EA1B0E">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C63"/>
    <w:rsid w:val="00065C1E"/>
    <w:rsid w:val="00071D73"/>
    <w:rsid w:val="000C0863"/>
    <w:rsid w:val="00196628"/>
    <w:rsid w:val="002A66A1"/>
    <w:rsid w:val="00651FE5"/>
    <w:rsid w:val="00830122"/>
    <w:rsid w:val="008C09B1"/>
    <w:rsid w:val="009D0C2D"/>
    <w:rsid w:val="00A43C63"/>
    <w:rsid w:val="00AB11D6"/>
    <w:rsid w:val="00C00741"/>
    <w:rsid w:val="00CF27AA"/>
    <w:rsid w:val="00D25521"/>
    <w:rsid w:val="00E672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43C63"/>
    <w:rPr>
      <w:color w:val="808080"/>
    </w:rPr>
  </w:style>
  <w:style w:type="paragraph" w:customStyle="1" w:styleId="48409B376BE240F6868B86D1E62AC7F7">
    <w:name w:val="48409B376BE240F6868B86D1E62AC7F7"/>
    <w:rsid w:val="00A43C6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43C63"/>
    <w:rPr>
      <w:color w:val="808080"/>
    </w:rPr>
  </w:style>
  <w:style w:type="paragraph" w:customStyle="1" w:styleId="48409B376BE240F6868B86D1E62AC7F7">
    <w:name w:val="48409B376BE240F6868B86D1E62AC7F7"/>
    <w:rsid w:val="00A43C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6CDDC39-D698-410D-880D-1CE3FD219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ŠABL-NL_VTP_oboustr_tisk_Fondy</Template>
  <TotalTime>59</TotalTime>
  <Pages>24</Pages>
  <Words>11580</Words>
  <Characters>68325</Characters>
  <Application>Microsoft Office Word</Application>
  <DocSecurity>0</DocSecurity>
  <Lines>569</Lines>
  <Paragraphs>159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79746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Kracík Pavel, Ing.</cp:lastModifiedBy>
  <cp:revision>9</cp:revision>
  <cp:lastPrinted>2020-03-06T14:49:00Z</cp:lastPrinted>
  <dcterms:created xsi:type="dcterms:W3CDTF">2020-07-17T21:22:00Z</dcterms:created>
  <dcterms:modified xsi:type="dcterms:W3CDTF">2020-08-03T06:29:00Z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